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D8F144" w14:textId="3BCB6221" w:rsidR="003F484F" w:rsidRPr="003F484F" w:rsidRDefault="003F484F" w:rsidP="00EF22F2">
      <w:pPr>
        <w:pStyle w:val="Heading1"/>
        <w:rPr>
          <w:rFonts w:ascii="Aptos" w:eastAsia="Times New Roman" w:hAnsi="Aptos" w:cs="Tahoma"/>
          <w:b/>
          <w:bCs/>
        </w:rPr>
      </w:pPr>
      <w:bookmarkStart w:id="0" w:name="_Toc208232790"/>
      <w:r w:rsidRPr="00185D32">
        <w:t>Tool 14</w:t>
      </w:r>
      <w:r>
        <w:t xml:space="preserve">: </w:t>
      </w:r>
      <w:r w:rsidRPr="00185D32">
        <w:t>EVALUATION OF THE SYSTEM OF AUDIT QUALITY MANAGEMENT</w:t>
      </w:r>
      <w:bookmarkEnd w:id="0"/>
    </w:p>
    <w:p w14:paraId="38ACAF72" w14:textId="77777777" w:rsidR="003F484F" w:rsidRPr="003F484F" w:rsidRDefault="003F484F" w:rsidP="003F484F">
      <w:pPr>
        <w:widowControl/>
        <w:autoSpaceDE/>
        <w:autoSpaceDN/>
        <w:rPr>
          <w:rFonts w:ascii="Aptos" w:eastAsia="Times New Roman" w:hAnsi="Aptos" w:cs="Tahoma"/>
          <w:sz w:val="24"/>
          <w:szCs w:val="24"/>
          <w:lang w:val="en-GB"/>
        </w:rPr>
      </w:pPr>
    </w:p>
    <w:tbl>
      <w:tblPr>
        <w:tblStyle w:val="TableGrid18"/>
        <w:tblW w:w="10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360"/>
        <w:gridCol w:w="8110"/>
      </w:tblGrid>
      <w:tr w:rsidR="003F484F" w:rsidRPr="003F484F" w14:paraId="578152F6" w14:textId="77777777" w:rsidTr="003F484F">
        <w:trPr>
          <w:trHeight w:val="369"/>
        </w:trPr>
        <w:tc>
          <w:tcPr>
            <w:tcW w:w="1620" w:type="dxa"/>
            <w:vAlign w:val="center"/>
          </w:tcPr>
          <w:p w14:paraId="53D377E9" w14:textId="77777777" w:rsidR="003F484F" w:rsidRPr="003F484F" w:rsidRDefault="003F484F" w:rsidP="003F484F">
            <w:pPr>
              <w:rPr>
                <w:rFonts w:ascii="Aptos" w:eastAsia="Times New Roman" w:hAnsi="Aptos" w:cs="Tahoma"/>
                <w:lang w:val="en-GB"/>
              </w:rPr>
            </w:pPr>
            <w:r w:rsidRPr="003F484F">
              <w:rPr>
                <w:rFonts w:ascii="Aptos" w:eastAsia="Times New Roman" w:hAnsi="Aptos" w:cs="Tahoma"/>
                <w:lang w:val="en-GB"/>
              </w:rPr>
              <w:t>Name of SAI</w:t>
            </w:r>
          </w:p>
        </w:tc>
        <w:tc>
          <w:tcPr>
            <w:tcW w:w="360" w:type="dxa"/>
            <w:vAlign w:val="center"/>
          </w:tcPr>
          <w:p w14:paraId="72AC1B21" w14:textId="77777777" w:rsidR="003F484F" w:rsidRPr="003F484F" w:rsidRDefault="003F484F" w:rsidP="003F484F">
            <w:pPr>
              <w:rPr>
                <w:rFonts w:ascii="Aptos" w:eastAsia="Times New Roman" w:hAnsi="Aptos" w:cs="Tahoma"/>
                <w:lang w:val="en-GB"/>
              </w:rPr>
            </w:pPr>
            <w:r w:rsidRPr="003F484F">
              <w:rPr>
                <w:rFonts w:ascii="Aptos" w:eastAsia="Times New Roman" w:hAnsi="Aptos" w:cs="Tahoma"/>
                <w:lang w:val="en-GB"/>
              </w:rPr>
              <w:t>:</w:t>
            </w:r>
          </w:p>
        </w:tc>
        <w:tc>
          <w:tcPr>
            <w:tcW w:w="8110" w:type="dxa"/>
            <w:tcBorders>
              <w:bottom w:val="single" w:sz="4" w:space="0" w:color="808080"/>
            </w:tcBorders>
            <w:vAlign w:val="center"/>
          </w:tcPr>
          <w:p w14:paraId="4F99B9FF" w14:textId="77777777" w:rsidR="003F484F" w:rsidRPr="003F484F" w:rsidRDefault="003F484F" w:rsidP="003F484F">
            <w:pPr>
              <w:rPr>
                <w:rFonts w:ascii="Aptos" w:eastAsia="Times New Roman" w:hAnsi="Aptos" w:cs="Tahoma"/>
                <w:lang w:val="en-GB"/>
              </w:rPr>
            </w:pPr>
          </w:p>
        </w:tc>
      </w:tr>
      <w:tr w:rsidR="003F484F" w:rsidRPr="003F484F" w14:paraId="19298BB9" w14:textId="77777777" w:rsidTr="003F484F">
        <w:trPr>
          <w:trHeight w:val="530"/>
        </w:trPr>
        <w:tc>
          <w:tcPr>
            <w:tcW w:w="1620" w:type="dxa"/>
            <w:vAlign w:val="center"/>
          </w:tcPr>
          <w:p w14:paraId="175893B7" w14:textId="77777777" w:rsidR="003F484F" w:rsidRPr="003F484F" w:rsidRDefault="003F484F" w:rsidP="003F484F">
            <w:pPr>
              <w:rPr>
                <w:rFonts w:ascii="Aptos" w:eastAsia="Times New Roman" w:hAnsi="Aptos" w:cs="Tahoma"/>
                <w:lang w:val="en-GB"/>
              </w:rPr>
            </w:pPr>
            <w:r w:rsidRPr="003F484F">
              <w:rPr>
                <w:rFonts w:ascii="Aptos" w:eastAsia="Times New Roman" w:hAnsi="Aptos" w:cs="Tahoma"/>
                <w:lang w:val="en-GB"/>
              </w:rPr>
              <w:t>Head of SAI</w:t>
            </w:r>
          </w:p>
        </w:tc>
        <w:tc>
          <w:tcPr>
            <w:tcW w:w="360" w:type="dxa"/>
            <w:vAlign w:val="center"/>
          </w:tcPr>
          <w:p w14:paraId="3C279FFC" w14:textId="77777777" w:rsidR="003F484F" w:rsidRPr="003F484F" w:rsidRDefault="003F484F" w:rsidP="003F484F">
            <w:pPr>
              <w:rPr>
                <w:rFonts w:ascii="Aptos" w:eastAsia="Times New Roman" w:hAnsi="Aptos" w:cs="Tahoma"/>
                <w:lang w:val="en-GB"/>
              </w:rPr>
            </w:pPr>
            <w:r w:rsidRPr="003F484F">
              <w:rPr>
                <w:rFonts w:ascii="Aptos" w:eastAsia="Times New Roman" w:hAnsi="Aptos" w:cs="Tahoma"/>
                <w:lang w:val="en-GB"/>
              </w:rPr>
              <w:t>:</w:t>
            </w:r>
          </w:p>
        </w:tc>
        <w:tc>
          <w:tcPr>
            <w:tcW w:w="8110" w:type="dxa"/>
            <w:tcBorders>
              <w:top w:val="single" w:sz="4" w:space="0" w:color="808080"/>
              <w:bottom w:val="single" w:sz="4" w:space="0" w:color="808080"/>
            </w:tcBorders>
            <w:vAlign w:val="center"/>
          </w:tcPr>
          <w:p w14:paraId="57314B7B" w14:textId="77777777" w:rsidR="003F484F" w:rsidRPr="003F484F" w:rsidRDefault="003F484F" w:rsidP="003F484F">
            <w:pPr>
              <w:rPr>
                <w:rFonts w:ascii="Aptos" w:eastAsia="Times New Roman" w:hAnsi="Aptos" w:cs="Tahoma"/>
                <w:lang w:val="en-GB"/>
              </w:rPr>
            </w:pPr>
          </w:p>
        </w:tc>
      </w:tr>
      <w:tr w:rsidR="003F484F" w:rsidRPr="003F484F" w14:paraId="17B1F9C3" w14:textId="77777777" w:rsidTr="003F484F">
        <w:tc>
          <w:tcPr>
            <w:tcW w:w="1620" w:type="dxa"/>
            <w:vAlign w:val="center"/>
          </w:tcPr>
          <w:p w14:paraId="69E1EA1B" w14:textId="77777777" w:rsidR="003F484F" w:rsidRPr="003F484F" w:rsidRDefault="003F484F" w:rsidP="003F484F">
            <w:pPr>
              <w:rPr>
                <w:rFonts w:ascii="Aptos" w:eastAsia="Times New Roman" w:hAnsi="Aptos" w:cs="Tahoma"/>
                <w:lang w:val="en-GB"/>
              </w:rPr>
            </w:pPr>
            <w:r w:rsidRPr="003F484F">
              <w:rPr>
                <w:rFonts w:ascii="Aptos" w:eastAsia="Times New Roman" w:hAnsi="Aptos" w:cs="Tahoma"/>
                <w:lang w:val="en-GB"/>
              </w:rPr>
              <w:t>Evaluation Period</w:t>
            </w:r>
          </w:p>
        </w:tc>
        <w:tc>
          <w:tcPr>
            <w:tcW w:w="360" w:type="dxa"/>
            <w:vAlign w:val="center"/>
          </w:tcPr>
          <w:p w14:paraId="1ADF0CF7" w14:textId="77777777" w:rsidR="003F484F" w:rsidRPr="003F484F" w:rsidRDefault="003F484F" w:rsidP="003F484F">
            <w:pPr>
              <w:rPr>
                <w:rFonts w:ascii="Aptos" w:eastAsia="Times New Roman" w:hAnsi="Aptos" w:cs="Tahoma"/>
                <w:lang w:val="en-GB"/>
              </w:rPr>
            </w:pPr>
            <w:r w:rsidRPr="003F484F">
              <w:rPr>
                <w:rFonts w:ascii="Aptos" w:eastAsia="Times New Roman" w:hAnsi="Aptos" w:cs="Tahoma"/>
                <w:lang w:val="en-GB"/>
              </w:rPr>
              <w:t>:</w:t>
            </w:r>
          </w:p>
        </w:tc>
        <w:tc>
          <w:tcPr>
            <w:tcW w:w="8110" w:type="dxa"/>
            <w:tcBorders>
              <w:top w:val="single" w:sz="4" w:space="0" w:color="808080"/>
              <w:bottom w:val="single" w:sz="4" w:space="0" w:color="808080"/>
            </w:tcBorders>
            <w:vAlign w:val="center"/>
          </w:tcPr>
          <w:p w14:paraId="7A011C92" w14:textId="77777777" w:rsidR="003F484F" w:rsidRPr="003F484F" w:rsidRDefault="003F484F" w:rsidP="003F484F">
            <w:pPr>
              <w:rPr>
                <w:rFonts w:ascii="Aptos" w:eastAsia="Times New Roman" w:hAnsi="Aptos" w:cs="Tahoma"/>
                <w:lang w:val="en-GB"/>
              </w:rPr>
            </w:pPr>
          </w:p>
        </w:tc>
      </w:tr>
    </w:tbl>
    <w:p w14:paraId="21C776E6" w14:textId="77777777" w:rsidR="003F484F" w:rsidRPr="003F484F" w:rsidRDefault="003F484F" w:rsidP="003F484F">
      <w:pPr>
        <w:widowControl/>
        <w:autoSpaceDE/>
        <w:autoSpaceDN/>
        <w:rPr>
          <w:rFonts w:ascii="Aptos" w:eastAsia="Times New Roman" w:hAnsi="Aptos" w:cs="Tahoma"/>
          <w:sz w:val="24"/>
          <w:szCs w:val="24"/>
          <w:lang w:val="en-GB"/>
        </w:rPr>
      </w:pPr>
    </w:p>
    <w:p w14:paraId="7C290CD9" w14:textId="77777777" w:rsidR="003F484F" w:rsidRPr="003F484F" w:rsidRDefault="003F484F" w:rsidP="003F484F">
      <w:pPr>
        <w:widowControl/>
        <w:autoSpaceDE/>
        <w:autoSpaceDN/>
        <w:rPr>
          <w:rFonts w:ascii="Aptos" w:eastAsia="Times New Roman" w:hAnsi="Aptos" w:cs="Tahoma"/>
          <w:sz w:val="24"/>
          <w:szCs w:val="24"/>
          <w:lang w:val="en-GB"/>
        </w:rPr>
      </w:pPr>
    </w:p>
    <w:tbl>
      <w:tblPr>
        <w:tblStyle w:val="TableGrid18"/>
        <w:tblW w:w="0" w:type="auto"/>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ook w:val="04A0" w:firstRow="1" w:lastRow="0" w:firstColumn="1" w:lastColumn="0" w:noHBand="0" w:noVBand="1"/>
      </w:tblPr>
      <w:tblGrid>
        <w:gridCol w:w="769"/>
        <w:gridCol w:w="1663"/>
        <w:gridCol w:w="820"/>
        <w:gridCol w:w="1178"/>
        <w:gridCol w:w="2903"/>
        <w:gridCol w:w="2403"/>
      </w:tblGrid>
      <w:tr w:rsidR="003F484F" w:rsidRPr="003F484F" w14:paraId="0D16D5D8" w14:textId="77777777" w:rsidTr="003F2C61">
        <w:tc>
          <w:tcPr>
            <w:tcW w:w="2504" w:type="dxa"/>
            <w:gridSpan w:val="2"/>
            <w:shd w:val="clear" w:color="auto" w:fill="00548E" w:themeFill="accent1"/>
            <w:vAlign w:val="center"/>
          </w:tcPr>
          <w:p w14:paraId="4DDEE2FB" w14:textId="77777777" w:rsidR="003F484F" w:rsidRPr="003F484F" w:rsidRDefault="003F484F" w:rsidP="003F484F">
            <w:pPr>
              <w:jc w:val="center"/>
              <w:rPr>
                <w:rFonts w:ascii="Aptos" w:eastAsia="Times New Roman" w:hAnsi="Aptos" w:cs="Tahoma"/>
                <w:b/>
                <w:bCs/>
                <w:color w:val="FFFFFF"/>
                <w:sz w:val="20"/>
                <w:szCs w:val="20"/>
                <w:lang w:val="en-GB"/>
              </w:rPr>
            </w:pPr>
            <w:r w:rsidRPr="003F484F">
              <w:rPr>
                <w:rFonts w:ascii="Aptos" w:eastAsia="Times New Roman" w:hAnsi="Aptos" w:cs="Tahoma"/>
                <w:b/>
                <w:bCs/>
                <w:color w:val="FFFFFF"/>
                <w:sz w:val="20"/>
                <w:szCs w:val="20"/>
                <w:lang w:val="en-GB"/>
              </w:rPr>
              <w:t>Deficiencies</w:t>
            </w:r>
          </w:p>
        </w:tc>
        <w:tc>
          <w:tcPr>
            <w:tcW w:w="2027" w:type="dxa"/>
            <w:gridSpan w:val="2"/>
            <w:shd w:val="clear" w:color="auto" w:fill="00548E" w:themeFill="accent1"/>
            <w:vAlign w:val="center"/>
          </w:tcPr>
          <w:p w14:paraId="7AB6A4A7" w14:textId="77777777" w:rsidR="003F484F" w:rsidRPr="003F484F" w:rsidRDefault="003F484F" w:rsidP="003F484F">
            <w:pPr>
              <w:jc w:val="center"/>
              <w:rPr>
                <w:rFonts w:ascii="Aptos" w:eastAsia="Times New Roman" w:hAnsi="Aptos" w:cs="Tahoma"/>
                <w:b/>
                <w:bCs/>
                <w:color w:val="FFFFFF"/>
                <w:sz w:val="20"/>
                <w:szCs w:val="20"/>
                <w:lang w:val="en-GB"/>
              </w:rPr>
            </w:pPr>
            <w:r w:rsidRPr="003F484F">
              <w:rPr>
                <w:rFonts w:ascii="Aptos" w:eastAsia="Times New Roman" w:hAnsi="Aptos" w:cs="Tahoma"/>
                <w:b/>
                <w:bCs/>
                <w:color w:val="FFFFFF"/>
                <w:sz w:val="20"/>
                <w:szCs w:val="20"/>
                <w:lang w:val="en-GB"/>
              </w:rPr>
              <w:t>Individual evaluation</w:t>
            </w:r>
          </w:p>
        </w:tc>
        <w:tc>
          <w:tcPr>
            <w:tcW w:w="3272" w:type="dxa"/>
            <w:vMerge w:val="restart"/>
            <w:shd w:val="clear" w:color="auto" w:fill="00548E" w:themeFill="accent1"/>
            <w:vAlign w:val="center"/>
          </w:tcPr>
          <w:p w14:paraId="4BD782F8" w14:textId="77777777" w:rsidR="003F484F" w:rsidRPr="003F484F" w:rsidRDefault="003F484F" w:rsidP="003F484F">
            <w:pPr>
              <w:jc w:val="center"/>
              <w:rPr>
                <w:rFonts w:ascii="Aptos" w:eastAsia="Times New Roman" w:hAnsi="Aptos" w:cs="Tahoma"/>
                <w:b/>
                <w:bCs/>
                <w:color w:val="FFFFFF"/>
                <w:sz w:val="20"/>
                <w:szCs w:val="20"/>
                <w:lang w:val="en-GB"/>
              </w:rPr>
            </w:pPr>
            <w:r w:rsidRPr="003F484F">
              <w:rPr>
                <w:rFonts w:ascii="Aptos" w:eastAsia="Times New Roman" w:hAnsi="Aptos" w:cs="Tahoma"/>
                <w:b/>
                <w:bCs/>
                <w:color w:val="FFFFFF"/>
                <w:sz w:val="20"/>
                <w:szCs w:val="20"/>
                <w:lang w:val="en-GB"/>
              </w:rPr>
              <w:t>Remedial Action</w:t>
            </w:r>
          </w:p>
        </w:tc>
        <w:tc>
          <w:tcPr>
            <w:tcW w:w="2507" w:type="dxa"/>
            <w:vMerge w:val="restart"/>
            <w:tcBorders>
              <w:right w:val="single" w:sz="4" w:space="0" w:color="8496B0"/>
            </w:tcBorders>
            <w:shd w:val="clear" w:color="auto" w:fill="00548E" w:themeFill="accent1"/>
            <w:vAlign w:val="center"/>
          </w:tcPr>
          <w:p w14:paraId="25C837F1" w14:textId="77777777" w:rsidR="003F484F" w:rsidRPr="003F484F" w:rsidRDefault="003F484F" w:rsidP="003F484F">
            <w:pPr>
              <w:jc w:val="center"/>
              <w:rPr>
                <w:rFonts w:ascii="Aptos" w:eastAsia="Times New Roman" w:hAnsi="Aptos" w:cs="Tahoma"/>
                <w:b/>
                <w:bCs/>
                <w:color w:val="FFFFFF"/>
                <w:sz w:val="20"/>
                <w:szCs w:val="20"/>
                <w:lang w:val="en-GB"/>
              </w:rPr>
            </w:pPr>
            <w:r w:rsidRPr="003F484F">
              <w:rPr>
                <w:rFonts w:ascii="Aptos" w:eastAsia="Times New Roman" w:hAnsi="Aptos" w:cs="Tahoma"/>
                <w:b/>
                <w:bCs/>
                <w:color w:val="FFFFFF"/>
                <w:sz w:val="20"/>
                <w:szCs w:val="20"/>
                <w:lang w:val="en-GB"/>
              </w:rPr>
              <w:t>Correction of the effect of identified deficiencies</w:t>
            </w:r>
          </w:p>
        </w:tc>
      </w:tr>
      <w:tr w:rsidR="003F484F" w:rsidRPr="003F484F" w14:paraId="014A8FE9" w14:textId="77777777" w:rsidTr="003F2C61">
        <w:tc>
          <w:tcPr>
            <w:tcW w:w="788" w:type="dxa"/>
            <w:shd w:val="clear" w:color="auto" w:fill="00548E" w:themeFill="accent1"/>
            <w:vAlign w:val="center"/>
          </w:tcPr>
          <w:p w14:paraId="40168946" w14:textId="77777777" w:rsidR="003F484F" w:rsidRPr="003F484F" w:rsidRDefault="003F484F" w:rsidP="003F484F">
            <w:pPr>
              <w:jc w:val="center"/>
              <w:rPr>
                <w:rFonts w:ascii="Aptos" w:eastAsia="Times New Roman" w:hAnsi="Aptos" w:cs="Tahoma"/>
                <w:b/>
                <w:bCs/>
                <w:color w:val="FFFFFF"/>
                <w:sz w:val="20"/>
                <w:szCs w:val="20"/>
                <w:lang w:val="en-GB"/>
              </w:rPr>
            </w:pPr>
            <w:r w:rsidRPr="003F484F">
              <w:rPr>
                <w:rFonts w:ascii="Aptos" w:eastAsia="Times New Roman" w:hAnsi="Aptos" w:cs="Tahoma"/>
                <w:b/>
                <w:bCs/>
                <w:color w:val="FFFFFF"/>
                <w:sz w:val="20"/>
                <w:szCs w:val="20"/>
                <w:lang w:val="en-GB"/>
              </w:rPr>
              <w:t>No.</w:t>
            </w:r>
          </w:p>
        </w:tc>
        <w:tc>
          <w:tcPr>
            <w:tcW w:w="1716" w:type="dxa"/>
            <w:shd w:val="clear" w:color="auto" w:fill="00548E" w:themeFill="accent1"/>
            <w:vAlign w:val="center"/>
          </w:tcPr>
          <w:p w14:paraId="3B9D190C" w14:textId="77777777" w:rsidR="003F484F" w:rsidRPr="003F484F" w:rsidRDefault="003F484F" w:rsidP="003F484F">
            <w:pPr>
              <w:jc w:val="center"/>
              <w:rPr>
                <w:rFonts w:ascii="Aptos" w:eastAsia="Times New Roman" w:hAnsi="Aptos" w:cs="Tahoma"/>
                <w:b/>
                <w:bCs/>
                <w:color w:val="FFFFFF"/>
                <w:sz w:val="20"/>
                <w:szCs w:val="20"/>
                <w:lang w:val="en-GB"/>
              </w:rPr>
            </w:pPr>
            <w:r w:rsidRPr="003F484F">
              <w:rPr>
                <w:rFonts w:ascii="Aptos" w:eastAsia="Times New Roman" w:hAnsi="Aptos" w:cs="Tahoma"/>
                <w:b/>
                <w:bCs/>
                <w:color w:val="FFFFFF"/>
                <w:sz w:val="20"/>
                <w:szCs w:val="20"/>
                <w:lang w:val="en-GB"/>
              </w:rPr>
              <w:t>Description</w:t>
            </w:r>
          </w:p>
        </w:tc>
        <w:tc>
          <w:tcPr>
            <w:tcW w:w="814" w:type="dxa"/>
            <w:shd w:val="clear" w:color="auto" w:fill="00548E" w:themeFill="accent1"/>
            <w:vAlign w:val="center"/>
          </w:tcPr>
          <w:p w14:paraId="14D6BA4D" w14:textId="77777777" w:rsidR="003F484F" w:rsidRPr="003F484F" w:rsidRDefault="003F484F" w:rsidP="003F484F">
            <w:pPr>
              <w:jc w:val="center"/>
              <w:rPr>
                <w:rFonts w:ascii="Aptos" w:eastAsia="Times New Roman" w:hAnsi="Aptos" w:cs="Tahoma"/>
                <w:b/>
                <w:bCs/>
                <w:color w:val="FFFFFF"/>
                <w:sz w:val="20"/>
                <w:szCs w:val="20"/>
                <w:lang w:val="en-GB"/>
              </w:rPr>
            </w:pPr>
            <w:r w:rsidRPr="003F484F">
              <w:rPr>
                <w:rFonts w:ascii="Aptos" w:eastAsia="Times New Roman" w:hAnsi="Aptos" w:cs="Tahoma"/>
                <w:b/>
                <w:bCs/>
                <w:color w:val="FFFFFF"/>
                <w:sz w:val="20"/>
                <w:szCs w:val="20"/>
                <w:lang w:val="en-GB"/>
              </w:rPr>
              <w:t>Severe</w:t>
            </w:r>
          </w:p>
        </w:tc>
        <w:tc>
          <w:tcPr>
            <w:tcW w:w="1213" w:type="dxa"/>
            <w:shd w:val="clear" w:color="auto" w:fill="00548E" w:themeFill="accent1"/>
            <w:vAlign w:val="center"/>
          </w:tcPr>
          <w:p w14:paraId="0CB5E6C1" w14:textId="77777777" w:rsidR="003F484F" w:rsidRPr="003F484F" w:rsidRDefault="003F484F" w:rsidP="003F484F">
            <w:pPr>
              <w:jc w:val="center"/>
              <w:rPr>
                <w:rFonts w:ascii="Aptos" w:eastAsia="Times New Roman" w:hAnsi="Aptos" w:cs="Tahoma"/>
                <w:b/>
                <w:bCs/>
                <w:color w:val="FFFFFF"/>
                <w:sz w:val="20"/>
                <w:szCs w:val="20"/>
                <w:lang w:val="en-GB"/>
              </w:rPr>
            </w:pPr>
            <w:r w:rsidRPr="003F484F">
              <w:rPr>
                <w:rFonts w:ascii="Aptos" w:eastAsia="Times New Roman" w:hAnsi="Aptos" w:cs="Tahoma"/>
                <w:b/>
                <w:bCs/>
                <w:color w:val="FFFFFF"/>
                <w:sz w:val="20"/>
                <w:szCs w:val="20"/>
                <w:lang w:val="en-GB"/>
              </w:rPr>
              <w:t>Pervasive</w:t>
            </w:r>
          </w:p>
        </w:tc>
        <w:tc>
          <w:tcPr>
            <w:tcW w:w="3272" w:type="dxa"/>
            <w:vMerge/>
            <w:shd w:val="clear" w:color="auto" w:fill="00548E" w:themeFill="accent1"/>
            <w:vAlign w:val="center"/>
          </w:tcPr>
          <w:p w14:paraId="3962383B" w14:textId="77777777" w:rsidR="003F484F" w:rsidRPr="003F484F" w:rsidRDefault="003F484F" w:rsidP="003F484F">
            <w:pPr>
              <w:jc w:val="center"/>
              <w:rPr>
                <w:rFonts w:ascii="Aptos" w:eastAsia="Times New Roman" w:hAnsi="Aptos" w:cs="Tahoma"/>
                <w:b/>
                <w:bCs/>
                <w:color w:val="FFFFFF"/>
                <w:sz w:val="20"/>
                <w:szCs w:val="20"/>
                <w:lang w:val="en-GB"/>
              </w:rPr>
            </w:pPr>
          </w:p>
        </w:tc>
        <w:tc>
          <w:tcPr>
            <w:tcW w:w="2507" w:type="dxa"/>
            <w:vMerge/>
            <w:shd w:val="clear" w:color="auto" w:fill="00548E" w:themeFill="accent1"/>
            <w:vAlign w:val="center"/>
          </w:tcPr>
          <w:p w14:paraId="0813F92B" w14:textId="77777777" w:rsidR="003F484F" w:rsidRPr="003F484F" w:rsidRDefault="003F484F" w:rsidP="003F484F">
            <w:pPr>
              <w:jc w:val="center"/>
              <w:rPr>
                <w:rFonts w:ascii="Aptos" w:eastAsia="Times New Roman" w:hAnsi="Aptos" w:cs="Tahoma"/>
                <w:b/>
                <w:bCs/>
                <w:color w:val="FFFFFF"/>
                <w:sz w:val="20"/>
                <w:szCs w:val="20"/>
                <w:lang w:val="en-GB"/>
              </w:rPr>
            </w:pPr>
          </w:p>
        </w:tc>
      </w:tr>
      <w:tr w:rsidR="003F484F" w:rsidRPr="003F484F" w14:paraId="5B65F43F" w14:textId="77777777" w:rsidTr="003F484F">
        <w:trPr>
          <w:trHeight w:val="704"/>
        </w:trPr>
        <w:tc>
          <w:tcPr>
            <w:tcW w:w="788" w:type="dxa"/>
            <w:vMerge w:val="restart"/>
          </w:tcPr>
          <w:p w14:paraId="247F9458" w14:textId="77777777" w:rsidR="003F484F" w:rsidRPr="003F484F" w:rsidRDefault="003F484F" w:rsidP="003F484F">
            <w:pPr>
              <w:jc w:val="center"/>
              <w:rPr>
                <w:rFonts w:ascii="Aptos" w:eastAsia="Times New Roman" w:hAnsi="Aptos" w:cs="Tahoma"/>
                <w:sz w:val="20"/>
                <w:szCs w:val="20"/>
                <w:lang w:val="en-GB"/>
              </w:rPr>
            </w:pPr>
          </w:p>
        </w:tc>
        <w:tc>
          <w:tcPr>
            <w:tcW w:w="1716" w:type="dxa"/>
            <w:vMerge w:val="restart"/>
          </w:tcPr>
          <w:p w14:paraId="4D6ABE60" w14:textId="77777777" w:rsidR="003F484F" w:rsidRPr="003F484F" w:rsidRDefault="003F484F" w:rsidP="003F484F">
            <w:pPr>
              <w:rPr>
                <w:rFonts w:ascii="Aptos" w:eastAsia="Times New Roman" w:hAnsi="Aptos" w:cs="Tahoma"/>
                <w:sz w:val="20"/>
                <w:szCs w:val="20"/>
                <w:lang w:val="en-GB"/>
              </w:rPr>
            </w:pPr>
          </w:p>
        </w:tc>
        <w:tc>
          <w:tcPr>
            <w:tcW w:w="814" w:type="dxa"/>
            <w:tcBorders>
              <w:bottom w:val="single" w:sz="4" w:space="0" w:color="8496B0"/>
            </w:tcBorders>
          </w:tcPr>
          <w:p w14:paraId="13163604"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7"/>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Yes</w:t>
            </w:r>
          </w:p>
          <w:p w14:paraId="5622FE1C" w14:textId="77777777" w:rsidR="003F484F" w:rsidRPr="003F484F" w:rsidRDefault="003F484F" w:rsidP="003F484F">
            <w:pPr>
              <w:rPr>
                <w:rFonts w:ascii="Aptos" w:eastAsia="Times New Roman" w:hAnsi="Aptos" w:cs="Tahoma"/>
                <w:sz w:val="20"/>
                <w:szCs w:val="20"/>
                <w:lang w:val="en-GB"/>
              </w:rPr>
            </w:pPr>
          </w:p>
          <w:p w14:paraId="177B5D07"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8"/>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No</w:t>
            </w:r>
          </w:p>
        </w:tc>
        <w:tc>
          <w:tcPr>
            <w:tcW w:w="1213" w:type="dxa"/>
            <w:tcBorders>
              <w:bottom w:val="single" w:sz="4" w:space="0" w:color="8496B0"/>
            </w:tcBorders>
          </w:tcPr>
          <w:p w14:paraId="72AC9BBF"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7"/>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Yes</w:t>
            </w:r>
          </w:p>
          <w:p w14:paraId="62DFF628" w14:textId="77777777" w:rsidR="003F484F" w:rsidRPr="003F484F" w:rsidRDefault="003F484F" w:rsidP="003F484F">
            <w:pPr>
              <w:rPr>
                <w:rFonts w:ascii="Aptos" w:eastAsia="Times New Roman" w:hAnsi="Aptos" w:cs="Tahoma"/>
                <w:sz w:val="20"/>
                <w:szCs w:val="20"/>
                <w:lang w:val="en-GB"/>
              </w:rPr>
            </w:pPr>
          </w:p>
          <w:p w14:paraId="44F33B77"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8"/>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No</w:t>
            </w:r>
          </w:p>
        </w:tc>
        <w:tc>
          <w:tcPr>
            <w:tcW w:w="3272" w:type="dxa"/>
            <w:vMerge w:val="restart"/>
          </w:tcPr>
          <w:p w14:paraId="423D2364"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With effective remedial action</w:t>
            </w:r>
          </w:p>
          <w:p w14:paraId="3E838107" w14:textId="77777777" w:rsidR="003F484F" w:rsidRPr="003F484F" w:rsidRDefault="003F484F" w:rsidP="003F484F">
            <w:pPr>
              <w:ind w:left="232"/>
              <w:rPr>
                <w:rFonts w:ascii="Aptos" w:eastAsia="Times New Roman" w:hAnsi="Aptos" w:cs="Tahoma"/>
                <w:sz w:val="20"/>
                <w:szCs w:val="20"/>
                <w:lang w:val="en-GB"/>
              </w:rPr>
            </w:pPr>
            <w:r w:rsidRPr="003F484F">
              <w:rPr>
                <w:rFonts w:ascii="Aptos" w:eastAsia="Times New Roman" w:hAnsi="Aptos" w:cs="Tahoma"/>
                <w:sz w:val="20"/>
                <w:szCs w:val="20"/>
                <w:lang w:val="en-GB"/>
              </w:rPr>
              <w:t>Specify: ____________________</w:t>
            </w:r>
          </w:p>
          <w:p w14:paraId="55F9D13E" w14:textId="77777777" w:rsidR="003F484F" w:rsidRPr="003F484F" w:rsidRDefault="003F484F" w:rsidP="003F484F">
            <w:pPr>
              <w:rPr>
                <w:rFonts w:ascii="Aptos" w:eastAsia="Times New Roman" w:hAnsi="Aptos" w:cs="Tahoma"/>
                <w:sz w:val="20"/>
                <w:szCs w:val="20"/>
                <w:lang w:val="en-GB"/>
              </w:rPr>
            </w:pPr>
          </w:p>
          <w:p w14:paraId="6BDD2059" w14:textId="77777777" w:rsidR="003F484F" w:rsidRPr="003F484F" w:rsidRDefault="003F484F" w:rsidP="003F484F">
            <w:pPr>
              <w:rPr>
                <w:rFonts w:ascii="Aptos" w:eastAsia="Times New Roman" w:hAnsi="Aptos" w:cs="Tahoma"/>
                <w:sz w:val="20"/>
                <w:szCs w:val="20"/>
                <w:lang w:val="en-GB"/>
              </w:rPr>
            </w:pPr>
          </w:p>
          <w:p w14:paraId="1D2ED498"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8"/>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Remedial action is not effective</w:t>
            </w:r>
          </w:p>
          <w:p w14:paraId="289E9207" w14:textId="77777777" w:rsidR="003F484F" w:rsidRPr="003F484F" w:rsidRDefault="003F484F" w:rsidP="003F484F">
            <w:pPr>
              <w:rPr>
                <w:rFonts w:ascii="Aptos" w:eastAsia="Times New Roman" w:hAnsi="Aptos" w:cs="Tahoma"/>
                <w:sz w:val="20"/>
                <w:szCs w:val="20"/>
                <w:lang w:val="en-GB"/>
              </w:rPr>
            </w:pPr>
          </w:p>
          <w:p w14:paraId="6654E2F8"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8"/>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Not provided with remedial action</w:t>
            </w:r>
          </w:p>
        </w:tc>
        <w:tc>
          <w:tcPr>
            <w:tcW w:w="2507" w:type="dxa"/>
            <w:vMerge w:val="restart"/>
            <w:tcBorders>
              <w:right w:val="single" w:sz="4" w:space="0" w:color="8496B0"/>
            </w:tcBorders>
          </w:tcPr>
          <w:p w14:paraId="6194286C"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Corrected</w:t>
            </w:r>
          </w:p>
          <w:p w14:paraId="0BDF9965" w14:textId="77777777" w:rsidR="003F484F" w:rsidRPr="003F484F" w:rsidRDefault="003F484F" w:rsidP="003F484F">
            <w:pPr>
              <w:ind w:left="232"/>
              <w:rPr>
                <w:rFonts w:ascii="Aptos" w:eastAsia="Times New Roman" w:hAnsi="Aptos" w:cs="Tahoma"/>
                <w:sz w:val="20"/>
                <w:szCs w:val="20"/>
                <w:lang w:val="en-GB"/>
              </w:rPr>
            </w:pPr>
            <w:r w:rsidRPr="003F484F">
              <w:rPr>
                <w:rFonts w:ascii="Aptos" w:eastAsia="Times New Roman" w:hAnsi="Aptos" w:cs="Tahoma"/>
                <w:sz w:val="20"/>
                <w:szCs w:val="20"/>
                <w:lang w:val="en-GB"/>
              </w:rPr>
              <w:t>Specify: _________________</w:t>
            </w:r>
          </w:p>
          <w:p w14:paraId="1C0C6939" w14:textId="77777777" w:rsidR="003F484F" w:rsidRPr="003F484F" w:rsidRDefault="003F484F" w:rsidP="003F484F">
            <w:pPr>
              <w:rPr>
                <w:rFonts w:ascii="Aptos" w:eastAsia="Times New Roman" w:hAnsi="Aptos" w:cs="Tahoma"/>
                <w:sz w:val="20"/>
                <w:szCs w:val="20"/>
                <w:lang w:val="en-GB"/>
              </w:rPr>
            </w:pPr>
          </w:p>
          <w:p w14:paraId="232D65A8" w14:textId="77777777" w:rsidR="003F484F" w:rsidRPr="003F484F" w:rsidRDefault="003F484F" w:rsidP="003F484F">
            <w:pPr>
              <w:rPr>
                <w:rFonts w:ascii="Aptos" w:eastAsia="Times New Roman" w:hAnsi="Aptos" w:cs="Tahoma"/>
                <w:sz w:val="20"/>
                <w:szCs w:val="20"/>
                <w:lang w:val="en-GB"/>
              </w:rPr>
            </w:pPr>
          </w:p>
          <w:p w14:paraId="1FA1AF7B"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8"/>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Not corrected</w:t>
            </w:r>
          </w:p>
          <w:p w14:paraId="18D5C62C" w14:textId="77777777" w:rsidR="003F484F" w:rsidRPr="003F484F" w:rsidRDefault="003F484F" w:rsidP="003F484F">
            <w:pPr>
              <w:rPr>
                <w:rFonts w:ascii="Aptos" w:eastAsia="Times New Roman" w:hAnsi="Aptos" w:cs="Tahoma"/>
                <w:sz w:val="20"/>
                <w:szCs w:val="20"/>
                <w:lang w:val="en-GB"/>
              </w:rPr>
            </w:pPr>
          </w:p>
          <w:p w14:paraId="5C203A35" w14:textId="77777777" w:rsidR="003F484F" w:rsidRPr="003F484F" w:rsidRDefault="003F484F" w:rsidP="003F484F">
            <w:pPr>
              <w:ind w:left="282" w:hanging="282"/>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8"/>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No effect on the system</w:t>
            </w:r>
          </w:p>
        </w:tc>
      </w:tr>
      <w:tr w:rsidR="003F484F" w:rsidRPr="003F484F" w14:paraId="69ED0F50" w14:textId="77777777" w:rsidTr="003F484F">
        <w:trPr>
          <w:trHeight w:val="829"/>
        </w:trPr>
        <w:tc>
          <w:tcPr>
            <w:tcW w:w="788" w:type="dxa"/>
            <w:vMerge/>
          </w:tcPr>
          <w:p w14:paraId="7157EB6D" w14:textId="77777777" w:rsidR="003F484F" w:rsidRPr="003F484F" w:rsidRDefault="003F484F" w:rsidP="003F484F">
            <w:pPr>
              <w:jc w:val="center"/>
              <w:rPr>
                <w:rFonts w:ascii="Aptos" w:eastAsia="Times New Roman" w:hAnsi="Aptos" w:cs="Tahoma"/>
                <w:sz w:val="20"/>
                <w:szCs w:val="20"/>
                <w:lang w:val="en-GB"/>
              </w:rPr>
            </w:pPr>
          </w:p>
        </w:tc>
        <w:tc>
          <w:tcPr>
            <w:tcW w:w="1716" w:type="dxa"/>
            <w:vMerge/>
          </w:tcPr>
          <w:p w14:paraId="54EFACEE" w14:textId="77777777" w:rsidR="003F484F" w:rsidRPr="003F484F" w:rsidRDefault="003F484F" w:rsidP="003F484F">
            <w:pPr>
              <w:rPr>
                <w:rFonts w:ascii="Aptos" w:eastAsia="Times New Roman" w:hAnsi="Aptos" w:cs="Tahoma"/>
                <w:sz w:val="20"/>
                <w:szCs w:val="20"/>
                <w:lang w:val="en-GB"/>
              </w:rPr>
            </w:pPr>
          </w:p>
        </w:tc>
        <w:tc>
          <w:tcPr>
            <w:tcW w:w="2027" w:type="dxa"/>
            <w:gridSpan w:val="2"/>
            <w:tcBorders>
              <w:top w:val="single" w:sz="4" w:space="0" w:color="8496B0"/>
            </w:tcBorders>
          </w:tcPr>
          <w:p w14:paraId="09CA1BBA"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t>Justification:</w:t>
            </w:r>
          </w:p>
        </w:tc>
        <w:tc>
          <w:tcPr>
            <w:tcW w:w="3272" w:type="dxa"/>
            <w:vMerge/>
          </w:tcPr>
          <w:p w14:paraId="29966C50" w14:textId="77777777" w:rsidR="003F484F" w:rsidRPr="003F484F" w:rsidRDefault="003F484F" w:rsidP="003F484F">
            <w:pPr>
              <w:rPr>
                <w:rFonts w:ascii="Aptos" w:eastAsia="Times New Roman" w:hAnsi="Aptos" w:cs="Tahoma"/>
                <w:sz w:val="20"/>
                <w:szCs w:val="20"/>
                <w:lang w:val="en-GB"/>
              </w:rPr>
            </w:pPr>
          </w:p>
        </w:tc>
        <w:tc>
          <w:tcPr>
            <w:tcW w:w="2507" w:type="dxa"/>
            <w:vMerge/>
          </w:tcPr>
          <w:p w14:paraId="0AC60651" w14:textId="77777777" w:rsidR="003F484F" w:rsidRPr="003F484F" w:rsidRDefault="003F484F" w:rsidP="003F484F">
            <w:pPr>
              <w:rPr>
                <w:rFonts w:ascii="Aptos" w:eastAsia="Times New Roman" w:hAnsi="Aptos" w:cs="Tahoma"/>
                <w:sz w:val="20"/>
                <w:szCs w:val="20"/>
                <w:lang w:val="en-GB"/>
              </w:rPr>
            </w:pPr>
          </w:p>
        </w:tc>
      </w:tr>
      <w:tr w:rsidR="003F484F" w:rsidRPr="003F484F" w14:paraId="43A21BAE" w14:textId="77777777" w:rsidTr="003F484F">
        <w:trPr>
          <w:trHeight w:val="750"/>
        </w:trPr>
        <w:tc>
          <w:tcPr>
            <w:tcW w:w="788" w:type="dxa"/>
            <w:vMerge w:val="restart"/>
          </w:tcPr>
          <w:p w14:paraId="4671719D" w14:textId="77777777" w:rsidR="003F484F" w:rsidRPr="003F484F" w:rsidRDefault="003F484F" w:rsidP="003F484F">
            <w:pPr>
              <w:jc w:val="center"/>
              <w:rPr>
                <w:rFonts w:ascii="Aptos" w:eastAsia="Times New Roman" w:hAnsi="Aptos" w:cs="Tahoma"/>
                <w:sz w:val="20"/>
                <w:szCs w:val="20"/>
                <w:lang w:val="en-GB"/>
              </w:rPr>
            </w:pPr>
          </w:p>
        </w:tc>
        <w:tc>
          <w:tcPr>
            <w:tcW w:w="1716" w:type="dxa"/>
            <w:vMerge w:val="restart"/>
          </w:tcPr>
          <w:p w14:paraId="0920700D" w14:textId="77777777" w:rsidR="003F484F" w:rsidRPr="003F484F" w:rsidRDefault="003F484F" w:rsidP="003F484F">
            <w:pPr>
              <w:rPr>
                <w:rFonts w:ascii="Aptos" w:eastAsia="Times New Roman" w:hAnsi="Aptos" w:cs="Tahoma"/>
                <w:sz w:val="20"/>
                <w:szCs w:val="20"/>
                <w:lang w:val="en-GB"/>
              </w:rPr>
            </w:pPr>
          </w:p>
        </w:tc>
        <w:tc>
          <w:tcPr>
            <w:tcW w:w="814" w:type="dxa"/>
          </w:tcPr>
          <w:p w14:paraId="3C77584C"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7"/>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Yes</w:t>
            </w:r>
          </w:p>
          <w:p w14:paraId="49833094" w14:textId="77777777" w:rsidR="003F484F" w:rsidRPr="003F484F" w:rsidRDefault="003F484F" w:rsidP="003F484F">
            <w:pPr>
              <w:rPr>
                <w:rFonts w:ascii="Aptos" w:eastAsia="Times New Roman" w:hAnsi="Aptos" w:cs="Tahoma"/>
                <w:sz w:val="20"/>
                <w:szCs w:val="20"/>
                <w:lang w:val="en-GB"/>
              </w:rPr>
            </w:pPr>
          </w:p>
          <w:p w14:paraId="48EB76DB"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8"/>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No</w:t>
            </w:r>
          </w:p>
        </w:tc>
        <w:tc>
          <w:tcPr>
            <w:tcW w:w="1213" w:type="dxa"/>
          </w:tcPr>
          <w:p w14:paraId="0C3B8847"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7"/>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Yes</w:t>
            </w:r>
          </w:p>
          <w:p w14:paraId="62E7C1AA" w14:textId="77777777" w:rsidR="003F484F" w:rsidRPr="003F484F" w:rsidRDefault="003F484F" w:rsidP="003F484F">
            <w:pPr>
              <w:rPr>
                <w:rFonts w:ascii="Aptos" w:eastAsia="Times New Roman" w:hAnsi="Aptos" w:cs="Tahoma"/>
                <w:sz w:val="20"/>
                <w:szCs w:val="20"/>
                <w:lang w:val="en-GB"/>
              </w:rPr>
            </w:pPr>
          </w:p>
          <w:p w14:paraId="6FFD8799"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8"/>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No</w:t>
            </w:r>
          </w:p>
        </w:tc>
        <w:tc>
          <w:tcPr>
            <w:tcW w:w="3272" w:type="dxa"/>
            <w:vMerge w:val="restart"/>
          </w:tcPr>
          <w:p w14:paraId="6C47E78C"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With effective remedial action</w:t>
            </w:r>
          </w:p>
          <w:p w14:paraId="1D8AE684" w14:textId="77777777" w:rsidR="003F484F" w:rsidRPr="003F484F" w:rsidRDefault="003F484F" w:rsidP="003F484F">
            <w:pPr>
              <w:ind w:left="232"/>
              <w:rPr>
                <w:rFonts w:ascii="Aptos" w:eastAsia="Times New Roman" w:hAnsi="Aptos" w:cs="Tahoma"/>
                <w:sz w:val="20"/>
                <w:szCs w:val="20"/>
                <w:lang w:val="en-GB"/>
              </w:rPr>
            </w:pPr>
            <w:r w:rsidRPr="003F484F">
              <w:rPr>
                <w:rFonts w:ascii="Aptos" w:eastAsia="Times New Roman" w:hAnsi="Aptos" w:cs="Tahoma"/>
                <w:sz w:val="20"/>
                <w:szCs w:val="20"/>
                <w:lang w:val="en-GB"/>
              </w:rPr>
              <w:t>Specify: ____________________</w:t>
            </w:r>
          </w:p>
          <w:p w14:paraId="74BA04C8" w14:textId="77777777" w:rsidR="003F484F" w:rsidRPr="003F484F" w:rsidRDefault="003F484F" w:rsidP="003F484F">
            <w:pPr>
              <w:rPr>
                <w:rFonts w:ascii="Aptos" w:eastAsia="Times New Roman" w:hAnsi="Aptos" w:cs="Tahoma"/>
                <w:sz w:val="20"/>
                <w:szCs w:val="20"/>
                <w:lang w:val="en-GB"/>
              </w:rPr>
            </w:pPr>
          </w:p>
          <w:p w14:paraId="1F565AA7" w14:textId="77777777" w:rsidR="003F484F" w:rsidRPr="003F484F" w:rsidRDefault="003F484F" w:rsidP="003F484F">
            <w:pPr>
              <w:rPr>
                <w:rFonts w:ascii="Aptos" w:eastAsia="Times New Roman" w:hAnsi="Aptos" w:cs="Tahoma"/>
                <w:sz w:val="20"/>
                <w:szCs w:val="20"/>
                <w:lang w:val="en-GB"/>
              </w:rPr>
            </w:pPr>
          </w:p>
          <w:p w14:paraId="4EE08505"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8"/>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Remedial action is not effective</w:t>
            </w:r>
          </w:p>
          <w:p w14:paraId="165BEE2E" w14:textId="77777777" w:rsidR="003F484F" w:rsidRPr="003F484F" w:rsidRDefault="003F484F" w:rsidP="003F484F">
            <w:pPr>
              <w:rPr>
                <w:rFonts w:ascii="Aptos" w:eastAsia="Times New Roman" w:hAnsi="Aptos" w:cs="Tahoma"/>
                <w:sz w:val="20"/>
                <w:szCs w:val="20"/>
                <w:lang w:val="en-GB"/>
              </w:rPr>
            </w:pPr>
          </w:p>
          <w:p w14:paraId="5FCD1AA0"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8"/>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Not provided with remedial action</w:t>
            </w:r>
          </w:p>
        </w:tc>
        <w:tc>
          <w:tcPr>
            <w:tcW w:w="2507" w:type="dxa"/>
            <w:vMerge w:val="restart"/>
            <w:tcBorders>
              <w:right w:val="single" w:sz="4" w:space="0" w:color="8496B0"/>
            </w:tcBorders>
          </w:tcPr>
          <w:p w14:paraId="5A8343A4"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Corrected</w:t>
            </w:r>
          </w:p>
          <w:p w14:paraId="78C6CA69" w14:textId="77777777" w:rsidR="003F484F" w:rsidRPr="003F484F" w:rsidRDefault="003F484F" w:rsidP="003F484F">
            <w:pPr>
              <w:ind w:left="232"/>
              <w:rPr>
                <w:rFonts w:ascii="Aptos" w:eastAsia="Times New Roman" w:hAnsi="Aptos" w:cs="Tahoma"/>
                <w:sz w:val="20"/>
                <w:szCs w:val="20"/>
                <w:lang w:val="en-GB"/>
              </w:rPr>
            </w:pPr>
            <w:r w:rsidRPr="003F484F">
              <w:rPr>
                <w:rFonts w:ascii="Aptos" w:eastAsia="Times New Roman" w:hAnsi="Aptos" w:cs="Tahoma"/>
                <w:sz w:val="20"/>
                <w:szCs w:val="20"/>
                <w:lang w:val="en-GB"/>
              </w:rPr>
              <w:t>Specify: _________________</w:t>
            </w:r>
          </w:p>
          <w:p w14:paraId="7D500432" w14:textId="77777777" w:rsidR="003F484F" w:rsidRPr="003F484F" w:rsidRDefault="003F484F" w:rsidP="003F484F">
            <w:pPr>
              <w:rPr>
                <w:rFonts w:ascii="Aptos" w:eastAsia="Times New Roman" w:hAnsi="Aptos" w:cs="Tahoma"/>
                <w:sz w:val="20"/>
                <w:szCs w:val="20"/>
                <w:lang w:val="en-GB"/>
              </w:rPr>
            </w:pPr>
          </w:p>
          <w:p w14:paraId="01BDDB25" w14:textId="77777777" w:rsidR="003F484F" w:rsidRPr="003F484F" w:rsidRDefault="003F484F" w:rsidP="003F484F">
            <w:pPr>
              <w:rPr>
                <w:rFonts w:ascii="Aptos" w:eastAsia="Times New Roman" w:hAnsi="Aptos" w:cs="Tahoma"/>
                <w:sz w:val="20"/>
                <w:szCs w:val="20"/>
                <w:lang w:val="en-GB"/>
              </w:rPr>
            </w:pPr>
          </w:p>
          <w:p w14:paraId="6B8CB9FC"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8"/>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Not corrected</w:t>
            </w:r>
          </w:p>
          <w:p w14:paraId="10C7E473" w14:textId="77777777" w:rsidR="003F484F" w:rsidRPr="003F484F" w:rsidRDefault="003F484F" w:rsidP="003F484F">
            <w:pPr>
              <w:rPr>
                <w:rFonts w:ascii="Aptos" w:eastAsia="Times New Roman" w:hAnsi="Aptos" w:cs="Tahoma"/>
                <w:sz w:val="20"/>
                <w:szCs w:val="20"/>
                <w:lang w:val="en-GB"/>
              </w:rPr>
            </w:pPr>
          </w:p>
          <w:p w14:paraId="5F93C965" w14:textId="77777777" w:rsidR="003F484F" w:rsidRPr="003F484F" w:rsidRDefault="003F484F" w:rsidP="003F484F">
            <w:pPr>
              <w:ind w:left="282" w:hanging="282"/>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8"/>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No effect on the system</w:t>
            </w:r>
          </w:p>
        </w:tc>
      </w:tr>
      <w:tr w:rsidR="003F484F" w:rsidRPr="003F484F" w14:paraId="5ED5A46E" w14:textId="77777777" w:rsidTr="003F484F">
        <w:trPr>
          <w:trHeight w:val="783"/>
        </w:trPr>
        <w:tc>
          <w:tcPr>
            <w:tcW w:w="788" w:type="dxa"/>
            <w:vMerge/>
          </w:tcPr>
          <w:p w14:paraId="3D0CC2F2" w14:textId="77777777" w:rsidR="003F484F" w:rsidRPr="003F484F" w:rsidRDefault="003F484F" w:rsidP="003F484F">
            <w:pPr>
              <w:jc w:val="center"/>
              <w:rPr>
                <w:rFonts w:ascii="Aptos" w:eastAsia="Times New Roman" w:hAnsi="Aptos" w:cs="Tahoma"/>
                <w:sz w:val="20"/>
                <w:szCs w:val="20"/>
                <w:lang w:val="en-GB"/>
              </w:rPr>
            </w:pPr>
          </w:p>
        </w:tc>
        <w:tc>
          <w:tcPr>
            <w:tcW w:w="1716" w:type="dxa"/>
            <w:vMerge/>
          </w:tcPr>
          <w:p w14:paraId="2D9F847F" w14:textId="77777777" w:rsidR="003F484F" w:rsidRPr="003F484F" w:rsidRDefault="003F484F" w:rsidP="003F484F">
            <w:pPr>
              <w:rPr>
                <w:rFonts w:ascii="Aptos" w:eastAsia="Times New Roman" w:hAnsi="Aptos" w:cs="Tahoma"/>
                <w:sz w:val="20"/>
                <w:szCs w:val="20"/>
                <w:lang w:val="en-GB"/>
              </w:rPr>
            </w:pPr>
          </w:p>
        </w:tc>
        <w:tc>
          <w:tcPr>
            <w:tcW w:w="2027" w:type="dxa"/>
            <w:gridSpan w:val="2"/>
          </w:tcPr>
          <w:p w14:paraId="5BAADA05"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t>Justification:</w:t>
            </w:r>
          </w:p>
        </w:tc>
        <w:tc>
          <w:tcPr>
            <w:tcW w:w="3272" w:type="dxa"/>
            <w:vMerge/>
          </w:tcPr>
          <w:p w14:paraId="447AE282" w14:textId="77777777" w:rsidR="003F484F" w:rsidRPr="003F484F" w:rsidRDefault="003F484F" w:rsidP="003F484F">
            <w:pPr>
              <w:rPr>
                <w:rFonts w:ascii="Aptos" w:eastAsia="Times New Roman" w:hAnsi="Aptos" w:cs="Tahoma"/>
                <w:sz w:val="20"/>
                <w:szCs w:val="20"/>
                <w:lang w:val="en-GB"/>
              </w:rPr>
            </w:pPr>
          </w:p>
        </w:tc>
        <w:tc>
          <w:tcPr>
            <w:tcW w:w="2507" w:type="dxa"/>
            <w:vMerge/>
          </w:tcPr>
          <w:p w14:paraId="39507642" w14:textId="77777777" w:rsidR="003F484F" w:rsidRPr="003F484F" w:rsidRDefault="003F484F" w:rsidP="003F484F">
            <w:pPr>
              <w:rPr>
                <w:rFonts w:ascii="Aptos" w:eastAsia="Times New Roman" w:hAnsi="Aptos" w:cs="Tahoma"/>
                <w:sz w:val="20"/>
                <w:szCs w:val="20"/>
                <w:lang w:val="en-GB"/>
              </w:rPr>
            </w:pPr>
          </w:p>
        </w:tc>
      </w:tr>
      <w:tr w:rsidR="003F484F" w:rsidRPr="003F484F" w14:paraId="0AC293C3" w14:textId="77777777" w:rsidTr="003F484F">
        <w:trPr>
          <w:trHeight w:val="750"/>
        </w:trPr>
        <w:tc>
          <w:tcPr>
            <w:tcW w:w="788" w:type="dxa"/>
            <w:vMerge w:val="restart"/>
          </w:tcPr>
          <w:p w14:paraId="451203BA" w14:textId="77777777" w:rsidR="003F484F" w:rsidRPr="003F484F" w:rsidRDefault="003F484F" w:rsidP="003F484F">
            <w:pPr>
              <w:jc w:val="center"/>
              <w:rPr>
                <w:rFonts w:ascii="Aptos" w:eastAsia="Times New Roman" w:hAnsi="Aptos" w:cs="Tahoma"/>
                <w:sz w:val="20"/>
                <w:szCs w:val="20"/>
                <w:lang w:val="en-GB"/>
              </w:rPr>
            </w:pPr>
          </w:p>
        </w:tc>
        <w:tc>
          <w:tcPr>
            <w:tcW w:w="1716" w:type="dxa"/>
            <w:vMerge w:val="restart"/>
          </w:tcPr>
          <w:p w14:paraId="5F25C265" w14:textId="77777777" w:rsidR="003F484F" w:rsidRPr="003F484F" w:rsidRDefault="003F484F" w:rsidP="003F484F">
            <w:pPr>
              <w:rPr>
                <w:rFonts w:ascii="Aptos" w:eastAsia="Times New Roman" w:hAnsi="Aptos" w:cs="Tahoma"/>
                <w:sz w:val="20"/>
                <w:szCs w:val="20"/>
                <w:lang w:val="en-GB"/>
              </w:rPr>
            </w:pPr>
          </w:p>
        </w:tc>
        <w:tc>
          <w:tcPr>
            <w:tcW w:w="814" w:type="dxa"/>
          </w:tcPr>
          <w:p w14:paraId="469F9600"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7"/>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Yes</w:t>
            </w:r>
          </w:p>
          <w:p w14:paraId="734A5AC2" w14:textId="77777777" w:rsidR="003F484F" w:rsidRPr="003F484F" w:rsidRDefault="003F484F" w:rsidP="003F484F">
            <w:pPr>
              <w:rPr>
                <w:rFonts w:ascii="Aptos" w:eastAsia="Times New Roman" w:hAnsi="Aptos" w:cs="Tahoma"/>
                <w:sz w:val="20"/>
                <w:szCs w:val="20"/>
                <w:lang w:val="en-GB"/>
              </w:rPr>
            </w:pPr>
          </w:p>
          <w:p w14:paraId="0688BFBD"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8"/>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No</w:t>
            </w:r>
          </w:p>
        </w:tc>
        <w:tc>
          <w:tcPr>
            <w:tcW w:w="1213" w:type="dxa"/>
          </w:tcPr>
          <w:p w14:paraId="4730617E"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7"/>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Yes</w:t>
            </w:r>
          </w:p>
          <w:p w14:paraId="26190294" w14:textId="77777777" w:rsidR="003F484F" w:rsidRPr="003F484F" w:rsidRDefault="003F484F" w:rsidP="003F484F">
            <w:pPr>
              <w:rPr>
                <w:rFonts w:ascii="Aptos" w:eastAsia="Times New Roman" w:hAnsi="Aptos" w:cs="Tahoma"/>
                <w:sz w:val="20"/>
                <w:szCs w:val="20"/>
                <w:lang w:val="en-GB"/>
              </w:rPr>
            </w:pPr>
          </w:p>
          <w:p w14:paraId="2884BF82"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8"/>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No</w:t>
            </w:r>
          </w:p>
        </w:tc>
        <w:tc>
          <w:tcPr>
            <w:tcW w:w="3272" w:type="dxa"/>
            <w:vMerge w:val="restart"/>
          </w:tcPr>
          <w:p w14:paraId="07B3AC9B"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With effective remedial action</w:t>
            </w:r>
          </w:p>
          <w:p w14:paraId="12F169A3" w14:textId="77777777" w:rsidR="003F484F" w:rsidRPr="003F484F" w:rsidRDefault="003F484F" w:rsidP="003F484F">
            <w:pPr>
              <w:ind w:left="232"/>
              <w:rPr>
                <w:rFonts w:ascii="Aptos" w:eastAsia="Times New Roman" w:hAnsi="Aptos" w:cs="Tahoma"/>
                <w:sz w:val="20"/>
                <w:szCs w:val="20"/>
                <w:lang w:val="en-GB"/>
              </w:rPr>
            </w:pPr>
            <w:r w:rsidRPr="003F484F">
              <w:rPr>
                <w:rFonts w:ascii="Aptos" w:eastAsia="Times New Roman" w:hAnsi="Aptos" w:cs="Tahoma"/>
                <w:sz w:val="20"/>
                <w:szCs w:val="20"/>
                <w:lang w:val="en-GB"/>
              </w:rPr>
              <w:t>Specify: ____________________</w:t>
            </w:r>
          </w:p>
          <w:p w14:paraId="526E55F3" w14:textId="77777777" w:rsidR="003F484F" w:rsidRPr="003F484F" w:rsidRDefault="003F484F" w:rsidP="003F484F">
            <w:pPr>
              <w:rPr>
                <w:rFonts w:ascii="Aptos" w:eastAsia="Times New Roman" w:hAnsi="Aptos" w:cs="Tahoma"/>
                <w:sz w:val="20"/>
                <w:szCs w:val="20"/>
                <w:lang w:val="en-GB"/>
              </w:rPr>
            </w:pPr>
          </w:p>
          <w:p w14:paraId="6DE42CE8" w14:textId="77777777" w:rsidR="003F484F" w:rsidRPr="003F484F" w:rsidRDefault="003F484F" w:rsidP="003F484F">
            <w:pPr>
              <w:rPr>
                <w:rFonts w:ascii="Aptos" w:eastAsia="Times New Roman" w:hAnsi="Aptos" w:cs="Tahoma"/>
                <w:sz w:val="20"/>
                <w:szCs w:val="20"/>
                <w:lang w:val="en-GB"/>
              </w:rPr>
            </w:pPr>
          </w:p>
          <w:p w14:paraId="659BB41E"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8"/>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Remedial action is not effective</w:t>
            </w:r>
          </w:p>
          <w:p w14:paraId="2159DC0F" w14:textId="77777777" w:rsidR="003F484F" w:rsidRPr="003F484F" w:rsidRDefault="003F484F" w:rsidP="003F484F">
            <w:pPr>
              <w:rPr>
                <w:rFonts w:ascii="Aptos" w:eastAsia="Times New Roman" w:hAnsi="Aptos" w:cs="Tahoma"/>
                <w:sz w:val="20"/>
                <w:szCs w:val="20"/>
                <w:lang w:val="en-GB"/>
              </w:rPr>
            </w:pPr>
          </w:p>
          <w:p w14:paraId="0F5BFA47"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8"/>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Not provided with remedial action</w:t>
            </w:r>
          </w:p>
        </w:tc>
        <w:tc>
          <w:tcPr>
            <w:tcW w:w="2507" w:type="dxa"/>
            <w:vMerge w:val="restart"/>
            <w:tcBorders>
              <w:right w:val="single" w:sz="4" w:space="0" w:color="8496B0"/>
            </w:tcBorders>
          </w:tcPr>
          <w:p w14:paraId="569D2C91"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7"/>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Corrected</w:t>
            </w:r>
          </w:p>
          <w:p w14:paraId="66C3880C" w14:textId="77777777" w:rsidR="003F484F" w:rsidRPr="003F484F" w:rsidRDefault="003F484F" w:rsidP="003F484F">
            <w:pPr>
              <w:ind w:left="232"/>
              <w:rPr>
                <w:rFonts w:ascii="Aptos" w:eastAsia="Times New Roman" w:hAnsi="Aptos" w:cs="Tahoma"/>
                <w:sz w:val="20"/>
                <w:szCs w:val="20"/>
                <w:lang w:val="en-GB"/>
              </w:rPr>
            </w:pPr>
            <w:r w:rsidRPr="003F484F">
              <w:rPr>
                <w:rFonts w:ascii="Aptos" w:eastAsia="Times New Roman" w:hAnsi="Aptos" w:cs="Tahoma"/>
                <w:sz w:val="20"/>
                <w:szCs w:val="20"/>
                <w:lang w:val="en-GB"/>
              </w:rPr>
              <w:t>Specify: _________________</w:t>
            </w:r>
          </w:p>
          <w:p w14:paraId="7647183C" w14:textId="77777777" w:rsidR="003F484F" w:rsidRPr="003F484F" w:rsidRDefault="003F484F" w:rsidP="003F484F">
            <w:pPr>
              <w:rPr>
                <w:rFonts w:ascii="Aptos" w:eastAsia="Times New Roman" w:hAnsi="Aptos" w:cs="Tahoma"/>
                <w:sz w:val="20"/>
                <w:szCs w:val="20"/>
                <w:lang w:val="en-GB"/>
              </w:rPr>
            </w:pPr>
          </w:p>
          <w:p w14:paraId="2079BADF" w14:textId="77777777" w:rsidR="003F484F" w:rsidRPr="003F484F" w:rsidRDefault="003F484F" w:rsidP="003F484F">
            <w:pPr>
              <w:rPr>
                <w:rFonts w:ascii="Aptos" w:eastAsia="Times New Roman" w:hAnsi="Aptos" w:cs="Tahoma"/>
                <w:sz w:val="20"/>
                <w:szCs w:val="20"/>
                <w:lang w:val="en-GB"/>
              </w:rPr>
            </w:pPr>
          </w:p>
          <w:p w14:paraId="7902C743"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8"/>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Not corrected</w:t>
            </w:r>
          </w:p>
          <w:p w14:paraId="7AA355C4" w14:textId="77777777" w:rsidR="003F484F" w:rsidRPr="003F484F" w:rsidRDefault="003F484F" w:rsidP="003F484F">
            <w:pPr>
              <w:rPr>
                <w:rFonts w:ascii="Aptos" w:eastAsia="Times New Roman" w:hAnsi="Aptos" w:cs="Tahoma"/>
                <w:sz w:val="20"/>
                <w:szCs w:val="20"/>
                <w:lang w:val="en-GB"/>
              </w:rPr>
            </w:pPr>
          </w:p>
          <w:p w14:paraId="671E26C7" w14:textId="77777777" w:rsidR="003F484F" w:rsidRPr="003F484F" w:rsidRDefault="003F484F" w:rsidP="003F484F">
            <w:pPr>
              <w:ind w:left="282" w:hanging="282"/>
              <w:rPr>
                <w:rFonts w:ascii="Aptos" w:eastAsia="Times New Roman" w:hAnsi="Aptos" w:cs="Tahoma"/>
                <w:b/>
                <w:bCs/>
                <w:sz w:val="20"/>
                <w:szCs w:val="20"/>
                <w:lang w:val="en-GB"/>
              </w:rPr>
            </w:pPr>
            <w:r w:rsidRPr="003F484F">
              <w:rPr>
                <w:rFonts w:ascii="Aptos" w:eastAsia="Times New Roman" w:hAnsi="Aptos" w:cs="Tahoma"/>
                <w:sz w:val="20"/>
                <w:szCs w:val="20"/>
                <w:lang w:val="en-GB"/>
              </w:rPr>
              <w:fldChar w:fldCharType="begin">
                <w:ffData>
                  <w:name w:val=""/>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No effect on the system</w:t>
            </w:r>
          </w:p>
        </w:tc>
      </w:tr>
      <w:tr w:rsidR="003F484F" w:rsidRPr="003F484F" w14:paraId="356F4A64" w14:textId="77777777" w:rsidTr="003F484F">
        <w:trPr>
          <w:trHeight w:val="783"/>
        </w:trPr>
        <w:tc>
          <w:tcPr>
            <w:tcW w:w="788" w:type="dxa"/>
            <w:vMerge/>
          </w:tcPr>
          <w:p w14:paraId="65AB4FCB" w14:textId="77777777" w:rsidR="003F484F" w:rsidRPr="003F484F" w:rsidRDefault="003F484F" w:rsidP="003F484F">
            <w:pPr>
              <w:jc w:val="center"/>
              <w:rPr>
                <w:rFonts w:ascii="Aptos" w:eastAsia="Times New Roman" w:hAnsi="Aptos" w:cs="Tahoma"/>
                <w:sz w:val="20"/>
                <w:szCs w:val="20"/>
                <w:lang w:val="en-GB"/>
              </w:rPr>
            </w:pPr>
          </w:p>
        </w:tc>
        <w:tc>
          <w:tcPr>
            <w:tcW w:w="1716" w:type="dxa"/>
            <w:vMerge/>
          </w:tcPr>
          <w:p w14:paraId="7821022C" w14:textId="77777777" w:rsidR="003F484F" w:rsidRPr="003F484F" w:rsidRDefault="003F484F" w:rsidP="003F484F">
            <w:pPr>
              <w:rPr>
                <w:rFonts w:ascii="Aptos" w:eastAsia="Times New Roman" w:hAnsi="Aptos" w:cs="Tahoma"/>
                <w:sz w:val="20"/>
                <w:szCs w:val="20"/>
                <w:lang w:val="en-GB"/>
              </w:rPr>
            </w:pPr>
          </w:p>
        </w:tc>
        <w:tc>
          <w:tcPr>
            <w:tcW w:w="2027" w:type="dxa"/>
            <w:gridSpan w:val="2"/>
          </w:tcPr>
          <w:p w14:paraId="255D539D"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t>Justification:</w:t>
            </w:r>
          </w:p>
        </w:tc>
        <w:tc>
          <w:tcPr>
            <w:tcW w:w="3272" w:type="dxa"/>
            <w:vMerge/>
          </w:tcPr>
          <w:p w14:paraId="085D6AA8" w14:textId="77777777" w:rsidR="003F484F" w:rsidRPr="003F484F" w:rsidRDefault="003F484F" w:rsidP="003F484F">
            <w:pPr>
              <w:rPr>
                <w:rFonts w:ascii="Aptos" w:eastAsia="Times New Roman" w:hAnsi="Aptos" w:cs="Tahoma"/>
                <w:sz w:val="20"/>
                <w:szCs w:val="20"/>
                <w:lang w:val="en-GB"/>
              </w:rPr>
            </w:pPr>
          </w:p>
        </w:tc>
        <w:tc>
          <w:tcPr>
            <w:tcW w:w="2507" w:type="dxa"/>
            <w:vMerge/>
          </w:tcPr>
          <w:p w14:paraId="02D1607D" w14:textId="77777777" w:rsidR="003F484F" w:rsidRPr="003F484F" w:rsidRDefault="003F484F" w:rsidP="003F484F">
            <w:pPr>
              <w:rPr>
                <w:rFonts w:ascii="Aptos" w:eastAsia="Times New Roman" w:hAnsi="Aptos" w:cs="Tahoma"/>
                <w:sz w:val="20"/>
                <w:szCs w:val="20"/>
                <w:lang w:val="en-GB"/>
              </w:rPr>
            </w:pPr>
          </w:p>
        </w:tc>
      </w:tr>
      <w:tr w:rsidR="003F484F" w:rsidRPr="003F484F" w14:paraId="1CDF67EC" w14:textId="77777777" w:rsidTr="003F484F">
        <w:trPr>
          <w:trHeight w:val="674"/>
        </w:trPr>
        <w:tc>
          <w:tcPr>
            <w:tcW w:w="3318" w:type="dxa"/>
            <w:gridSpan w:val="3"/>
            <w:tcBorders>
              <w:bottom w:val="single" w:sz="4" w:space="0" w:color="8496B0"/>
              <w:right w:val="nil"/>
            </w:tcBorders>
          </w:tcPr>
          <w:p w14:paraId="0985B3E7"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lastRenderedPageBreak/>
              <w:t>Evaluation at the aggregate level:</w:t>
            </w:r>
          </w:p>
        </w:tc>
        <w:tc>
          <w:tcPr>
            <w:tcW w:w="1213" w:type="dxa"/>
            <w:tcBorders>
              <w:left w:val="nil"/>
              <w:bottom w:val="single" w:sz="4" w:space="0" w:color="8496B0"/>
              <w:right w:val="single" w:sz="4" w:space="0" w:color="8496B0"/>
            </w:tcBorders>
          </w:tcPr>
          <w:p w14:paraId="695359AA"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Check7"/>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Severe</w:t>
            </w:r>
          </w:p>
          <w:p w14:paraId="3DA3CA2A" w14:textId="77777777" w:rsidR="003F484F" w:rsidRPr="003F484F" w:rsidRDefault="003F484F" w:rsidP="003F484F">
            <w:pPr>
              <w:rPr>
                <w:rFonts w:ascii="Aptos" w:eastAsia="Times New Roman" w:hAnsi="Aptos" w:cs="Tahoma"/>
                <w:sz w:val="20"/>
                <w:szCs w:val="20"/>
                <w:lang w:val="en-GB"/>
              </w:rPr>
            </w:pPr>
          </w:p>
          <w:p w14:paraId="4F8F8D51"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fldChar w:fldCharType="begin">
                <w:ffData>
                  <w:name w:val=""/>
                  <w:enabled/>
                  <w:calcOnExit w:val="0"/>
                  <w:checkBox>
                    <w:sizeAuto/>
                    <w:default w:val="0"/>
                  </w:checkBox>
                </w:ffData>
              </w:fldChar>
            </w:r>
            <w:r w:rsidRPr="003F484F">
              <w:rPr>
                <w:rFonts w:ascii="Aptos" w:eastAsia="Times New Roman" w:hAnsi="Aptos" w:cs="Tahoma"/>
                <w:sz w:val="20"/>
                <w:szCs w:val="20"/>
                <w:lang w:val="en-GB"/>
              </w:rPr>
              <w:instrText xml:space="preserve"> FORMCHECKBOX </w:instrText>
            </w:r>
            <w:r w:rsidRPr="003F484F">
              <w:rPr>
                <w:rFonts w:ascii="Aptos" w:eastAsia="Times New Roman" w:hAnsi="Aptos" w:cs="Tahoma"/>
                <w:sz w:val="20"/>
                <w:szCs w:val="20"/>
                <w:lang w:val="en-GB"/>
              </w:rPr>
            </w:r>
            <w:r w:rsidRPr="003F484F">
              <w:rPr>
                <w:rFonts w:ascii="Aptos" w:eastAsia="Times New Roman" w:hAnsi="Aptos" w:cs="Tahoma"/>
                <w:sz w:val="20"/>
                <w:szCs w:val="20"/>
                <w:lang w:val="en-GB"/>
              </w:rPr>
              <w:fldChar w:fldCharType="separate"/>
            </w:r>
            <w:r w:rsidRPr="003F484F">
              <w:rPr>
                <w:rFonts w:ascii="Aptos" w:eastAsia="Times New Roman" w:hAnsi="Aptos" w:cs="Tahoma"/>
                <w:sz w:val="20"/>
                <w:szCs w:val="20"/>
                <w:lang w:val="en-GB"/>
              </w:rPr>
              <w:fldChar w:fldCharType="end"/>
            </w:r>
            <w:r w:rsidRPr="003F484F">
              <w:rPr>
                <w:rFonts w:ascii="Aptos" w:eastAsia="Times New Roman" w:hAnsi="Aptos" w:cs="Tahoma"/>
                <w:sz w:val="20"/>
                <w:szCs w:val="20"/>
                <w:lang w:val="en-GB"/>
              </w:rPr>
              <w:t xml:space="preserve"> Pervasive</w:t>
            </w:r>
          </w:p>
        </w:tc>
        <w:tc>
          <w:tcPr>
            <w:tcW w:w="5779" w:type="dxa"/>
            <w:gridSpan w:val="2"/>
            <w:tcBorders>
              <w:left w:val="nil"/>
              <w:bottom w:val="single" w:sz="4" w:space="0" w:color="8496B0"/>
              <w:right w:val="single" w:sz="4" w:space="0" w:color="8496B0"/>
            </w:tcBorders>
          </w:tcPr>
          <w:p w14:paraId="512D3105" w14:textId="77777777" w:rsidR="003F484F" w:rsidRPr="003F484F" w:rsidRDefault="003F484F" w:rsidP="003F484F">
            <w:pPr>
              <w:rPr>
                <w:rFonts w:ascii="Aptos" w:eastAsia="Times New Roman" w:hAnsi="Aptos" w:cs="Tahoma"/>
                <w:sz w:val="20"/>
                <w:szCs w:val="20"/>
                <w:lang w:val="en-GB"/>
              </w:rPr>
            </w:pPr>
          </w:p>
          <w:p w14:paraId="4DBE696D" w14:textId="77777777" w:rsidR="003F484F" w:rsidRPr="003F484F" w:rsidRDefault="003F484F" w:rsidP="003F484F">
            <w:pPr>
              <w:rPr>
                <w:rFonts w:ascii="Aptos" w:eastAsia="Times New Roman" w:hAnsi="Aptos" w:cs="Tahoma"/>
                <w:sz w:val="20"/>
                <w:szCs w:val="20"/>
                <w:lang w:val="en-GB"/>
              </w:rPr>
            </w:pPr>
            <w:r w:rsidRPr="003F484F">
              <w:rPr>
                <w:rFonts w:ascii="Aptos" w:eastAsia="Times New Roman" w:hAnsi="Aptos" w:cs="Tahoma"/>
                <w:sz w:val="20"/>
                <w:szCs w:val="20"/>
                <w:lang w:val="en-GB"/>
              </w:rPr>
              <w:t>Justification:</w:t>
            </w:r>
          </w:p>
        </w:tc>
      </w:tr>
      <w:tr w:rsidR="003F484F" w:rsidRPr="003F484F" w14:paraId="11981463" w14:textId="77777777" w:rsidTr="003F484F">
        <w:trPr>
          <w:trHeight w:val="413"/>
        </w:trPr>
        <w:tc>
          <w:tcPr>
            <w:tcW w:w="10310" w:type="dxa"/>
            <w:gridSpan w:val="6"/>
            <w:tcBorders>
              <w:bottom w:val="nil"/>
              <w:right w:val="single" w:sz="4" w:space="0" w:color="8496B0"/>
            </w:tcBorders>
            <w:shd w:val="clear" w:color="auto" w:fill="D5DCE4"/>
            <w:vAlign w:val="center"/>
          </w:tcPr>
          <w:p w14:paraId="41A27CBC" w14:textId="77777777" w:rsidR="003F484F" w:rsidRPr="003F484F" w:rsidRDefault="003F484F" w:rsidP="003F484F">
            <w:pPr>
              <w:rPr>
                <w:rFonts w:ascii="Aptos" w:eastAsia="Times New Roman" w:hAnsi="Aptos" w:cs="Tahoma"/>
                <w:b/>
                <w:bCs/>
                <w:sz w:val="20"/>
                <w:szCs w:val="20"/>
                <w:lang w:val="en-GB"/>
              </w:rPr>
            </w:pPr>
            <w:r w:rsidRPr="003F484F">
              <w:rPr>
                <w:rFonts w:ascii="Aptos" w:eastAsia="Times New Roman" w:hAnsi="Aptos" w:cs="Tahoma"/>
                <w:b/>
                <w:bCs/>
                <w:sz w:val="20"/>
                <w:szCs w:val="20"/>
                <w:lang w:val="en-GB"/>
              </w:rPr>
              <w:t>Conclusion:</w:t>
            </w:r>
          </w:p>
        </w:tc>
      </w:tr>
      <w:tr w:rsidR="003F484F" w:rsidRPr="003F484F" w14:paraId="0EFC0A14" w14:textId="77777777" w:rsidTr="003F484F">
        <w:trPr>
          <w:trHeight w:val="180"/>
        </w:trPr>
        <w:tc>
          <w:tcPr>
            <w:tcW w:w="10310" w:type="dxa"/>
            <w:gridSpan w:val="6"/>
            <w:tcBorders>
              <w:top w:val="nil"/>
              <w:bottom w:val="nil"/>
              <w:right w:val="single" w:sz="4" w:space="0" w:color="8496B0"/>
            </w:tcBorders>
          </w:tcPr>
          <w:p w14:paraId="1252D683" w14:textId="77777777" w:rsidR="003F484F" w:rsidRPr="003F484F" w:rsidRDefault="003F484F" w:rsidP="003F484F">
            <w:pPr>
              <w:rPr>
                <w:rFonts w:ascii="Aptos" w:eastAsia="Times New Roman" w:hAnsi="Aptos" w:cs="Tahoma"/>
                <w:b/>
                <w:bCs/>
                <w:sz w:val="20"/>
                <w:szCs w:val="20"/>
                <w:lang w:val="en-GB"/>
              </w:rPr>
            </w:pPr>
          </w:p>
        </w:tc>
      </w:tr>
      <w:tr w:rsidR="003F484F" w:rsidRPr="003F484F" w14:paraId="2F09A22B" w14:textId="77777777" w:rsidTr="003F484F">
        <w:trPr>
          <w:trHeight w:val="612"/>
        </w:trPr>
        <w:tc>
          <w:tcPr>
            <w:tcW w:w="10310" w:type="dxa"/>
            <w:gridSpan w:val="6"/>
            <w:tcBorders>
              <w:top w:val="nil"/>
              <w:bottom w:val="nil"/>
              <w:right w:val="single" w:sz="4" w:space="0" w:color="8496B0"/>
            </w:tcBorders>
          </w:tcPr>
          <w:p w14:paraId="761B545D" w14:textId="77777777" w:rsidR="003F484F" w:rsidRPr="003F484F" w:rsidRDefault="003F484F" w:rsidP="003F484F">
            <w:pPr>
              <w:ind w:left="514" w:hanging="357"/>
              <w:rPr>
                <w:rFonts w:ascii="Aptos" w:eastAsia="Times New Roman" w:hAnsi="Aptos" w:cs="Tahoma"/>
                <w:color w:val="0D0D0D"/>
                <w:sz w:val="20"/>
                <w:szCs w:val="20"/>
                <w:lang w:val="en-GB"/>
              </w:rPr>
            </w:pPr>
            <w:r w:rsidRPr="003F484F">
              <w:rPr>
                <w:rFonts w:ascii="Aptos" w:eastAsia="Times New Roman" w:hAnsi="Aptos" w:cs="Tahoma"/>
                <w:color w:val="595959"/>
                <w:sz w:val="20"/>
                <w:szCs w:val="20"/>
                <w:lang w:val="en-GB"/>
              </w:rPr>
              <w:fldChar w:fldCharType="begin">
                <w:ffData>
                  <w:name w:val="Check4"/>
                  <w:enabled/>
                  <w:calcOnExit w:val="0"/>
                  <w:checkBox>
                    <w:sizeAuto/>
                    <w:default w:val="0"/>
                  </w:checkBox>
                </w:ffData>
              </w:fldChar>
            </w:r>
            <w:r w:rsidRPr="003F484F">
              <w:rPr>
                <w:rFonts w:ascii="Aptos" w:eastAsia="Times New Roman" w:hAnsi="Aptos" w:cs="Tahoma"/>
                <w:color w:val="595959"/>
                <w:sz w:val="20"/>
                <w:szCs w:val="20"/>
                <w:lang w:val="en-GB"/>
              </w:rPr>
              <w:instrText xml:space="preserve"> FORMCHECKBOX </w:instrText>
            </w:r>
            <w:r w:rsidRPr="003F484F">
              <w:rPr>
                <w:rFonts w:ascii="Aptos" w:eastAsia="Times New Roman" w:hAnsi="Aptos" w:cs="Tahoma"/>
                <w:color w:val="595959"/>
                <w:sz w:val="20"/>
                <w:szCs w:val="20"/>
                <w:lang w:val="en-GB"/>
              </w:rPr>
            </w:r>
            <w:r w:rsidRPr="003F484F">
              <w:rPr>
                <w:rFonts w:ascii="Aptos" w:eastAsia="Times New Roman" w:hAnsi="Aptos" w:cs="Tahoma"/>
                <w:color w:val="595959"/>
                <w:sz w:val="20"/>
                <w:szCs w:val="20"/>
                <w:lang w:val="en-GB"/>
              </w:rPr>
              <w:fldChar w:fldCharType="separate"/>
            </w:r>
            <w:r w:rsidRPr="003F484F">
              <w:rPr>
                <w:rFonts w:ascii="Aptos" w:eastAsia="Times New Roman" w:hAnsi="Aptos" w:cs="Tahoma"/>
                <w:color w:val="595959"/>
                <w:sz w:val="20"/>
                <w:szCs w:val="20"/>
                <w:lang w:val="en-GB"/>
              </w:rPr>
              <w:fldChar w:fldCharType="end"/>
            </w:r>
            <w:r w:rsidRPr="003F484F">
              <w:rPr>
                <w:rFonts w:ascii="Aptos" w:eastAsia="Times New Roman" w:hAnsi="Aptos" w:cs="Tahoma"/>
                <w:color w:val="595959"/>
                <w:sz w:val="20"/>
                <w:szCs w:val="20"/>
                <w:lang w:val="en-GB"/>
              </w:rPr>
              <w:t xml:space="preserve">    </w:t>
            </w:r>
            <w:r w:rsidRPr="003F484F">
              <w:rPr>
                <w:rFonts w:ascii="Aptos" w:eastAsia="Times New Roman" w:hAnsi="Aptos" w:cs="Tahoma"/>
                <w:color w:val="0D0D0D"/>
                <w:sz w:val="20"/>
                <w:szCs w:val="20"/>
                <w:lang w:val="en-GB"/>
              </w:rPr>
              <w:t xml:space="preserve">The system of audit quality management provides the SAI with reasonable assurance that the objectives of the system are being achieved. </w:t>
            </w:r>
            <w:r w:rsidRPr="003F484F">
              <w:rPr>
                <w:rFonts w:ascii="Aptos" w:eastAsia="Times New Roman" w:hAnsi="Aptos" w:cs="Tahoma"/>
                <w:i/>
                <w:iCs/>
                <w:color w:val="0D0D0D"/>
                <w:sz w:val="20"/>
                <w:szCs w:val="20"/>
                <w:lang w:val="en-GB"/>
              </w:rPr>
              <w:t>(Note: Actions are still needed to address the effect of uncorrected effect of deficiencies, if any)</w:t>
            </w:r>
          </w:p>
          <w:p w14:paraId="11806F58" w14:textId="77777777" w:rsidR="003F484F" w:rsidRPr="003F484F" w:rsidRDefault="003F484F" w:rsidP="003F484F">
            <w:pPr>
              <w:ind w:left="872" w:hanging="357"/>
              <w:rPr>
                <w:rFonts w:ascii="Aptos" w:eastAsia="Times New Roman" w:hAnsi="Aptos" w:cs="Tahoma"/>
                <w:color w:val="595959"/>
                <w:sz w:val="20"/>
                <w:szCs w:val="20"/>
                <w:lang w:val="en-GB"/>
              </w:rPr>
            </w:pPr>
            <w:r w:rsidRPr="003F484F">
              <w:rPr>
                <w:rFonts w:ascii="Aptos" w:eastAsia="Times New Roman" w:hAnsi="Aptos" w:cs="Tahoma"/>
                <w:b/>
                <w:bCs/>
                <w:color w:val="0D0D0D"/>
                <w:sz w:val="20"/>
                <w:szCs w:val="20"/>
                <w:lang w:val="en-GB"/>
              </w:rPr>
              <w:t>Planned actions:</w:t>
            </w:r>
            <w:r w:rsidRPr="003F484F">
              <w:rPr>
                <w:rFonts w:ascii="Aptos" w:eastAsia="Times New Roman" w:hAnsi="Aptos" w:cs="Tahoma"/>
                <w:color w:val="0D0D0D"/>
                <w:sz w:val="20"/>
                <w:szCs w:val="20"/>
                <w:lang w:val="en-GB"/>
              </w:rPr>
              <w:t xml:space="preserve"> (as provided in the details below)</w:t>
            </w:r>
            <w:r w:rsidRPr="003F484F">
              <w:rPr>
                <w:rFonts w:ascii="Aptos" w:eastAsia="Times New Roman" w:hAnsi="Aptos" w:cs="Tahoma"/>
                <w:color w:val="595959"/>
                <w:sz w:val="20"/>
                <w:szCs w:val="20"/>
                <w:lang w:val="en-GB"/>
              </w:rPr>
              <w:t>___________________________________________________________________________________________</w:t>
            </w:r>
          </w:p>
          <w:p w14:paraId="073C4AAE" w14:textId="77777777" w:rsidR="003F484F" w:rsidRPr="003F484F" w:rsidRDefault="003F484F" w:rsidP="003F484F">
            <w:pPr>
              <w:ind w:left="514" w:hanging="357"/>
              <w:rPr>
                <w:rFonts w:ascii="Aptos" w:eastAsia="Times New Roman" w:hAnsi="Aptos" w:cs="Tahoma"/>
                <w:sz w:val="20"/>
                <w:szCs w:val="20"/>
                <w:lang w:val="en-GB"/>
              </w:rPr>
            </w:pPr>
          </w:p>
        </w:tc>
      </w:tr>
      <w:tr w:rsidR="003F484F" w:rsidRPr="003F484F" w14:paraId="176CA549" w14:textId="77777777" w:rsidTr="003F484F">
        <w:trPr>
          <w:trHeight w:val="657"/>
        </w:trPr>
        <w:tc>
          <w:tcPr>
            <w:tcW w:w="10310" w:type="dxa"/>
            <w:gridSpan w:val="6"/>
            <w:tcBorders>
              <w:top w:val="nil"/>
              <w:bottom w:val="nil"/>
              <w:right w:val="single" w:sz="4" w:space="0" w:color="8496B0"/>
            </w:tcBorders>
          </w:tcPr>
          <w:p w14:paraId="1F9F24DD" w14:textId="77777777" w:rsidR="003F484F" w:rsidRPr="003F484F" w:rsidRDefault="003F484F" w:rsidP="003F484F">
            <w:pPr>
              <w:ind w:left="514" w:hanging="357"/>
              <w:rPr>
                <w:rFonts w:ascii="Aptos" w:eastAsia="Times New Roman" w:hAnsi="Aptos" w:cs="Tahoma"/>
                <w:color w:val="0D0D0D"/>
                <w:sz w:val="20"/>
                <w:szCs w:val="20"/>
                <w:lang w:val="en-GB"/>
              </w:rPr>
            </w:pPr>
            <w:r w:rsidRPr="003F484F">
              <w:rPr>
                <w:rFonts w:ascii="Aptos" w:eastAsia="Times New Roman" w:hAnsi="Aptos" w:cs="Tahoma"/>
                <w:color w:val="595959"/>
                <w:sz w:val="20"/>
                <w:szCs w:val="20"/>
                <w:lang w:val="en-GB"/>
              </w:rPr>
              <w:fldChar w:fldCharType="begin">
                <w:ffData>
                  <w:name w:val="Check5"/>
                  <w:enabled/>
                  <w:calcOnExit w:val="0"/>
                  <w:checkBox>
                    <w:sizeAuto/>
                    <w:default w:val="0"/>
                  </w:checkBox>
                </w:ffData>
              </w:fldChar>
            </w:r>
            <w:bookmarkStart w:id="1" w:name="Check5"/>
            <w:r w:rsidRPr="003F484F">
              <w:rPr>
                <w:rFonts w:ascii="Aptos" w:eastAsia="Times New Roman" w:hAnsi="Aptos" w:cs="Tahoma"/>
                <w:color w:val="595959"/>
                <w:sz w:val="20"/>
                <w:szCs w:val="20"/>
                <w:lang w:val="en-GB"/>
              </w:rPr>
              <w:instrText xml:space="preserve"> FORMCHECKBOX </w:instrText>
            </w:r>
            <w:r w:rsidRPr="003F484F">
              <w:rPr>
                <w:rFonts w:ascii="Aptos" w:eastAsia="Times New Roman" w:hAnsi="Aptos" w:cs="Tahoma"/>
                <w:color w:val="595959"/>
                <w:sz w:val="20"/>
                <w:szCs w:val="20"/>
                <w:lang w:val="en-GB"/>
              </w:rPr>
            </w:r>
            <w:r w:rsidRPr="003F484F">
              <w:rPr>
                <w:rFonts w:ascii="Aptos" w:eastAsia="Times New Roman" w:hAnsi="Aptos" w:cs="Tahoma"/>
                <w:color w:val="595959"/>
                <w:sz w:val="20"/>
                <w:szCs w:val="20"/>
                <w:lang w:val="en-GB"/>
              </w:rPr>
              <w:fldChar w:fldCharType="separate"/>
            </w:r>
            <w:r w:rsidRPr="003F484F">
              <w:rPr>
                <w:rFonts w:ascii="Aptos" w:eastAsia="Times New Roman" w:hAnsi="Aptos" w:cs="Tahoma"/>
                <w:color w:val="595959"/>
                <w:sz w:val="20"/>
                <w:szCs w:val="20"/>
                <w:lang w:val="en-GB"/>
              </w:rPr>
              <w:fldChar w:fldCharType="end"/>
            </w:r>
            <w:bookmarkEnd w:id="1"/>
            <w:r w:rsidRPr="003F484F">
              <w:rPr>
                <w:rFonts w:ascii="Aptos" w:eastAsia="Times New Roman" w:hAnsi="Aptos" w:cs="Tahoma"/>
                <w:color w:val="595959"/>
                <w:sz w:val="20"/>
                <w:szCs w:val="20"/>
                <w:lang w:val="en-GB"/>
              </w:rPr>
              <w:t xml:space="preserve">    </w:t>
            </w:r>
            <w:r w:rsidRPr="003F484F">
              <w:rPr>
                <w:rFonts w:ascii="Aptos" w:eastAsia="Times New Roman" w:hAnsi="Aptos" w:cs="Tahoma"/>
                <w:color w:val="0D0D0D"/>
                <w:sz w:val="20"/>
                <w:szCs w:val="20"/>
                <w:lang w:val="en-GB"/>
              </w:rPr>
              <w:t>Except for matters related to identified deficiencies that have a severe but not pervasive effect, the system of audit quality management provides the SAI with reasonable assurance that the objectives of the system are being achieved.</w:t>
            </w:r>
          </w:p>
          <w:p w14:paraId="3755F293" w14:textId="77777777" w:rsidR="003F484F" w:rsidRPr="003F484F" w:rsidRDefault="003F484F" w:rsidP="003F484F">
            <w:pPr>
              <w:ind w:left="1594" w:hanging="1074"/>
              <w:rPr>
                <w:rFonts w:ascii="Aptos" w:eastAsia="Times New Roman" w:hAnsi="Aptos" w:cs="Tahoma"/>
                <w:color w:val="595959"/>
                <w:sz w:val="20"/>
                <w:szCs w:val="20"/>
              </w:rPr>
            </w:pPr>
            <w:r w:rsidRPr="003F484F">
              <w:rPr>
                <w:rFonts w:ascii="Aptos" w:eastAsia="Times New Roman" w:hAnsi="Aptos" w:cs="Tahoma"/>
                <w:b/>
                <w:bCs/>
                <w:color w:val="0D0D0D"/>
                <w:sz w:val="20"/>
                <w:szCs w:val="20"/>
              </w:rPr>
              <w:t>Planned actions:</w:t>
            </w:r>
            <w:r w:rsidRPr="003F484F">
              <w:rPr>
                <w:rFonts w:ascii="Aptos" w:eastAsia="Times New Roman" w:hAnsi="Aptos" w:cs="Tahoma"/>
                <w:color w:val="0D0D0D"/>
                <w:sz w:val="20"/>
                <w:szCs w:val="20"/>
              </w:rPr>
              <w:t xml:space="preserve"> </w:t>
            </w:r>
            <w:r w:rsidRPr="003F484F">
              <w:rPr>
                <w:rFonts w:ascii="Aptos" w:eastAsia="Times New Roman" w:hAnsi="Aptos" w:cs="Tahoma"/>
                <w:color w:val="595959"/>
                <w:sz w:val="20"/>
                <w:szCs w:val="20"/>
                <w:u w:val="single"/>
              </w:rPr>
              <w:t>___(as provided in the details below)__________________________________________________________________________________</w:t>
            </w:r>
          </w:p>
          <w:p w14:paraId="7747C565" w14:textId="77777777" w:rsidR="003F484F" w:rsidRPr="003F484F" w:rsidRDefault="003F484F" w:rsidP="003F484F">
            <w:pPr>
              <w:ind w:left="877" w:hanging="357"/>
              <w:rPr>
                <w:rFonts w:ascii="Aptos" w:eastAsia="Times New Roman" w:hAnsi="Aptos" w:cs="Tahoma"/>
                <w:color w:val="595959"/>
                <w:sz w:val="20"/>
                <w:szCs w:val="20"/>
                <w:lang w:val="en-GB"/>
              </w:rPr>
            </w:pPr>
          </w:p>
        </w:tc>
      </w:tr>
      <w:tr w:rsidR="003F484F" w:rsidRPr="003F484F" w14:paraId="25DBB541" w14:textId="77777777" w:rsidTr="003F484F">
        <w:trPr>
          <w:trHeight w:val="666"/>
        </w:trPr>
        <w:tc>
          <w:tcPr>
            <w:tcW w:w="10310" w:type="dxa"/>
            <w:gridSpan w:val="6"/>
            <w:tcBorders>
              <w:top w:val="nil"/>
              <w:right w:val="single" w:sz="4" w:space="0" w:color="8496B0"/>
            </w:tcBorders>
          </w:tcPr>
          <w:p w14:paraId="3E0DA315" w14:textId="77777777" w:rsidR="003F484F" w:rsidRPr="003F484F" w:rsidRDefault="003F484F" w:rsidP="003F484F">
            <w:pPr>
              <w:ind w:left="514" w:hanging="357"/>
              <w:rPr>
                <w:rFonts w:ascii="Aptos" w:eastAsia="Times New Roman" w:hAnsi="Aptos" w:cs="Tahoma"/>
                <w:color w:val="0D0D0D"/>
                <w:sz w:val="20"/>
                <w:szCs w:val="20"/>
                <w:lang w:val="en-GB"/>
              </w:rPr>
            </w:pPr>
            <w:r w:rsidRPr="003F484F">
              <w:rPr>
                <w:rFonts w:ascii="Aptos" w:eastAsia="Times New Roman" w:hAnsi="Aptos" w:cs="Tahoma"/>
                <w:color w:val="595959"/>
                <w:sz w:val="20"/>
                <w:szCs w:val="20"/>
                <w:lang w:val="en-GB"/>
              </w:rPr>
              <w:fldChar w:fldCharType="begin">
                <w:ffData>
                  <w:name w:val="Check6"/>
                  <w:enabled/>
                  <w:calcOnExit w:val="0"/>
                  <w:checkBox>
                    <w:sizeAuto/>
                    <w:default w:val="0"/>
                  </w:checkBox>
                </w:ffData>
              </w:fldChar>
            </w:r>
            <w:r w:rsidRPr="003F484F">
              <w:rPr>
                <w:rFonts w:ascii="Aptos" w:eastAsia="Times New Roman" w:hAnsi="Aptos" w:cs="Tahoma"/>
                <w:color w:val="595959"/>
                <w:sz w:val="20"/>
                <w:szCs w:val="20"/>
                <w:lang w:val="en-GB"/>
              </w:rPr>
              <w:instrText xml:space="preserve"> FORMCHECKBOX </w:instrText>
            </w:r>
            <w:r w:rsidRPr="003F484F">
              <w:rPr>
                <w:rFonts w:ascii="Aptos" w:eastAsia="Times New Roman" w:hAnsi="Aptos" w:cs="Tahoma"/>
                <w:color w:val="595959"/>
                <w:sz w:val="20"/>
                <w:szCs w:val="20"/>
                <w:lang w:val="en-GB"/>
              </w:rPr>
            </w:r>
            <w:r w:rsidRPr="003F484F">
              <w:rPr>
                <w:rFonts w:ascii="Aptos" w:eastAsia="Times New Roman" w:hAnsi="Aptos" w:cs="Tahoma"/>
                <w:color w:val="595959"/>
                <w:sz w:val="20"/>
                <w:szCs w:val="20"/>
                <w:lang w:val="en-GB"/>
              </w:rPr>
              <w:fldChar w:fldCharType="separate"/>
            </w:r>
            <w:r w:rsidRPr="003F484F">
              <w:rPr>
                <w:rFonts w:ascii="Aptos" w:eastAsia="Times New Roman" w:hAnsi="Aptos" w:cs="Tahoma"/>
                <w:color w:val="595959"/>
                <w:sz w:val="20"/>
                <w:szCs w:val="20"/>
                <w:lang w:val="en-GB"/>
              </w:rPr>
              <w:fldChar w:fldCharType="end"/>
            </w:r>
            <w:r w:rsidRPr="003F484F">
              <w:rPr>
                <w:rFonts w:ascii="Aptos" w:eastAsia="Times New Roman" w:hAnsi="Aptos" w:cs="Tahoma"/>
                <w:color w:val="595959"/>
                <w:sz w:val="20"/>
                <w:szCs w:val="20"/>
                <w:lang w:val="en-GB"/>
              </w:rPr>
              <w:t xml:space="preserve">   </w:t>
            </w:r>
            <w:r w:rsidRPr="003F484F">
              <w:rPr>
                <w:rFonts w:ascii="Aptos" w:eastAsia="Times New Roman" w:hAnsi="Aptos" w:cs="Tahoma"/>
                <w:color w:val="0D0D0D"/>
                <w:sz w:val="20"/>
                <w:szCs w:val="20"/>
                <w:lang w:val="en-GB"/>
              </w:rPr>
              <w:t>The system of audit quality management does NOT provide the SAI with reasonable assurance that the objectives of the system are being achieved.</w:t>
            </w:r>
          </w:p>
          <w:p w14:paraId="2C3633FF" w14:textId="77777777" w:rsidR="003F484F" w:rsidRPr="003F484F" w:rsidRDefault="003F484F" w:rsidP="003F484F">
            <w:pPr>
              <w:ind w:left="877" w:hanging="357"/>
              <w:rPr>
                <w:rFonts w:ascii="Aptos" w:eastAsia="Times New Roman" w:hAnsi="Aptos" w:cs="Tahoma"/>
                <w:b/>
                <w:bCs/>
                <w:color w:val="0D0D0D"/>
                <w:sz w:val="20"/>
                <w:szCs w:val="20"/>
              </w:rPr>
            </w:pPr>
            <w:r w:rsidRPr="003F484F">
              <w:rPr>
                <w:rFonts w:ascii="Aptos" w:eastAsia="Times New Roman" w:hAnsi="Aptos" w:cs="Tahoma"/>
                <w:b/>
                <w:bCs/>
                <w:color w:val="0D0D0D"/>
                <w:sz w:val="20"/>
                <w:szCs w:val="20"/>
              </w:rPr>
              <w:t xml:space="preserve">Planned actions: </w:t>
            </w:r>
            <w:r w:rsidRPr="003F484F">
              <w:rPr>
                <w:rFonts w:ascii="Aptos" w:eastAsia="Times New Roman" w:hAnsi="Aptos" w:cs="Tahoma"/>
                <w:color w:val="0D0D0D"/>
                <w:sz w:val="20"/>
                <w:szCs w:val="20"/>
              </w:rPr>
              <w:t>__(as provided in the details below)_________</w:t>
            </w:r>
            <w:r w:rsidRPr="003F484F">
              <w:rPr>
                <w:rFonts w:ascii="Aptos" w:eastAsia="Times New Roman" w:hAnsi="Aptos" w:cs="Tahoma"/>
                <w:b/>
                <w:bCs/>
                <w:color w:val="0D0D0D"/>
                <w:sz w:val="20"/>
                <w:szCs w:val="20"/>
              </w:rPr>
              <w:t>__________________________________________________________________</w:t>
            </w:r>
          </w:p>
          <w:p w14:paraId="36758F89" w14:textId="77777777" w:rsidR="003F484F" w:rsidRPr="003F484F" w:rsidRDefault="003F484F" w:rsidP="003F484F">
            <w:pPr>
              <w:ind w:left="877" w:hanging="357"/>
              <w:rPr>
                <w:rFonts w:ascii="Aptos" w:eastAsia="Times New Roman" w:hAnsi="Aptos" w:cs="Tahoma"/>
                <w:b/>
                <w:bCs/>
                <w:color w:val="595959"/>
                <w:sz w:val="20"/>
                <w:szCs w:val="20"/>
                <w:lang w:val="en-GB"/>
              </w:rPr>
            </w:pPr>
          </w:p>
          <w:p w14:paraId="571042B3" w14:textId="77777777" w:rsidR="003F484F" w:rsidRPr="003F484F" w:rsidRDefault="003F484F" w:rsidP="003F484F">
            <w:pPr>
              <w:ind w:left="877" w:hanging="357"/>
              <w:rPr>
                <w:rFonts w:ascii="Aptos" w:eastAsia="Times New Roman" w:hAnsi="Aptos" w:cs="Tahoma"/>
                <w:color w:val="595959"/>
                <w:sz w:val="20"/>
                <w:szCs w:val="20"/>
                <w:lang w:val="en-GB"/>
              </w:rPr>
            </w:pPr>
          </w:p>
        </w:tc>
      </w:tr>
    </w:tbl>
    <w:p w14:paraId="78C54B7D" w14:textId="77777777" w:rsidR="003F484F" w:rsidRPr="003F484F" w:rsidRDefault="003F484F" w:rsidP="003F484F">
      <w:pPr>
        <w:widowControl/>
        <w:autoSpaceDE/>
        <w:autoSpaceDN/>
        <w:rPr>
          <w:rFonts w:ascii="Aptos" w:eastAsia="Times New Roman" w:hAnsi="Aptos" w:cs="Tahoma"/>
          <w:sz w:val="24"/>
          <w:szCs w:val="24"/>
          <w:lang w:val="en-GB"/>
        </w:rPr>
      </w:pPr>
    </w:p>
    <w:p w14:paraId="43EDE230" w14:textId="77777777" w:rsidR="003F484F" w:rsidRPr="003F484F" w:rsidRDefault="003F484F" w:rsidP="003F484F">
      <w:pPr>
        <w:widowControl/>
        <w:autoSpaceDE/>
        <w:autoSpaceDN/>
        <w:rPr>
          <w:rFonts w:ascii="Aptos" w:eastAsia="Times New Roman" w:hAnsi="Aptos" w:cs="Tahoma"/>
          <w:sz w:val="24"/>
          <w:szCs w:val="24"/>
          <w:lang w:val="en-GB"/>
        </w:rPr>
      </w:pPr>
    </w:p>
    <w:p w14:paraId="180B14F2" w14:textId="77777777" w:rsidR="003F484F" w:rsidRPr="003F484F" w:rsidRDefault="003F484F" w:rsidP="003F484F">
      <w:pPr>
        <w:widowControl/>
        <w:autoSpaceDE/>
        <w:autoSpaceDN/>
        <w:rPr>
          <w:rFonts w:ascii="Aptos" w:eastAsia="Times New Roman" w:hAnsi="Aptos" w:cs="Tahoma"/>
          <w:sz w:val="24"/>
          <w:szCs w:val="24"/>
          <w:lang w:val="en-GB"/>
        </w:rPr>
      </w:pPr>
      <w:r w:rsidRPr="003F484F">
        <w:rPr>
          <w:rFonts w:ascii="Aptos" w:eastAsia="Times New Roman" w:hAnsi="Aptos" w:cs="Tahoma"/>
          <w:sz w:val="24"/>
          <w:szCs w:val="24"/>
          <w:lang w:val="en-GB"/>
        </w:rPr>
        <w:t>__________________</w:t>
      </w:r>
    </w:p>
    <w:p w14:paraId="7C2F42A8" w14:textId="77777777" w:rsidR="003F484F" w:rsidRPr="003F484F" w:rsidRDefault="003F484F" w:rsidP="003F484F">
      <w:pPr>
        <w:widowControl/>
        <w:autoSpaceDE/>
        <w:autoSpaceDN/>
        <w:rPr>
          <w:rFonts w:ascii="Aptos" w:eastAsia="Times New Roman" w:hAnsi="Aptos" w:cs="Tahoma"/>
          <w:sz w:val="24"/>
          <w:szCs w:val="24"/>
          <w:lang w:val="en-GB"/>
        </w:rPr>
      </w:pPr>
      <w:r w:rsidRPr="003F484F">
        <w:rPr>
          <w:rFonts w:ascii="Aptos" w:eastAsia="Times New Roman" w:hAnsi="Aptos" w:cs="Tahoma"/>
          <w:sz w:val="24"/>
          <w:szCs w:val="24"/>
          <w:lang w:val="en-GB"/>
        </w:rPr>
        <w:t>Head of SAI or Other Person(s) assigned with responsibility and accountability for SoAQM</w:t>
      </w:r>
    </w:p>
    <w:p w14:paraId="3C1D1075" w14:textId="77777777" w:rsidR="003F484F" w:rsidRPr="003F484F" w:rsidRDefault="003F484F" w:rsidP="003F484F">
      <w:pPr>
        <w:widowControl/>
        <w:autoSpaceDE/>
        <w:autoSpaceDN/>
        <w:rPr>
          <w:rFonts w:ascii="Aptos" w:eastAsia="Times New Roman" w:hAnsi="Aptos" w:cs="Tahoma"/>
          <w:sz w:val="24"/>
          <w:szCs w:val="24"/>
          <w:lang w:val="en-GB"/>
        </w:rPr>
      </w:pPr>
    </w:p>
    <w:p w14:paraId="420D21DC" w14:textId="77777777" w:rsidR="003F484F" w:rsidRPr="003F484F" w:rsidRDefault="003F484F" w:rsidP="003F484F">
      <w:pPr>
        <w:widowControl/>
        <w:autoSpaceDE/>
        <w:autoSpaceDN/>
        <w:rPr>
          <w:rFonts w:ascii="Aptos" w:eastAsia="Times New Roman" w:hAnsi="Aptos" w:cs="Tahoma"/>
          <w:sz w:val="24"/>
          <w:szCs w:val="24"/>
          <w:lang w:val="en-GB"/>
        </w:rPr>
      </w:pPr>
      <w:r w:rsidRPr="003F484F">
        <w:rPr>
          <w:rFonts w:ascii="Aptos" w:eastAsia="Times New Roman" w:hAnsi="Aptos" w:cs="Tahoma"/>
          <w:sz w:val="24"/>
          <w:szCs w:val="24"/>
          <w:lang w:val="en-GB"/>
        </w:rPr>
        <w:t xml:space="preserve">Note: The term </w:t>
      </w:r>
      <w:r w:rsidRPr="003F484F">
        <w:rPr>
          <w:rFonts w:ascii="Aptos" w:eastAsia="Times New Roman" w:hAnsi="Aptos" w:cs="Tahoma"/>
          <w:i/>
          <w:iCs/>
          <w:sz w:val="24"/>
          <w:szCs w:val="24"/>
          <w:lang w:val="en-GB"/>
        </w:rPr>
        <w:t>‘Effective Remedial Action’</w:t>
      </w:r>
      <w:r w:rsidRPr="003F484F">
        <w:rPr>
          <w:rFonts w:ascii="Aptos" w:eastAsia="Times New Roman" w:hAnsi="Aptos" w:cs="Tahoma"/>
          <w:sz w:val="24"/>
          <w:szCs w:val="24"/>
          <w:lang w:val="en-GB"/>
        </w:rPr>
        <w:t xml:space="preserve"> refers to whether the remedial actions taken up to the time of the evaluation are effective when using the results of the monitoring and remediation process for evaluating and concluding on the system of audit quality management.</w:t>
      </w:r>
    </w:p>
    <w:p w14:paraId="0CD8C819" w14:textId="77777777" w:rsidR="003F484F" w:rsidRPr="003F484F" w:rsidRDefault="003F484F" w:rsidP="003F484F">
      <w:pPr>
        <w:widowControl/>
        <w:autoSpaceDE/>
        <w:autoSpaceDN/>
        <w:rPr>
          <w:rFonts w:ascii="Aptos" w:eastAsia="Times New Roman" w:hAnsi="Aptos" w:cs="Tahoma"/>
          <w:sz w:val="24"/>
          <w:szCs w:val="24"/>
          <w:lang w:val="en-GB"/>
        </w:rPr>
      </w:pPr>
    </w:p>
    <w:p w14:paraId="73810C05" w14:textId="77777777" w:rsidR="003F484F" w:rsidRPr="003F484F" w:rsidRDefault="003F484F" w:rsidP="003F484F">
      <w:pPr>
        <w:widowControl/>
        <w:autoSpaceDE/>
        <w:autoSpaceDN/>
        <w:rPr>
          <w:rFonts w:ascii="Aptos" w:eastAsia="Times New Roman" w:hAnsi="Aptos" w:cs="Tahoma"/>
          <w:sz w:val="24"/>
          <w:szCs w:val="24"/>
          <w:lang w:val="en-GB"/>
        </w:rPr>
      </w:pPr>
    </w:p>
    <w:p w14:paraId="38B70AB6" w14:textId="77777777" w:rsidR="003F484F" w:rsidRPr="003F484F" w:rsidRDefault="003F484F" w:rsidP="003F484F">
      <w:pPr>
        <w:widowControl/>
        <w:autoSpaceDE/>
        <w:autoSpaceDN/>
        <w:rPr>
          <w:rFonts w:ascii="Aptos" w:eastAsia="Times New Roman" w:hAnsi="Aptos" w:cs="Tahoma"/>
          <w:sz w:val="24"/>
          <w:szCs w:val="24"/>
          <w:lang w:val="en-GB"/>
        </w:rPr>
      </w:pPr>
    </w:p>
    <w:p w14:paraId="6122BB5C" w14:textId="77777777" w:rsidR="003F484F" w:rsidRPr="003F484F" w:rsidRDefault="003F484F" w:rsidP="003F484F">
      <w:pPr>
        <w:widowControl/>
        <w:autoSpaceDE/>
        <w:autoSpaceDN/>
        <w:rPr>
          <w:rFonts w:ascii="Aptos" w:eastAsia="Times New Roman" w:hAnsi="Aptos" w:cs="Tahoma"/>
          <w:b/>
          <w:bCs/>
          <w:sz w:val="24"/>
          <w:szCs w:val="24"/>
          <w:lang w:val="en-GB"/>
        </w:rPr>
      </w:pPr>
      <w:r w:rsidRPr="003F484F">
        <w:rPr>
          <w:rFonts w:ascii="Aptos" w:eastAsia="Times New Roman" w:hAnsi="Aptos" w:cs="Tahoma"/>
          <w:b/>
          <w:bCs/>
          <w:sz w:val="24"/>
          <w:szCs w:val="24"/>
          <w:lang w:val="en-GB"/>
        </w:rPr>
        <w:t>Implementation of planned actions</w:t>
      </w:r>
    </w:p>
    <w:p w14:paraId="0C7AB10F" w14:textId="77777777" w:rsidR="003F484F" w:rsidRPr="003F484F" w:rsidRDefault="003F484F" w:rsidP="003F484F">
      <w:pPr>
        <w:widowControl/>
        <w:autoSpaceDE/>
        <w:autoSpaceDN/>
        <w:rPr>
          <w:rFonts w:ascii="Aptos" w:eastAsia="Times New Roman" w:hAnsi="Aptos" w:cs="Tahoma"/>
          <w:sz w:val="24"/>
          <w:szCs w:val="24"/>
          <w:lang w:val="en-GB"/>
        </w:rPr>
      </w:pPr>
    </w:p>
    <w:tbl>
      <w:tblPr>
        <w:tblStyle w:val="TableGrid18"/>
        <w:tblW w:w="0" w:type="auto"/>
        <w:tblLook w:val="04A0" w:firstRow="1" w:lastRow="0" w:firstColumn="1" w:lastColumn="0" w:noHBand="0" w:noVBand="1"/>
      </w:tblPr>
      <w:tblGrid>
        <w:gridCol w:w="3246"/>
        <w:gridCol w:w="3275"/>
        <w:gridCol w:w="3215"/>
      </w:tblGrid>
      <w:tr w:rsidR="003F484F" w:rsidRPr="003F484F" w14:paraId="7758710D" w14:textId="77777777" w:rsidTr="00086D65">
        <w:tc>
          <w:tcPr>
            <w:tcW w:w="3436" w:type="dxa"/>
          </w:tcPr>
          <w:p w14:paraId="59E750DC" w14:textId="77777777" w:rsidR="003F484F" w:rsidRPr="003F484F" w:rsidRDefault="003F484F" w:rsidP="003F484F">
            <w:pPr>
              <w:rPr>
                <w:rFonts w:ascii="Aptos" w:eastAsia="Times New Roman" w:hAnsi="Aptos" w:cs="Tahoma"/>
                <w:b/>
                <w:bCs/>
                <w:lang w:val="en-GB"/>
              </w:rPr>
            </w:pPr>
            <w:r w:rsidRPr="003F484F">
              <w:rPr>
                <w:rFonts w:ascii="Aptos" w:eastAsia="Times New Roman" w:hAnsi="Aptos" w:cs="Tahoma"/>
                <w:b/>
                <w:bCs/>
                <w:lang w:val="en-GB"/>
              </w:rPr>
              <w:t>Description of planned actions</w:t>
            </w:r>
          </w:p>
        </w:tc>
        <w:tc>
          <w:tcPr>
            <w:tcW w:w="3437" w:type="dxa"/>
          </w:tcPr>
          <w:p w14:paraId="1A15DB8B" w14:textId="77777777" w:rsidR="003F484F" w:rsidRPr="003F484F" w:rsidRDefault="003F484F" w:rsidP="003F484F">
            <w:pPr>
              <w:rPr>
                <w:rFonts w:ascii="Aptos" w:eastAsia="Times New Roman" w:hAnsi="Aptos" w:cs="Tahoma"/>
                <w:b/>
                <w:bCs/>
                <w:lang w:val="en-GB"/>
              </w:rPr>
            </w:pPr>
            <w:r w:rsidRPr="003F484F">
              <w:rPr>
                <w:rFonts w:ascii="Aptos" w:eastAsia="Times New Roman" w:hAnsi="Aptos" w:cs="Tahoma"/>
                <w:b/>
                <w:bCs/>
                <w:lang w:val="en-GB"/>
              </w:rPr>
              <w:t xml:space="preserve">Responsibility </w:t>
            </w:r>
          </w:p>
        </w:tc>
        <w:tc>
          <w:tcPr>
            <w:tcW w:w="3437" w:type="dxa"/>
          </w:tcPr>
          <w:p w14:paraId="5394323F" w14:textId="77777777" w:rsidR="003F484F" w:rsidRPr="003F484F" w:rsidRDefault="003F484F" w:rsidP="003F484F">
            <w:pPr>
              <w:rPr>
                <w:rFonts w:ascii="Aptos" w:eastAsia="Times New Roman" w:hAnsi="Aptos" w:cs="Tahoma"/>
                <w:b/>
                <w:bCs/>
                <w:lang w:val="en-GB"/>
              </w:rPr>
            </w:pPr>
            <w:r w:rsidRPr="003F484F">
              <w:rPr>
                <w:rFonts w:ascii="Aptos" w:eastAsia="Times New Roman" w:hAnsi="Aptos" w:cs="Tahoma"/>
                <w:b/>
                <w:bCs/>
                <w:lang w:val="en-GB"/>
              </w:rPr>
              <w:t>Timeline</w:t>
            </w:r>
          </w:p>
        </w:tc>
      </w:tr>
      <w:tr w:rsidR="003F484F" w:rsidRPr="003F484F" w14:paraId="343FA15C" w14:textId="77777777" w:rsidTr="00086D65">
        <w:tc>
          <w:tcPr>
            <w:tcW w:w="3436" w:type="dxa"/>
          </w:tcPr>
          <w:p w14:paraId="16F5FB95" w14:textId="77777777" w:rsidR="003F484F" w:rsidRPr="003F484F" w:rsidRDefault="003F484F" w:rsidP="003F484F">
            <w:pPr>
              <w:rPr>
                <w:rFonts w:ascii="Aptos" w:eastAsia="Times New Roman" w:hAnsi="Aptos" w:cs="Tahoma"/>
                <w:lang w:val="en-GB"/>
              </w:rPr>
            </w:pPr>
          </w:p>
        </w:tc>
        <w:tc>
          <w:tcPr>
            <w:tcW w:w="3437" w:type="dxa"/>
          </w:tcPr>
          <w:p w14:paraId="75C14058" w14:textId="77777777" w:rsidR="003F484F" w:rsidRPr="003F484F" w:rsidRDefault="003F484F" w:rsidP="003F484F">
            <w:pPr>
              <w:rPr>
                <w:rFonts w:ascii="Aptos" w:eastAsia="Times New Roman" w:hAnsi="Aptos" w:cs="Tahoma"/>
                <w:lang w:val="en-GB"/>
              </w:rPr>
            </w:pPr>
          </w:p>
        </w:tc>
        <w:tc>
          <w:tcPr>
            <w:tcW w:w="3437" w:type="dxa"/>
          </w:tcPr>
          <w:p w14:paraId="11CE592C" w14:textId="77777777" w:rsidR="003F484F" w:rsidRPr="003F484F" w:rsidRDefault="003F484F" w:rsidP="003F484F">
            <w:pPr>
              <w:rPr>
                <w:rFonts w:ascii="Aptos" w:eastAsia="Times New Roman" w:hAnsi="Aptos" w:cs="Tahoma"/>
                <w:lang w:val="en-GB"/>
              </w:rPr>
            </w:pPr>
          </w:p>
        </w:tc>
      </w:tr>
      <w:tr w:rsidR="003F484F" w:rsidRPr="003F484F" w14:paraId="0B1FE177" w14:textId="77777777" w:rsidTr="00086D65">
        <w:tc>
          <w:tcPr>
            <w:tcW w:w="3436" w:type="dxa"/>
          </w:tcPr>
          <w:p w14:paraId="081E1EFE" w14:textId="77777777" w:rsidR="003F484F" w:rsidRPr="003F484F" w:rsidRDefault="003F484F" w:rsidP="003F484F">
            <w:pPr>
              <w:rPr>
                <w:rFonts w:ascii="Aptos" w:eastAsia="Times New Roman" w:hAnsi="Aptos" w:cs="Tahoma"/>
                <w:lang w:val="en-GB"/>
              </w:rPr>
            </w:pPr>
          </w:p>
        </w:tc>
        <w:tc>
          <w:tcPr>
            <w:tcW w:w="3437" w:type="dxa"/>
          </w:tcPr>
          <w:p w14:paraId="06979E37" w14:textId="77777777" w:rsidR="003F484F" w:rsidRPr="003F484F" w:rsidRDefault="003F484F" w:rsidP="003F484F">
            <w:pPr>
              <w:rPr>
                <w:rFonts w:ascii="Aptos" w:eastAsia="Times New Roman" w:hAnsi="Aptos" w:cs="Tahoma"/>
                <w:lang w:val="en-GB"/>
              </w:rPr>
            </w:pPr>
          </w:p>
        </w:tc>
        <w:tc>
          <w:tcPr>
            <w:tcW w:w="3437" w:type="dxa"/>
          </w:tcPr>
          <w:p w14:paraId="019D5058" w14:textId="77777777" w:rsidR="003F484F" w:rsidRPr="003F484F" w:rsidRDefault="003F484F" w:rsidP="003F484F">
            <w:pPr>
              <w:rPr>
                <w:rFonts w:ascii="Aptos" w:eastAsia="Times New Roman" w:hAnsi="Aptos" w:cs="Tahoma"/>
                <w:lang w:val="en-GB"/>
              </w:rPr>
            </w:pPr>
          </w:p>
        </w:tc>
      </w:tr>
      <w:tr w:rsidR="003F484F" w:rsidRPr="003F484F" w14:paraId="500CF25C" w14:textId="77777777" w:rsidTr="00086D65">
        <w:tc>
          <w:tcPr>
            <w:tcW w:w="3436" w:type="dxa"/>
          </w:tcPr>
          <w:p w14:paraId="61194D20" w14:textId="77777777" w:rsidR="003F484F" w:rsidRPr="003F484F" w:rsidRDefault="003F484F" w:rsidP="003F484F">
            <w:pPr>
              <w:rPr>
                <w:rFonts w:ascii="Aptos" w:eastAsia="Times New Roman" w:hAnsi="Aptos" w:cs="Tahoma"/>
                <w:lang w:val="en-GB"/>
              </w:rPr>
            </w:pPr>
          </w:p>
        </w:tc>
        <w:tc>
          <w:tcPr>
            <w:tcW w:w="3437" w:type="dxa"/>
          </w:tcPr>
          <w:p w14:paraId="22B0A120" w14:textId="77777777" w:rsidR="003F484F" w:rsidRPr="003F484F" w:rsidRDefault="003F484F" w:rsidP="003F484F">
            <w:pPr>
              <w:rPr>
                <w:rFonts w:ascii="Aptos" w:eastAsia="Times New Roman" w:hAnsi="Aptos" w:cs="Tahoma"/>
                <w:lang w:val="en-GB"/>
              </w:rPr>
            </w:pPr>
          </w:p>
        </w:tc>
        <w:tc>
          <w:tcPr>
            <w:tcW w:w="3437" w:type="dxa"/>
          </w:tcPr>
          <w:p w14:paraId="6D221859" w14:textId="77777777" w:rsidR="003F484F" w:rsidRPr="003F484F" w:rsidRDefault="003F484F" w:rsidP="003F484F">
            <w:pPr>
              <w:rPr>
                <w:rFonts w:ascii="Aptos" w:eastAsia="Times New Roman" w:hAnsi="Aptos" w:cs="Tahoma"/>
                <w:lang w:val="en-GB"/>
              </w:rPr>
            </w:pPr>
          </w:p>
        </w:tc>
      </w:tr>
      <w:tr w:rsidR="003F484F" w:rsidRPr="003F484F" w14:paraId="70864901" w14:textId="77777777" w:rsidTr="00086D65">
        <w:tc>
          <w:tcPr>
            <w:tcW w:w="3436" w:type="dxa"/>
          </w:tcPr>
          <w:p w14:paraId="1BBAA025" w14:textId="77777777" w:rsidR="003F484F" w:rsidRPr="003F484F" w:rsidRDefault="003F484F" w:rsidP="003F484F">
            <w:pPr>
              <w:rPr>
                <w:rFonts w:ascii="Aptos" w:eastAsia="Times New Roman" w:hAnsi="Aptos" w:cs="Tahoma"/>
                <w:lang w:val="en-GB"/>
              </w:rPr>
            </w:pPr>
          </w:p>
        </w:tc>
        <w:tc>
          <w:tcPr>
            <w:tcW w:w="3437" w:type="dxa"/>
          </w:tcPr>
          <w:p w14:paraId="619E746B" w14:textId="77777777" w:rsidR="003F484F" w:rsidRPr="003F484F" w:rsidRDefault="003F484F" w:rsidP="003F484F">
            <w:pPr>
              <w:rPr>
                <w:rFonts w:ascii="Aptos" w:eastAsia="Times New Roman" w:hAnsi="Aptos" w:cs="Tahoma"/>
                <w:lang w:val="en-GB"/>
              </w:rPr>
            </w:pPr>
          </w:p>
        </w:tc>
        <w:tc>
          <w:tcPr>
            <w:tcW w:w="3437" w:type="dxa"/>
          </w:tcPr>
          <w:p w14:paraId="16E529EE" w14:textId="77777777" w:rsidR="003F484F" w:rsidRPr="003F484F" w:rsidRDefault="003F484F" w:rsidP="003F484F">
            <w:pPr>
              <w:rPr>
                <w:rFonts w:ascii="Aptos" w:eastAsia="Times New Roman" w:hAnsi="Aptos" w:cs="Tahoma"/>
                <w:lang w:val="en-GB"/>
              </w:rPr>
            </w:pPr>
          </w:p>
        </w:tc>
      </w:tr>
    </w:tbl>
    <w:p w14:paraId="4F0780F6" w14:textId="7802E9A7" w:rsidR="005648B7" w:rsidRPr="00C163F9" w:rsidRDefault="00DA3181" w:rsidP="00C163F9">
      <w:pPr>
        <w:pStyle w:val="BodyFont-Poppins"/>
      </w:pPr>
      <w:bookmarkStart w:id="2" w:name="_Toc200952893"/>
      <w:r w:rsidRPr="00C163F9">
        <w:rPr>
          <w:noProof/>
        </w:rPr>
        <w:drawing>
          <wp:anchor distT="0" distB="0" distL="114300" distR="114300" simplePos="0" relativeHeight="487411200" behindDoc="0" locked="0" layoutInCell="1" allowOverlap="1" wp14:anchorId="302DB8A1" wp14:editId="22CA9CD0">
            <wp:simplePos x="0" y="0"/>
            <wp:positionH relativeFrom="page">
              <wp:posOffset>10502900</wp:posOffset>
            </wp:positionH>
            <wp:positionV relativeFrom="page">
              <wp:posOffset>9182100</wp:posOffset>
            </wp:positionV>
            <wp:extent cx="1467485" cy="469619"/>
            <wp:effectExtent l="0" t="0" r="0" b="635"/>
            <wp:wrapThrough wrapText="bothSides">
              <wp:wrapPolygon edited="0">
                <wp:start x="1309" y="0"/>
                <wp:lineTo x="0" y="585"/>
                <wp:lineTo x="0" y="5261"/>
                <wp:lineTo x="935" y="9353"/>
                <wp:lineTo x="935" y="21045"/>
                <wp:lineTo x="21310" y="21045"/>
                <wp:lineTo x="21310" y="0"/>
                <wp:lineTo x="1309" y="0"/>
              </wp:wrapPolygon>
            </wp:wrapThrough>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Picture 277"/>
                    <pic:cNvPicPr>
                      <a:picLocks noChangeAspect="1" noChangeArrowheads="1"/>
                    </pic:cNvPicPr>
                  </pic:nvPicPr>
                  <pic:blipFill>
                    <a:blip r:embed="rId11"/>
                    <a:stretch>
                      <a:fillRect/>
                    </a:stretch>
                  </pic:blipFill>
                  <pic:spPr bwMode="auto">
                    <a:xfrm>
                      <a:off x="0" y="0"/>
                      <a:ext cx="1467485" cy="469619"/>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2"/>
    </w:p>
    <w:sectPr w:rsidR="005648B7" w:rsidRPr="00C163F9" w:rsidSect="00EA6483">
      <w:headerReference w:type="even" r:id="rId12"/>
      <w:headerReference w:type="default" r:id="rId13"/>
      <w:footerReference w:type="even" r:id="rId14"/>
      <w:headerReference w:type="first" r:id="rId15"/>
      <w:footerReference w:type="first" r:id="rId16"/>
      <w:pgSz w:w="11900" w:h="16820"/>
      <w:pgMar w:top="1752" w:right="1077" w:bottom="1440" w:left="1077" w:header="0" w:footer="89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E7896" w14:textId="77777777" w:rsidR="00BD4E9E" w:rsidRDefault="00BD4E9E">
      <w:r>
        <w:separator/>
      </w:r>
    </w:p>
  </w:endnote>
  <w:endnote w:type="continuationSeparator" w:id="0">
    <w:p w14:paraId="0FDF083A" w14:textId="77777777" w:rsidR="00BD4E9E" w:rsidRDefault="00BD4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Oswald">
    <w:panose1 w:val="00000500000000000000"/>
    <w:charset w:val="4D"/>
    <w:family w:val="auto"/>
    <w:pitch w:val="variable"/>
    <w:sig w:usb0="A00002FF" w:usb1="4000204B" w:usb2="00000000" w:usb3="00000000" w:csb0="00000197" w:csb1="00000000"/>
  </w:font>
  <w:font w:name="Aptos SemiBold">
    <w:panose1 w:val="020B0004020202020204"/>
    <w:charset w:val="00"/>
    <w:family w:val="swiss"/>
    <w:pitch w:val="variable"/>
    <w:sig w:usb0="20000287" w:usb1="00000003" w:usb2="00000000" w:usb3="00000000" w:csb0="0000019F" w:csb1="00000000"/>
  </w:font>
  <w:font w:name="Poppins">
    <w:panose1 w:val="00000500000000000000"/>
    <w:charset w:val="4D"/>
    <w:family w:val="auto"/>
    <w:notTrueType/>
    <w:pitch w:val="variable"/>
    <w:sig w:usb0="00008007" w:usb1="00000000" w:usb2="00000000" w:usb3="00000000" w:csb0="00000093" w:csb1="00000000"/>
  </w:font>
  <w:font w:name="Oswald SemiBold">
    <w:panose1 w:val="00000700000000000000"/>
    <w:charset w:val="4D"/>
    <w:family w:val="auto"/>
    <w:pitch w:val="variable"/>
    <w:sig w:usb0="A00002FF" w:usb1="4000204B" w:usb2="00000000" w:usb3="00000000" w:csb0="00000197" w:csb1="00000000"/>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Oswald Medium">
    <w:panose1 w:val="00000600000000000000"/>
    <w:charset w:val="4D"/>
    <w:family w:val="auto"/>
    <w:pitch w:val="variable"/>
    <w:sig w:usb0="A00002FF" w:usb1="4000204B" w:usb2="00000000" w:usb3="00000000" w:csb0="00000197"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oppins Light">
    <w:panose1 w:val="00000400000000000000"/>
    <w:charset w:val="4D"/>
    <w:family w:val="auto"/>
    <w:notTrueType/>
    <w:pitch w:val="variable"/>
    <w:sig w:usb0="00008007" w:usb1="00000000" w:usb2="00000000" w:usb3="00000000" w:csb0="00000093" w:csb1="00000000"/>
  </w:font>
  <w:font w:name="TheSansLight-Plain">
    <w:altName w:val="Cambria"/>
    <w:panose1 w:val="02000503050000020004"/>
    <w:charset w:val="00"/>
    <w:family w:val="auto"/>
    <w:pitch w:val="variable"/>
    <w:sig w:usb0="00000003" w:usb1="00000000" w:usb2="00000000" w:usb3="00000000" w:csb0="00000001" w:csb1="00000000"/>
  </w:font>
  <w:font w:name="Aptos">
    <w:panose1 w:val="020B0604020202020204"/>
    <w:charset w:val="00"/>
    <w:family w:val="swiss"/>
    <w:pitch w:val="variable"/>
    <w:sig w:usb0="20000287" w:usb1="00000003" w:usb2="00000000" w:usb3="00000000" w:csb0="0000019F" w:csb1="00000000"/>
  </w:font>
  <w:font w:name="Aptos Light">
    <w:panose1 w:val="020B0004020202020204"/>
    <w:charset w:val="00"/>
    <w:family w:val="swiss"/>
    <w:pitch w:val="variable"/>
    <w:sig w:usb0="20000287" w:usb1="00000003" w:usb2="00000000" w:usb3="00000000" w:csb0="0000019F" w:csb1="00000000"/>
  </w:font>
  <w:font w:name="Inter">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604020202020204"/>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F62EC" w14:textId="77777777" w:rsidR="001736A9" w:rsidRDefault="001736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935F7" w14:textId="77777777" w:rsidR="001736A9" w:rsidRDefault="001736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2A824" w14:textId="77777777" w:rsidR="00BD4E9E" w:rsidRDefault="00BD4E9E">
      <w:r>
        <w:separator/>
      </w:r>
    </w:p>
  </w:footnote>
  <w:footnote w:type="continuationSeparator" w:id="0">
    <w:p w14:paraId="37BEC9ED" w14:textId="77777777" w:rsidR="00BD4E9E" w:rsidRDefault="00BD4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FA7D0" w14:textId="77777777" w:rsidR="001736A9" w:rsidRDefault="001736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6B743" w14:textId="77777777" w:rsidR="0036411E" w:rsidRDefault="0036411E">
    <w:pPr>
      <w:pStyle w:val="Header"/>
    </w:pPr>
    <w:r>
      <w:rPr>
        <w:noProof/>
      </w:rPr>
      <mc:AlternateContent>
        <mc:Choice Requires="wpg">
          <w:drawing>
            <wp:anchor distT="0" distB="0" distL="114300" distR="114300" simplePos="0" relativeHeight="251679744" behindDoc="0" locked="0" layoutInCell="1" allowOverlap="1" wp14:anchorId="61D16313" wp14:editId="38D2B2A9">
              <wp:simplePos x="0" y="0"/>
              <wp:positionH relativeFrom="column">
                <wp:posOffset>0</wp:posOffset>
              </wp:positionH>
              <wp:positionV relativeFrom="paragraph">
                <wp:posOffset>232104</wp:posOffset>
              </wp:positionV>
              <wp:extent cx="1282373" cy="562708"/>
              <wp:effectExtent l="0" t="0" r="635" b="0"/>
              <wp:wrapNone/>
              <wp:docPr id="1637462453"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926121665" name="Group 5"/>
                      <wpg:cNvGrpSpPr/>
                      <wpg:grpSpPr>
                        <a:xfrm>
                          <a:off x="0" y="0"/>
                          <a:ext cx="1363783" cy="598170"/>
                          <a:chOff x="0" y="0"/>
                          <a:chExt cx="1363783" cy="598170"/>
                        </a:xfrm>
                      </wpg:grpSpPr>
                      <pic:pic xmlns:pic="http://schemas.openxmlformats.org/drawingml/2006/picture">
                        <pic:nvPicPr>
                          <pic:cNvPr id="1386318167" name="Graphic 3"/>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598170" cy="598170"/>
                          </a:xfrm>
                          <a:prstGeom prst="rect">
                            <a:avLst/>
                          </a:prstGeom>
                        </pic:spPr>
                      </pic:pic>
                      <pic:pic xmlns:pic="http://schemas.openxmlformats.org/drawingml/2006/picture">
                        <pic:nvPicPr>
                          <pic:cNvPr id="1159597374" name="Picture 4"/>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428718146" name="Straight Connector 6"/>
                      <wps:cNvCnPr/>
                      <wps:spPr>
                        <a:xfrm>
                          <a:off x="718806" y="127136"/>
                          <a:ext cx="0" cy="366738"/>
                        </a:xfrm>
                        <a:prstGeom prst="line">
                          <a:avLst/>
                        </a:prstGeom>
                        <a:noFill/>
                        <a:ln w="9525" cap="flat" cmpd="sng" algn="ctr">
                          <a:solidFill>
                            <a:srgbClr val="E8E8E8"/>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5FDBE685" id="Group 7" o:spid="_x0000_s1026" style="position:absolute;margin-left:0;margin-top:18.3pt;width:100.95pt;height:44.3pt;z-index:251679744;mso-width-relative:margin;mso-height-relative:margin" coordsize="13637,5981"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">
              <v:group id="Group 5" o:spid="_x0000_s1027" style="position:absolute;width:13637;height:5981" coordsize="13637,59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8" type="#_x0000_t75" style="position:absolute;width:5981;height:598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">
                  <v:imagedata r:id="rId4" o:title=""/>
                </v:shape>
                <v:shape id="Picture 4" o:spid="_x0000_s1029" type="#_x0000_t75" style="position:absolute;left:8214;top:97;width:5423;height:57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">
                  <v:imagedata r:id="rId5" o:title=""/>
                </v:shape>
              </v:group>
              <v:line id="Straight Connector 6" o:spid="_x0000_s1030" style="position:absolute;visibility:visible;mso-wrap-style:square" from="7188,1271" to="7188,49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" strokecolor="#e8e8e8"/>
            </v:group>
          </w:pict>
        </mc:Fallback>
      </mc:AlternateContent>
    </w:r>
    <w:r>
      <w:rPr>
        <w:noProof/>
      </w:rPr>
      <w:drawing>
        <wp:anchor distT="0" distB="0" distL="114300" distR="114300" simplePos="0" relativeHeight="251678720" behindDoc="1" locked="0" layoutInCell="1" allowOverlap="1" wp14:anchorId="061CC04F" wp14:editId="180A520C">
          <wp:simplePos x="0" y="0"/>
          <wp:positionH relativeFrom="column">
            <wp:posOffset>6010910</wp:posOffset>
          </wp:positionH>
          <wp:positionV relativeFrom="paragraph">
            <wp:posOffset>0</wp:posOffset>
          </wp:positionV>
          <wp:extent cx="855645" cy="886997"/>
          <wp:effectExtent l="0" t="0" r="0" b="2540"/>
          <wp:wrapNone/>
          <wp:docPr id="93317297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1777841504"/>
                  <pic:cNvPicPr/>
                </pic:nvPicPr>
                <pic:blipFill rotWithShape="1">
                  <a:blip r:embed="rId6">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70042" cy="9019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77696" behindDoc="0" locked="0" layoutInCell="1" allowOverlap="1" wp14:anchorId="5EFA4470" wp14:editId="422071BA">
          <wp:simplePos x="0" y="0"/>
          <wp:positionH relativeFrom="page">
            <wp:posOffset>9855200</wp:posOffset>
          </wp:positionH>
          <wp:positionV relativeFrom="page">
            <wp:posOffset>0</wp:posOffset>
          </wp:positionV>
          <wp:extent cx="820956" cy="736995"/>
          <wp:effectExtent l="0" t="0" r="5080" b="0"/>
          <wp:wrapNone/>
          <wp:docPr id="2109067049"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7" cstate="print"/>
                  <a:stretch>
                    <a:fillRect/>
                  </a:stretch>
                </pic:blipFill>
                <pic:spPr>
                  <a:xfrm>
                    <a:off x="0" y="0"/>
                    <a:ext cx="836734" cy="75116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AFE00" w14:textId="77777777" w:rsidR="001736A9" w:rsidRDefault="001736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4D98"/>
    <w:multiLevelType w:val="hybridMultilevel"/>
    <w:tmpl w:val="2C82DFF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62050"/>
    <w:multiLevelType w:val="multilevel"/>
    <w:tmpl w:val="66EA9B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DA6BBE"/>
    <w:multiLevelType w:val="hybridMultilevel"/>
    <w:tmpl w:val="68A4CF6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4F67B8"/>
    <w:multiLevelType w:val="multilevel"/>
    <w:tmpl w:val="A7C2558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17A54B6"/>
    <w:multiLevelType w:val="multilevel"/>
    <w:tmpl w:val="F496DA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1984936"/>
    <w:multiLevelType w:val="hybridMultilevel"/>
    <w:tmpl w:val="EB4C3F44"/>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DB4FE5"/>
    <w:multiLevelType w:val="hybridMultilevel"/>
    <w:tmpl w:val="E16A42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30E507F"/>
    <w:multiLevelType w:val="hybridMultilevel"/>
    <w:tmpl w:val="F468C9A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31A24EF"/>
    <w:multiLevelType w:val="hybridMultilevel"/>
    <w:tmpl w:val="B4D267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36A2890"/>
    <w:multiLevelType w:val="multilevel"/>
    <w:tmpl w:val="16D66C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376071C"/>
    <w:multiLevelType w:val="hybridMultilevel"/>
    <w:tmpl w:val="68087A38"/>
    <w:lvl w:ilvl="0" w:tplc="0409000F">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3C8455A"/>
    <w:multiLevelType w:val="hybridMultilevel"/>
    <w:tmpl w:val="6C9AB7B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3FB6DEC"/>
    <w:multiLevelType w:val="multilevel"/>
    <w:tmpl w:val="D0CE11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4247691"/>
    <w:multiLevelType w:val="hybridMultilevel"/>
    <w:tmpl w:val="CFB03BE0"/>
    <w:lvl w:ilvl="0" w:tplc="0414001B">
      <w:start w:val="1"/>
      <w:numFmt w:val="lowerRoman"/>
      <w:lvlText w:val="%1."/>
      <w:lvlJc w:val="right"/>
      <w:pPr>
        <w:ind w:left="1111" w:hanging="360"/>
      </w:pPr>
    </w:lvl>
    <w:lvl w:ilvl="1" w:tplc="08090019" w:tentative="1">
      <w:start w:val="1"/>
      <w:numFmt w:val="lowerLetter"/>
      <w:lvlText w:val="%2."/>
      <w:lvlJc w:val="left"/>
      <w:pPr>
        <w:ind w:left="1831" w:hanging="360"/>
      </w:pPr>
    </w:lvl>
    <w:lvl w:ilvl="2" w:tplc="0809001B" w:tentative="1">
      <w:start w:val="1"/>
      <w:numFmt w:val="lowerRoman"/>
      <w:lvlText w:val="%3."/>
      <w:lvlJc w:val="right"/>
      <w:pPr>
        <w:ind w:left="2551" w:hanging="180"/>
      </w:pPr>
    </w:lvl>
    <w:lvl w:ilvl="3" w:tplc="0809000F">
      <w:start w:val="1"/>
      <w:numFmt w:val="decimal"/>
      <w:lvlText w:val="%4."/>
      <w:lvlJc w:val="left"/>
      <w:pPr>
        <w:ind w:left="3271" w:hanging="360"/>
      </w:pPr>
    </w:lvl>
    <w:lvl w:ilvl="4" w:tplc="08090019" w:tentative="1">
      <w:start w:val="1"/>
      <w:numFmt w:val="lowerLetter"/>
      <w:lvlText w:val="%5."/>
      <w:lvlJc w:val="left"/>
      <w:pPr>
        <w:ind w:left="3991" w:hanging="360"/>
      </w:pPr>
    </w:lvl>
    <w:lvl w:ilvl="5" w:tplc="0809001B" w:tentative="1">
      <w:start w:val="1"/>
      <w:numFmt w:val="lowerRoman"/>
      <w:lvlText w:val="%6."/>
      <w:lvlJc w:val="right"/>
      <w:pPr>
        <w:ind w:left="4711" w:hanging="180"/>
      </w:pPr>
    </w:lvl>
    <w:lvl w:ilvl="6" w:tplc="0809000F" w:tentative="1">
      <w:start w:val="1"/>
      <w:numFmt w:val="decimal"/>
      <w:lvlText w:val="%7."/>
      <w:lvlJc w:val="left"/>
      <w:pPr>
        <w:ind w:left="5431" w:hanging="360"/>
      </w:pPr>
    </w:lvl>
    <w:lvl w:ilvl="7" w:tplc="08090019" w:tentative="1">
      <w:start w:val="1"/>
      <w:numFmt w:val="lowerLetter"/>
      <w:lvlText w:val="%8."/>
      <w:lvlJc w:val="left"/>
      <w:pPr>
        <w:ind w:left="6151" w:hanging="360"/>
      </w:pPr>
    </w:lvl>
    <w:lvl w:ilvl="8" w:tplc="0809001B" w:tentative="1">
      <w:start w:val="1"/>
      <w:numFmt w:val="lowerRoman"/>
      <w:lvlText w:val="%9."/>
      <w:lvlJc w:val="right"/>
      <w:pPr>
        <w:ind w:left="6871" w:hanging="180"/>
      </w:pPr>
    </w:lvl>
  </w:abstractNum>
  <w:abstractNum w:abstractNumId="14" w15:restartNumberingAfterBreak="0">
    <w:nsid w:val="04F601FC"/>
    <w:multiLevelType w:val="hybridMultilevel"/>
    <w:tmpl w:val="A288CB1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FC5D25"/>
    <w:multiLevelType w:val="hybridMultilevel"/>
    <w:tmpl w:val="B672CFE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5083770"/>
    <w:multiLevelType w:val="hybridMultilevel"/>
    <w:tmpl w:val="E278994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54F580B"/>
    <w:multiLevelType w:val="hybridMultilevel"/>
    <w:tmpl w:val="1D48A5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57F781E"/>
    <w:multiLevelType w:val="hybridMultilevel"/>
    <w:tmpl w:val="84C03B5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5B65726"/>
    <w:multiLevelType w:val="hybridMultilevel"/>
    <w:tmpl w:val="01380DA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61A4C9F"/>
    <w:multiLevelType w:val="multilevel"/>
    <w:tmpl w:val="24A060D2"/>
    <w:styleLink w:val="CurrentList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 w15:restartNumberingAfterBreak="0">
    <w:nsid w:val="0628687D"/>
    <w:multiLevelType w:val="multilevel"/>
    <w:tmpl w:val="A0B018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629032F"/>
    <w:multiLevelType w:val="multilevel"/>
    <w:tmpl w:val="AB0C67F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6DA041A"/>
    <w:multiLevelType w:val="multilevel"/>
    <w:tmpl w:val="CD6C5EA0"/>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 w15:restartNumberingAfterBreak="0">
    <w:nsid w:val="06DF3F5B"/>
    <w:multiLevelType w:val="hybridMultilevel"/>
    <w:tmpl w:val="144E798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70E65C1"/>
    <w:multiLevelType w:val="multilevel"/>
    <w:tmpl w:val="01C404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716110B"/>
    <w:multiLevelType w:val="multilevel"/>
    <w:tmpl w:val="ACE42F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75318FD"/>
    <w:multiLevelType w:val="hybridMultilevel"/>
    <w:tmpl w:val="D82EFA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7963B98"/>
    <w:multiLevelType w:val="multilevel"/>
    <w:tmpl w:val="F2007AD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083E6BA6"/>
    <w:multiLevelType w:val="hybridMultilevel"/>
    <w:tmpl w:val="9E6030E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085D03B6"/>
    <w:multiLevelType w:val="multilevel"/>
    <w:tmpl w:val="76A0591C"/>
    <w:lvl w:ilvl="0">
      <w:start w:val="1"/>
      <w:numFmt w:val="decimal"/>
      <w:lvlText w:val="%1."/>
      <w:lvlJc w:val="left"/>
      <w:pPr>
        <w:ind w:left="473" w:hanging="144"/>
      </w:pPr>
      <w:rPr>
        <w:rFonts w:ascii="Poppins" w:eastAsia="Poppins" w:hAnsi="Poppins" w:cs="Poppins" w:hint="default"/>
        <w:b w:val="0"/>
        <w:bCs w:val="0"/>
        <w:i w:val="0"/>
        <w:iCs w:val="0"/>
        <w:spacing w:val="0"/>
        <w:w w:val="100"/>
        <w:sz w:val="18"/>
        <w:szCs w:val="18"/>
        <w:lang w:val="en-US" w:eastAsia="en-US" w:bidi="ar-SA"/>
      </w:rPr>
    </w:lvl>
    <w:lvl w:ilvl="1">
      <w:start w:val="1"/>
      <w:numFmt w:val="decimal"/>
      <w:lvlText w:val="%1.%2."/>
      <w:lvlJc w:val="left"/>
      <w:pPr>
        <w:ind w:left="897" w:hanging="341"/>
      </w:pPr>
      <w:rPr>
        <w:rFonts w:ascii="Poppins" w:eastAsia="Poppins" w:hAnsi="Poppins" w:cs="Poppins" w:hint="default"/>
        <w:b w:val="0"/>
        <w:bCs w:val="0"/>
        <w:i w:val="0"/>
        <w:iCs w:val="0"/>
        <w:spacing w:val="0"/>
        <w:w w:val="100"/>
        <w:sz w:val="18"/>
        <w:szCs w:val="18"/>
        <w:lang w:val="en-US" w:eastAsia="en-US" w:bidi="ar-SA"/>
      </w:rPr>
    </w:lvl>
    <w:lvl w:ilvl="2">
      <w:numFmt w:val="bullet"/>
      <w:lvlText w:val="•"/>
      <w:lvlJc w:val="left"/>
      <w:pPr>
        <w:ind w:left="2007" w:hanging="341"/>
      </w:pPr>
      <w:rPr>
        <w:rFonts w:hint="default"/>
        <w:lang w:val="en-US" w:eastAsia="en-US" w:bidi="ar-SA"/>
      </w:rPr>
    </w:lvl>
    <w:lvl w:ilvl="3">
      <w:numFmt w:val="bullet"/>
      <w:lvlText w:val="•"/>
      <w:lvlJc w:val="left"/>
      <w:pPr>
        <w:ind w:left="3114" w:hanging="341"/>
      </w:pPr>
      <w:rPr>
        <w:rFonts w:hint="default"/>
        <w:lang w:val="en-US" w:eastAsia="en-US" w:bidi="ar-SA"/>
      </w:rPr>
    </w:lvl>
    <w:lvl w:ilvl="4">
      <w:numFmt w:val="bullet"/>
      <w:lvlText w:val="•"/>
      <w:lvlJc w:val="left"/>
      <w:pPr>
        <w:ind w:left="4221" w:hanging="341"/>
      </w:pPr>
      <w:rPr>
        <w:rFonts w:hint="default"/>
        <w:lang w:val="en-US" w:eastAsia="en-US" w:bidi="ar-SA"/>
      </w:rPr>
    </w:lvl>
    <w:lvl w:ilvl="5">
      <w:numFmt w:val="bullet"/>
      <w:lvlText w:val="•"/>
      <w:lvlJc w:val="left"/>
      <w:pPr>
        <w:ind w:left="5329" w:hanging="341"/>
      </w:pPr>
      <w:rPr>
        <w:rFonts w:hint="default"/>
        <w:lang w:val="en-US" w:eastAsia="en-US" w:bidi="ar-SA"/>
      </w:rPr>
    </w:lvl>
    <w:lvl w:ilvl="6">
      <w:numFmt w:val="bullet"/>
      <w:lvlText w:val="•"/>
      <w:lvlJc w:val="left"/>
      <w:pPr>
        <w:ind w:left="6436" w:hanging="341"/>
      </w:pPr>
      <w:rPr>
        <w:rFonts w:hint="default"/>
        <w:lang w:val="en-US" w:eastAsia="en-US" w:bidi="ar-SA"/>
      </w:rPr>
    </w:lvl>
    <w:lvl w:ilvl="7">
      <w:numFmt w:val="bullet"/>
      <w:lvlText w:val="•"/>
      <w:lvlJc w:val="left"/>
      <w:pPr>
        <w:ind w:left="7543" w:hanging="341"/>
      </w:pPr>
      <w:rPr>
        <w:rFonts w:hint="default"/>
        <w:lang w:val="en-US" w:eastAsia="en-US" w:bidi="ar-SA"/>
      </w:rPr>
    </w:lvl>
    <w:lvl w:ilvl="8">
      <w:numFmt w:val="bullet"/>
      <w:lvlText w:val="•"/>
      <w:lvlJc w:val="left"/>
      <w:pPr>
        <w:ind w:left="8650" w:hanging="341"/>
      </w:pPr>
      <w:rPr>
        <w:rFonts w:hint="default"/>
        <w:lang w:val="en-US" w:eastAsia="en-US" w:bidi="ar-SA"/>
      </w:rPr>
    </w:lvl>
  </w:abstractNum>
  <w:abstractNum w:abstractNumId="31" w15:restartNumberingAfterBreak="0">
    <w:nsid w:val="092F77E1"/>
    <w:multiLevelType w:val="hybridMultilevel"/>
    <w:tmpl w:val="261C8C9E"/>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2" w15:restartNumberingAfterBreak="0">
    <w:nsid w:val="098B4454"/>
    <w:multiLevelType w:val="hybridMultilevel"/>
    <w:tmpl w:val="CAAA7152"/>
    <w:lvl w:ilvl="0" w:tplc="3EEC60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9EF47B6"/>
    <w:multiLevelType w:val="hybridMultilevel"/>
    <w:tmpl w:val="AC8ACD8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0A1C75B4"/>
    <w:multiLevelType w:val="hybridMultilevel"/>
    <w:tmpl w:val="E94836B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A8368B6"/>
    <w:multiLevelType w:val="hybridMultilevel"/>
    <w:tmpl w:val="944A4F9C"/>
    <w:lvl w:ilvl="0" w:tplc="0414001B">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0A9B2080"/>
    <w:multiLevelType w:val="hybridMultilevel"/>
    <w:tmpl w:val="2C42628E"/>
    <w:lvl w:ilvl="0" w:tplc="08090017">
      <w:start w:val="1"/>
      <w:numFmt w:val="lowerLetter"/>
      <w:lvlText w:val="%1)"/>
      <w:lvlJc w:val="left"/>
      <w:pPr>
        <w:ind w:left="1080" w:hanging="360"/>
      </w:pPr>
      <w:rPr>
        <w:rFonts w:hint="default"/>
        <w:color w:val="005592" w:themeColor="text1"/>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0AA9210D"/>
    <w:multiLevelType w:val="multilevel"/>
    <w:tmpl w:val="18EA08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AB60EB0"/>
    <w:multiLevelType w:val="hybridMultilevel"/>
    <w:tmpl w:val="707006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0AC677F8"/>
    <w:multiLevelType w:val="hybridMultilevel"/>
    <w:tmpl w:val="036479E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0B072DE2"/>
    <w:multiLevelType w:val="hybridMultilevel"/>
    <w:tmpl w:val="E13A23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0B457A0F"/>
    <w:multiLevelType w:val="hybridMultilevel"/>
    <w:tmpl w:val="ECE6EE8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0BBF5C38"/>
    <w:multiLevelType w:val="hybridMultilevel"/>
    <w:tmpl w:val="8C38E07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BD80F01"/>
    <w:multiLevelType w:val="multilevel"/>
    <w:tmpl w:val="0832C0E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0C320FCB"/>
    <w:multiLevelType w:val="hybridMultilevel"/>
    <w:tmpl w:val="07AA606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0C500EF8"/>
    <w:multiLevelType w:val="multilevel"/>
    <w:tmpl w:val="F6F0F9C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0C9C696A"/>
    <w:multiLevelType w:val="multilevel"/>
    <w:tmpl w:val="D9BC7FB0"/>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47" w15:restartNumberingAfterBreak="0">
    <w:nsid w:val="0D5C44BA"/>
    <w:multiLevelType w:val="hybridMultilevel"/>
    <w:tmpl w:val="D71AADA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0DC02863"/>
    <w:multiLevelType w:val="hybridMultilevel"/>
    <w:tmpl w:val="1C8449BA"/>
    <w:lvl w:ilvl="0" w:tplc="0409000F">
      <w:start w:val="1"/>
      <w:numFmt w:val="decimal"/>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0E08043A"/>
    <w:multiLevelType w:val="multilevel"/>
    <w:tmpl w:val="073E13F6"/>
    <w:styleLink w:val="Styl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0E4A6B5E"/>
    <w:multiLevelType w:val="hybridMultilevel"/>
    <w:tmpl w:val="B0204C0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03D31D4"/>
    <w:multiLevelType w:val="hybridMultilevel"/>
    <w:tmpl w:val="1E9E016C"/>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10972858"/>
    <w:multiLevelType w:val="hybridMultilevel"/>
    <w:tmpl w:val="9CB0A3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53" w15:restartNumberingAfterBreak="0">
    <w:nsid w:val="109D048E"/>
    <w:multiLevelType w:val="hybridMultilevel"/>
    <w:tmpl w:val="EA320B8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10A24E85"/>
    <w:multiLevelType w:val="hybridMultilevel"/>
    <w:tmpl w:val="D6D8BA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0F54603"/>
    <w:multiLevelType w:val="multilevel"/>
    <w:tmpl w:val="D2CEC8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12F5A37"/>
    <w:multiLevelType w:val="multilevel"/>
    <w:tmpl w:val="150CD1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143C0100"/>
    <w:multiLevelType w:val="multilevel"/>
    <w:tmpl w:val="D28A951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14E66FD4"/>
    <w:multiLevelType w:val="multilevel"/>
    <w:tmpl w:val="B2DAF8A2"/>
    <w:styleLink w:val="CurrentList4"/>
    <w:lvl w:ilvl="0">
      <w:start w:val="1"/>
      <w:numFmt w:val="decimal"/>
      <w:lvlText w:val="%1."/>
      <w:lvlJc w:val="left"/>
      <w:pPr>
        <w:ind w:left="1050" w:hanging="1050"/>
      </w:pPr>
      <w:rPr>
        <w:rFonts w:ascii="Oswald SemiBold" w:hAnsi="Oswald SemiBold" w:hint="default"/>
        <w:b/>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59" w15:restartNumberingAfterBreak="0">
    <w:nsid w:val="14F7784B"/>
    <w:multiLevelType w:val="multilevel"/>
    <w:tmpl w:val="BE1E00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15017A32"/>
    <w:multiLevelType w:val="hybridMultilevel"/>
    <w:tmpl w:val="28F48B9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150478D4"/>
    <w:multiLevelType w:val="hybridMultilevel"/>
    <w:tmpl w:val="7FB6D57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15436A49"/>
    <w:multiLevelType w:val="multilevel"/>
    <w:tmpl w:val="8E2A87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15DD060F"/>
    <w:multiLevelType w:val="hybridMultilevel"/>
    <w:tmpl w:val="3D4E268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1604512D"/>
    <w:multiLevelType w:val="multilevel"/>
    <w:tmpl w:val="77E62E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178B6A89"/>
    <w:multiLevelType w:val="multilevel"/>
    <w:tmpl w:val="F06CEB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17971F6D"/>
    <w:multiLevelType w:val="hybridMultilevel"/>
    <w:tmpl w:val="872C479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17A01995"/>
    <w:multiLevelType w:val="hybridMultilevel"/>
    <w:tmpl w:val="F44C89C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8" w15:restartNumberingAfterBreak="0">
    <w:nsid w:val="17A83AF8"/>
    <w:multiLevelType w:val="multilevel"/>
    <w:tmpl w:val="4C7232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17AA7FD0"/>
    <w:multiLevelType w:val="hybridMultilevel"/>
    <w:tmpl w:val="2C2C13A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18DA1490"/>
    <w:multiLevelType w:val="hybridMultilevel"/>
    <w:tmpl w:val="CB5ADFA0"/>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18E000C8"/>
    <w:multiLevelType w:val="hybridMultilevel"/>
    <w:tmpl w:val="1F44E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1939585D"/>
    <w:multiLevelType w:val="multilevel"/>
    <w:tmpl w:val="05640A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1A2F3F55"/>
    <w:multiLevelType w:val="hybridMultilevel"/>
    <w:tmpl w:val="BB228B5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1ABF41D4"/>
    <w:multiLevelType w:val="hybridMultilevel"/>
    <w:tmpl w:val="3072DD9C"/>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414001B">
      <w:start w:val="1"/>
      <w:numFmt w:val="lowerRoman"/>
      <w:lvlText w:val="%4."/>
      <w:lvlJc w:val="right"/>
      <w:pPr>
        <w:ind w:left="72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1AEA3806"/>
    <w:multiLevelType w:val="hybridMultilevel"/>
    <w:tmpl w:val="D13EC390"/>
    <w:lvl w:ilvl="0" w:tplc="99B0641A">
      <w:numFmt w:val="bullet"/>
      <w:lvlText w:val="-"/>
      <w:lvlJc w:val="left"/>
      <w:pPr>
        <w:ind w:left="720" w:hanging="360"/>
      </w:pPr>
      <w:rPr>
        <w:rFonts w:ascii="Helvetica Neue" w:eastAsiaTheme="minorHAnsi" w:hAnsi="Helvetica Neu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1B583683"/>
    <w:multiLevelType w:val="hybridMultilevel"/>
    <w:tmpl w:val="9766AD16"/>
    <w:lvl w:ilvl="0" w:tplc="0414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BAE0715"/>
    <w:multiLevelType w:val="hybridMultilevel"/>
    <w:tmpl w:val="81844760"/>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78" w15:restartNumberingAfterBreak="0">
    <w:nsid w:val="1BB51B76"/>
    <w:multiLevelType w:val="multilevel"/>
    <w:tmpl w:val="E586D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1BC62E93"/>
    <w:multiLevelType w:val="hybridMultilevel"/>
    <w:tmpl w:val="765E845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1C7E3D80"/>
    <w:multiLevelType w:val="multilevel"/>
    <w:tmpl w:val="7AE408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1CD13F0A"/>
    <w:multiLevelType w:val="multilevel"/>
    <w:tmpl w:val="4E5CB6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1D1A379A"/>
    <w:multiLevelType w:val="multilevel"/>
    <w:tmpl w:val="2F38CB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1D7B2FAA"/>
    <w:multiLevelType w:val="hybridMultilevel"/>
    <w:tmpl w:val="5D18E33C"/>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1D980C39"/>
    <w:multiLevelType w:val="hybridMultilevel"/>
    <w:tmpl w:val="FF146CE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1DB14025"/>
    <w:multiLevelType w:val="hybridMultilevel"/>
    <w:tmpl w:val="5686AF3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86" w15:restartNumberingAfterBreak="0">
    <w:nsid w:val="1DB5504C"/>
    <w:multiLevelType w:val="hybridMultilevel"/>
    <w:tmpl w:val="94F02624"/>
    <w:lvl w:ilvl="0" w:tplc="218C836C">
      <w:start w:val="1"/>
      <w:numFmt w:val="bullet"/>
      <w:lvlText w:val=""/>
      <w:lvlJc w:val="left"/>
      <w:pPr>
        <w:ind w:left="720" w:hanging="360"/>
      </w:pPr>
      <w:rPr>
        <w:rFonts w:ascii="Symbol" w:hAnsi="Symbol"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1E6A79B6"/>
    <w:multiLevelType w:val="hybridMultilevel"/>
    <w:tmpl w:val="808AC5D2"/>
    <w:lvl w:ilvl="0" w:tplc="0414001B">
      <w:start w:val="1"/>
      <w:numFmt w:val="lowerRoman"/>
      <w:lvlText w:val="%1."/>
      <w:lvlJc w:val="right"/>
      <w:pPr>
        <w:ind w:left="1111" w:hanging="360"/>
      </w:p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abstractNum w:abstractNumId="88" w15:restartNumberingAfterBreak="0">
    <w:nsid w:val="1EB24651"/>
    <w:multiLevelType w:val="hybridMultilevel"/>
    <w:tmpl w:val="D0D2C4EC"/>
    <w:lvl w:ilvl="0" w:tplc="0414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9" w15:restartNumberingAfterBreak="0">
    <w:nsid w:val="1ECF2AC2"/>
    <w:multiLevelType w:val="hybridMultilevel"/>
    <w:tmpl w:val="3CE477B4"/>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1EE14478"/>
    <w:multiLevelType w:val="hybridMultilevel"/>
    <w:tmpl w:val="5AE0DD8A"/>
    <w:lvl w:ilvl="0" w:tplc="FFFFFFFF">
      <w:start w:val="1"/>
      <w:numFmt w:val="lowerRoman"/>
      <w:lvlText w:val="%1."/>
      <w:lvlJc w:val="right"/>
      <w:pPr>
        <w:ind w:left="1440" w:hanging="360"/>
      </w:pPr>
    </w:lvl>
    <w:lvl w:ilvl="1" w:tplc="04090001">
      <w:start w:val="1"/>
      <w:numFmt w:val="bullet"/>
      <w:lvlText w:val=""/>
      <w:lvlJc w:val="left"/>
      <w:pPr>
        <w:ind w:left="216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1" w15:restartNumberingAfterBreak="0">
    <w:nsid w:val="1F0539F1"/>
    <w:multiLevelType w:val="hybridMultilevel"/>
    <w:tmpl w:val="49EC44D6"/>
    <w:lvl w:ilvl="0" w:tplc="39921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1F152487"/>
    <w:multiLevelType w:val="hybridMultilevel"/>
    <w:tmpl w:val="E8C6955A"/>
    <w:lvl w:ilvl="0" w:tplc="FFFFFFFF">
      <w:start w:val="1"/>
      <w:numFmt w:val="decimal"/>
      <w:lvlText w:val="%1."/>
      <w:lvlJc w:val="left"/>
      <w:pPr>
        <w:ind w:left="720" w:hanging="360"/>
      </w:pPr>
    </w:lvl>
    <w:lvl w:ilvl="1" w:tplc="4754B5A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1F3C7309"/>
    <w:multiLevelType w:val="multilevel"/>
    <w:tmpl w:val="084E021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94" w15:restartNumberingAfterBreak="0">
    <w:nsid w:val="1F3D3195"/>
    <w:multiLevelType w:val="multilevel"/>
    <w:tmpl w:val="73F02D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205104C2"/>
    <w:multiLevelType w:val="hybridMultilevel"/>
    <w:tmpl w:val="4C581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20AD36A4"/>
    <w:multiLevelType w:val="multilevel"/>
    <w:tmpl w:val="0024B52A"/>
    <w:styleLink w:val="CurrentList3"/>
    <w:lvl w:ilvl="0">
      <w:start w:val="1"/>
      <w:numFmt w:val="decimal"/>
      <w:lvlText w:val="%1."/>
      <w:lvlJc w:val="left"/>
      <w:pPr>
        <w:ind w:left="1050" w:hanging="360"/>
      </w:pPr>
      <w:rPr>
        <w:rFonts w:ascii="Oswald SemiBold" w:hAnsi="Oswald SemiBold" w:hint="default"/>
        <w:b/>
        <w:i w:val="0"/>
        <w:color w:val="00548E" w:themeColor="accent1"/>
        <w:sz w:val="36"/>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97" w15:restartNumberingAfterBreak="0">
    <w:nsid w:val="21207AE7"/>
    <w:multiLevelType w:val="multilevel"/>
    <w:tmpl w:val="45D8C6B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8" w15:restartNumberingAfterBreak="0">
    <w:nsid w:val="226A6F45"/>
    <w:multiLevelType w:val="multilevel"/>
    <w:tmpl w:val="C4823D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22FC613D"/>
    <w:multiLevelType w:val="multilevel"/>
    <w:tmpl w:val="F580D7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231C34A2"/>
    <w:multiLevelType w:val="hybridMultilevel"/>
    <w:tmpl w:val="0AA4B9DE"/>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01" w15:restartNumberingAfterBreak="0">
    <w:nsid w:val="23BD3DFE"/>
    <w:multiLevelType w:val="hybridMultilevel"/>
    <w:tmpl w:val="BCF6BD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23D844BB"/>
    <w:multiLevelType w:val="multilevel"/>
    <w:tmpl w:val="BBB48198"/>
    <w:styleLink w:val="Style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241746C3"/>
    <w:multiLevelType w:val="hybridMultilevel"/>
    <w:tmpl w:val="5F3A997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24330466"/>
    <w:multiLevelType w:val="hybridMultilevel"/>
    <w:tmpl w:val="BB60F3F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2447732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24755324"/>
    <w:multiLevelType w:val="multilevel"/>
    <w:tmpl w:val="1E028E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253F26EC"/>
    <w:multiLevelType w:val="multilevel"/>
    <w:tmpl w:val="7E0AC0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263E59AB"/>
    <w:multiLevelType w:val="hybridMultilevel"/>
    <w:tmpl w:val="D418331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27662DFF"/>
    <w:multiLevelType w:val="multilevel"/>
    <w:tmpl w:val="91DC386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280913BF"/>
    <w:multiLevelType w:val="multilevel"/>
    <w:tmpl w:val="C41012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283006BB"/>
    <w:multiLevelType w:val="multilevel"/>
    <w:tmpl w:val="5ACA884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287D06C1"/>
    <w:multiLevelType w:val="hybridMultilevel"/>
    <w:tmpl w:val="51966EA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28C545F0"/>
    <w:multiLevelType w:val="hybridMultilevel"/>
    <w:tmpl w:val="549675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2A065D5E"/>
    <w:multiLevelType w:val="hybridMultilevel"/>
    <w:tmpl w:val="EE0839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2A181DC1"/>
    <w:multiLevelType w:val="hybridMultilevel"/>
    <w:tmpl w:val="8E46A7FE"/>
    <w:lvl w:ilvl="0" w:tplc="04090001">
      <w:start w:val="1"/>
      <w:numFmt w:val="bullet"/>
      <w:lvlText w:val=""/>
      <w:lvlJc w:val="left"/>
      <w:pPr>
        <w:ind w:left="2160" w:hanging="360"/>
      </w:pPr>
      <w:rPr>
        <w:rFonts w:ascii="Symbol" w:hAnsi="Symbol" w:hint="default"/>
      </w:rPr>
    </w:lvl>
    <w:lvl w:ilvl="1" w:tplc="FFFFFFFF" w:tentative="1">
      <w:start w:val="1"/>
      <w:numFmt w:val="lowerLetter"/>
      <w:lvlText w:val="%2."/>
      <w:lvlJc w:val="left"/>
      <w:pPr>
        <w:ind w:left="2313" w:hanging="360"/>
      </w:pPr>
    </w:lvl>
    <w:lvl w:ilvl="2" w:tplc="FFFFFFFF" w:tentative="1">
      <w:start w:val="1"/>
      <w:numFmt w:val="lowerRoman"/>
      <w:lvlText w:val="%3."/>
      <w:lvlJc w:val="right"/>
      <w:pPr>
        <w:ind w:left="3033" w:hanging="180"/>
      </w:pPr>
    </w:lvl>
    <w:lvl w:ilvl="3" w:tplc="FFFFFFFF" w:tentative="1">
      <w:start w:val="1"/>
      <w:numFmt w:val="decimal"/>
      <w:lvlText w:val="%4."/>
      <w:lvlJc w:val="left"/>
      <w:pPr>
        <w:ind w:left="3753" w:hanging="360"/>
      </w:pPr>
    </w:lvl>
    <w:lvl w:ilvl="4" w:tplc="FFFFFFFF" w:tentative="1">
      <w:start w:val="1"/>
      <w:numFmt w:val="lowerLetter"/>
      <w:lvlText w:val="%5."/>
      <w:lvlJc w:val="left"/>
      <w:pPr>
        <w:ind w:left="4473" w:hanging="360"/>
      </w:pPr>
    </w:lvl>
    <w:lvl w:ilvl="5" w:tplc="FFFFFFFF" w:tentative="1">
      <w:start w:val="1"/>
      <w:numFmt w:val="lowerRoman"/>
      <w:lvlText w:val="%6."/>
      <w:lvlJc w:val="right"/>
      <w:pPr>
        <w:ind w:left="5193" w:hanging="180"/>
      </w:pPr>
    </w:lvl>
    <w:lvl w:ilvl="6" w:tplc="FFFFFFFF" w:tentative="1">
      <w:start w:val="1"/>
      <w:numFmt w:val="decimal"/>
      <w:lvlText w:val="%7."/>
      <w:lvlJc w:val="left"/>
      <w:pPr>
        <w:ind w:left="5913" w:hanging="360"/>
      </w:pPr>
    </w:lvl>
    <w:lvl w:ilvl="7" w:tplc="FFFFFFFF" w:tentative="1">
      <w:start w:val="1"/>
      <w:numFmt w:val="lowerLetter"/>
      <w:lvlText w:val="%8."/>
      <w:lvlJc w:val="left"/>
      <w:pPr>
        <w:ind w:left="6633" w:hanging="360"/>
      </w:pPr>
    </w:lvl>
    <w:lvl w:ilvl="8" w:tplc="FFFFFFFF" w:tentative="1">
      <w:start w:val="1"/>
      <w:numFmt w:val="lowerRoman"/>
      <w:lvlText w:val="%9."/>
      <w:lvlJc w:val="right"/>
      <w:pPr>
        <w:ind w:left="7353" w:hanging="180"/>
      </w:pPr>
    </w:lvl>
  </w:abstractNum>
  <w:abstractNum w:abstractNumId="116" w15:restartNumberingAfterBreak="0">
    <w:nsid w:val="2A414328"/>
    <w:multiLevelType w:val="multilevel"/>
    <w:tmpl w:val="F9F6FF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2B214513"/>
    <w:multiLevelType w:val="hybridMultilevel"/>
    <w:tmpl w:val="E2160BD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2B7A113D"/>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2BDF393D"/>
    <w:multiLevelType w:val="hybridMultilevel"/>
    <w:tmpl w:val="019E78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0" w15:restartNumberingAfterBreak="0">
    <w:nsid w:val="2C1A185C"/>
    <w:multiLevelType w:val="hybridMultilevel"/>
    <w:tmpl w:val="BAE2F53E"/>
    <w:lvl w:ilvl="0" w:tplc="08090001">
      <w:start w:val="1"/>
      <w:numFmt w:val="bullet"/>
      <w:lvlText w:val=""/>
      <w:lvlJc w:val="left"/>
      <w:pPr>
        <w:ind w:left="1124" w:hanging="360"/>
      </w:pPr>
      <w:rPr>
        <w:rFonts w:ascii="Symbol" w:hAnsi="Symbol" w:hint="default"/>
      </w:rPr>
    </w:lvl>
    <w:lvl w:ilvl="1" w:tplc="FFFFFFFF" w:tentative="1">
      <w:start w:val="1"/>
      <w:numFmt w:val="lowerLetter"/>
      <w:lvlText w:val="%2."/>
      <w:lvlJc w:val="left"/>
      <w:pPr>
        <w:ind w:left="1844" w:hanging="360"/>
      </w:pPr>
    </w:lvl>
    <w:lvl w:ilvl="2" w:tplc="FFFFFFFF" w:tentative="1">
      <w:start w:val="1"/>
      <w:numFmt w:val="lowerRoman"/>
      <w:lvlText w:val="%3."/>
      <w:lvlJc w:val="right"/>
      <w:pPr>
        <w:ind w:left="2564" w:hanging="180"/>
      </w:pPr>
    </w:lvl>
    <w:lvl w:ilvl="3" w:tplc="FFFFFFFF" w:tentative="1">
      <w:start w:val="1"/>
      <w:numFmt w:val="decimal"/>
      <w:lvlText w:val="%4."/>
      <w:lvlJc w:val="left"/>
      <w:pPr>
        <w:ind w:left="3284" w:hanging="360"/>
      </w:pPr>
    </w:lvl>
    <w:lvl w:ilvl="4" w:tplc="FFFFFFFF" w:tentative="1">
      <w:start w:val="1"/>
      <w:numFmt w:val="lowerLetter"/>
      <w:lvlText w:val="%5."/>
      <w:lvlJc w:val="left"/>
      <w:pPr>
        <w:ind w:left="4004" w:hanging="360"/>
      </w:pPr>
    </w:lvl>
    <w:lvl w:ilvl="5" w:tplc="FFFFFFFF" w:tentative="1">
      <w:start w:val="1"/>
      <w:numFmt w:val="lowerRoman"/>
      <w:lvlText w:val="%6."/>
      <w:lvlJc w:val="right"/>
      <w:pPr>
        <w:ind w:left="4724" w:hanging="180"/>
      </w:pPr>
    </w:lvl>
    <w:lvl w:ilvl="6" w:tplc="FFFFFFFF" w:tentative="1">
      <w:start w:val="1"/>
      <w:numFmt w:val="decimal"/>
      <w:lvlText w:val="%7."/>
      <w:lvlJc w:val="left"/>
      <w:pPr>
        <w:ind w:left="5444" w:hanging="360"/>
      </w:pPr>
    </w:lvl>
    <w:lvl w:ilvl="7" w:tplc="FFFFFFFF" w:tentative="1">
      <w:start w:val="1"/>
      <w:numFmt w:val="lowerLetter"/>
      <w:lvlText w:val="%8."/>
      <w:lvlJc w:val="left"/>
      <w:pPr>
        <w:ind w:left="6164" w:hanging="360"/>
      </w:pPr>
    </w:lvl>
    <w:lvl w:ilvl="8" w:tplc="FFFFFFFF" w:tentative="1">
      <w:start w:val="1"/>
      <w:numFmt w:val="lowerRoman"/>
      <w:lvlText w:val="%9."/>
      <w:lvlJc w:val="right"/>
      <w:pPr>
        <w:ind w:left="6884" w:hanging="180"/>
      </w:pPr>
    </w:lvl>
  </w:abstractNum>
  <w:abstractNum w:abstractNumId="121" w15:restartNumberingAfterBreak="0">
    <w:nsid w:val="2C1F5B21"/>
    <w:multiLevelType w:val="hybridMultilevel"/>
    <w:tmpl w:val="6C7060C0"/>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22" w15:restartNumberingAfterBreak="0">
    <w:nsid w:val="2D0C6C5D"/>
    <w:multiLevelType w:val="hybridMultilevel"/>
    <w:tmpl w:val="F5904B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2D2E7520"/>
    <w:multiLevelType w:val="multilevel"/>
    <w:tmpl w:val="CC0C78A2"/>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4" w15:restartNumberingAfterBreak="0">
    <w:nsid w:val="2F9F2BD8"/>
    <w:multiLevelType w:val="multilevel"/>
    <w:tmpl w:val="6A58184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15:restartNumberingAfterBreak="0">
    <w:nsid w:val="2FAF7F08"/>
    <w:multiLevelType w:val="multilevel"/>
    <w:tmpl w:val="517211E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6" w15:restartNumberingAfterBreak="0">
    <w:nsid w:val="2FE071B1"/>
    <w:multiLevelType w:val="multilevel"/>
    <w:tmpl w:val="B31CDFC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27" w15:restartNumberingAfterBreak="0">
    <w:nsid w:val="30660305"/>
    <w:multiLevelType w:val="multilevel"/>
    <w:tmpl w:val="AB767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3081017F"/>
    <w:multiLevelType w:val="hybridMultilevel"/>
    <w:tmpl w:val="958E019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29" w15:restartNumberingAfterBreak="0">
    <w:nsid w:val="30833EA3"/>
    <w:multiLevelType w:val="hybridMultilevel"/>
    <w:tmpl w:val="2DF8F8D0"/>
    <w:lvl w:ilvl="0" w:tplc="FFFFFFFF">
      <w:start w:val="1"/>
      <w:numFmt w:val="lowerLetter"/>
      <w:lvlText w:val="%1."/>
      <w:lvlJc w:val="left"/>
      <w:pPr>
        <w:ind w:left="1232" w:hanging="360"/>
      </w:pPr>
    </w:lvl>
    <w:lvl w:ilvl="1" w:tplc="FFFFFFFF" w:tentative="1">
      <w:start w:val="1"/>
      <w:numFmt w:val="lowerLetter"/>
      <w:lvlText w:val="%2."/>
      <w:lvlJc w:val="left"/>
      <w:pPr>
        <w:ind w:left="1952" w:hanging="360"/>
      </w:pPr>
    </w:lvl>
    <w:lvl w:ilvl="2" w:tplc="FFFFFFFF" w:tentative="1">
      <w:start w:val="1"/>
      <w:numFmt w:val="lowerRoman"/>
      <w:lvlText w:val="%3."/>
      <w:lvlJc w:val="right"/>
      <w:pPr>
        <w:ind w:left="2672" w:hanging="180"/>
      </w:pPr>
    </w:lvl>
    <w:lvl w:ilvl="3" w:tplc="FFFFFFFF" w:tentative="1">
      <w:start w:val="1"/>
      <w:numFmt w:val="decimal"/>
      <w:lvlText w:val="%4."/>
      <w:lvlJc w:val="left"/>
      <w:pPr>
        <w:ind w:left="3392" w:hanging="360"/>
      </w:pPr>
    </w:lvl>
    <w:lvl w:ilvl="4" w:tplc="FFFFFFFF" w:tentative="1">
      <w:start w:val="1"/>
      <w:numFmt w:val="lowerLetter"/>
      <w:lvlText w:val="%5."/>
      <w:lvlJc w:val="left"/>
      <w:pPr>
        <w:ind w:left="4112" w:hanging="360"/>
      </w:pPr>
    </w:lvl>
    <w:lvl w:ilvl="5" w:tplc="FFFFFFFF" w:tentative="1">
      <w:start w:val="1"/>
      <w:numFmt w:val="lowerRoman"/>
      <w:lvlText w:val="%6."/>
      <w:lvlJc w:val="right"/>
      <w:pPr>
        <w:ind w:left="4832" w:hanging="180"/>
      </w:pPr>
    </w:lvl>
    <w:lvl w:ilvl="6" w:tplc="FFFFFFFF" w:tentative="1">
      <w:start w:val="1"/>
      <w:numFmt w:val="decimal"/>
      <w:lvlText w:val="%7."/>
      <w:lvlJc w:val="left"/>
      <w:pPr>
        <w:ind w:left="5552" w:hanging="360"/>
      </w:pPr>
    </w:lvl>
    <w:lvl w:ilvl="7" w:tplc="FFFFFFFF" w:tentative="1">
      <w:start w:val="1"/>
      <w:numFmt w:val="lowerLetter"/>
      <w:lvlText w:val="%8."/>
      <w:lvlJc w:val="left"/>
      <w:pPr>
        <w:ind w:left="6272" w:hanging="360"/>
      </w:pPr>
    </w:lvl>
    <w:lvl w:ilvl="8" w:tplc="FFFFFFFF" w:tentative="1">
      <w:start w:val="1"/>
      <w:numFmt w:val="lowerRoman"/>
      <w:lvlText w:val="%9."/>
      <w:lvlJc w:val="right"/>
      <w:pPr>
        <w:ind w:left="6992" w:hanging="180"/>
      </w:pPr>
    </w:lvl>
  </w:abstractNum>
  <w:abstractNum w:abstractNumId="130" w15:restartNumberingAfterBreak="0">
    <w:nsid w:val="30B5455D"/>
    <w:multiLevelType w:val="hybridMultilevel"/>
    <w:tmpl w:val="E62A572C"/>
    <w:lvl w:ilvl="0" w:tplc="0414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1" w15:restartNumberingAfterBreak="0">
    <w:nsid w:val="30C81EE8"/>
    <w:multiLevelType w:val="multilevel"/>
    <w:tmpl w:val="D91ECD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30E17180"/>
    <w:multiLevelType w:val="hybridMultilevel"/>
    <w:tmpl w:val="3430743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31584CB0"/>
    <w:multiLevelType w:val="multilevel"/>
    <w:tmpl w:val="5A2EFA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318C162F"/>
    <w:multiLevelType w:val="hybridMultilevel"/>
    <w:tmpl w:val="61FEB2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329F30D8"/>
    <w:multiLevelType w:val="multilevel"/>
    <w:tmpl w:val="9580DE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33197CDD"/>
    <w:multiLevelType w:val="hybridMultilevel"/>
    <w:tmpl w:val="2C949C9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335D3E5A"/>
    <w:multiLevelType w:val="multilevel"/>
    <w:tmpl w:val="24A060D2"/>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138" w15:restartNumberingAfterBreak="0">
    <w:nsid w:val="337962D2"/>
    <w:multiLevelType w:val="multilevel"/>
    <w:tmpl w:val="5BE244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33797396"/>
    <w:multiLevelType w:val="hybridMultilevel"/>
    <w:tmpl w:val="C808866C"/>
    <w:lvl w:ilvl="0" w:tplc="7BA4D4EE">
      <w:start w:val="1"/>
      <w:numFmt w:val="decimal"/>
      <w:lvlText w:val="%1."/>
      <w:lvlJc w:val="left"/>
      <w:pPr>
        <w:ind w:left="720" w:hanging="360"/>
      </w:pPr>
      <w:rPr>
        <w:rFonts w:hint="default"/>
        <w:color w:val="005FA4" w:themeColor="text1" w:themeTint="F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38126B8"/>
    <w:multiLevelType w:val="hybridMultilevel"/>
    <w:tmpl w:val="5D2CD6FA"/>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upp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33BF738F"/>
    <w:multiLevelType w:val="multilevel"/>
    <w:tmpl w:val="BCA6E2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15:restartNumberingAfterBreak="0">
    <w:nsid w:val="33C65EF4"/>
    <w:multiLevelType w:val="hybridMultilevel"/>
    <w:tmpl w:val="A81814DA"/>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35D0227D"/>
    <w:multiLevelType w:val="hybridMultilevel"/>
    <w:tmpl w:val="3BEE7FCE"/>
    <w:lvl w:ilvl="0" w:tplc="0414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4" w15:restartNumberingAfterBreak="0">
    <w:nsid w:val="36214923"/>
    <w:multiLevelType w:val="multilevel"/>
    <w:tmpl w:val="575CE6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365817A4"/>
    <w:multiLevelType w:val="hybridMultilevel"/>
    <w:tmpl w:val="D4D6C91C"/>
    <w:lvl w:ilvl="0" w:tplc="0409001B">
      <w:start w:val="1"/>
      <w:numFmt w:val="lowerRoman"/>
      <w:lvlText w:val="%1."/>
      <w:lvlJc w:val="right"/>
      <w:pPr>
        <w:ind w:left="1115" w:hanging="360"/>
      </w:pPr>
    </w:lvl>
    <w:lvl w:ilvl="1" w:tplc="FFFFFFFF" w:tentative="1">
      <w:start w:val="1"/>
      <w:numFmt w:val="lowerLetter"/>
      <w:lvlText w:val="%2."/>
      <w:lvlJc w:val="left"/>
      <w:pPr>
        <w:ind w:left="1863" w:hanging="360"/>
      </w:pPr>
    </w:lvl>
    <w:lvl w:ilvl="2" w:tplc="FFFFFFFF" w:tentative="1">
      <w:start w:val="1"/>
      <w:numFmt w:val="lowerRoman"/>
      <w:lvlText w:val="%3."/>
      <w:lvlJc w:val="right"/>
      <w:pPr>
        <w:ind w:left="2583" w:hanging="180"/>
      </w:pPr>
    </w:lvl>
    <w:lvl w:ilvl="3" w:tplc="FFFFFFFF" w:tentative="1">
      <w:start w:val="1"/>
      <w:numFmt w:val="decimal"/>
      <w:lvlText w:val="%4."/>
      <w:lvlJc w:val="left"/>
      <w:pPr>
        <w:ind w:left="3303" w:hanging="360"/>
      </w:pPr>
    </w:lvl>
    <w:lvl w:ilvl="4" w:tplc="FFFFFFFF" w:tentative="1">
      <w:start w:val="1"/>
      <w:numFmt w:val="lowerLetter"/>
      <w:lvlText w:val="%5."/>
      <w:lvlJc w:val="left"/>
      <w:pPr>
        <w:ind w:left="4023" w:hanging="360"/>
      </w:pPr>
    </w:lvl>
    <w:lvl w:ilvl="5" w:tplc="FFFFFFFF" w:tentative="1">
      <w:start w:val="1"/>
      <w:numFmt w:val="lowerRoman"/>
      <w:lvlText w:val="%6."/>
      <w:lvlJc w:val="right"/>
      <w:pPr>
        <w:ind w:left="4743" w:hanging="180"/>
      </w:pPr>
    </w:lvl>
    <w:lvl w:ilvl="6" w:tplc="FFFFFFFF" w:tentative="1">
      <w:start w:val="1"/>
      <w:numFmt w:val="decimal"/>
      <w:lvlText w:val="%7."/>
      <w:lvlJc w:val="left"/>
      <w:pPr>
        <w:ind w:left="5463" w:hanging="360"/>
      </w:pPr>
    </w:lvl>
    <w:lvl w:ilvl="7" w:tplc="FFFFFFFF" w:tentative="1">
      <w:start w:val="1"/>
      <w:numFmt w:val="lowerLetter"/>
      <w:lvlText w:val="%8."/>
      <w:lvlJc w:val="left"/>
      <w:pPr>
        <w:ind w:left="6183" w:hanging="360"/>
      </w:pPr>
    </w:lvl>
    <w:lvl w:ilvl="8" w:tplc="FFFFFFFF" w:tentative="1">
      <w:start w:val="1"/>
      <w:numFmt w:val="lowerRoman"/>
      <w:lvlText w:val="%9."/>
      <w:lvlJc w:val="right"/>
      <w:pPr>
        <w:ind w:left="6903" w:hanging="180"/>
      </w:pPr>
    </w:lvl>
  </w:abstractNum>
  <w:abstractNum w:abstractNumId="146" w15:restartNumberingAfterBreak="0">
    <w:nsid w:val="36755E0A"/>
    <w:multiLevelType w:val="hybridMultilevel"/>
    <w:tmpl w:val="0E1A783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1B">
      <w:start w:val="1"/>
      <w:numFmt w:val="lowerRoman"/>
      <w:lvlText w:val="%4."/>
      <w:lvlJc w:val="right"/>
      <w:pPr>
        <w:ind w:left="1115"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369C4B2B"/>
    <w:multiLevelType w:val="hybridMultilevel"/>
    <w:tmpl w:val="0F62801E"/>
    <w:lvl w:ilvl="0" w:tplc="3076A95E">
      <w:start w:val="1"/>
      <w:numFmt w:val="bullet"/>
      <w:lvlText w:val=""/>
      <w:lvlJc w:val="left"/>
      <w:pPr>
        <w:ind w:left="720" w:hanging="360"/>
      </w:pPr>
      <w:rPr>
        <w:rFonts w:ascii="Symbol" w:hAnsi="Symbol" w:hint="default"/>
        <w:color w:val="009DD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36A47D1E"/>
    <w:multiLevelType w:val="hybridMultilevel"/>
    <w:tmpl w:val="D13C90B4"/>
    <w:lvl w:ilvl="0" w:tplc="04140019">
      <w:start w:val="1"/>
      <w:numFmt w:val="lowerLetter"/>
      <w:lvlText w:val="%1."/>
      <w:lvlJc w:val="left"/>
      <w:pPr>
        <w:ind w:left="720" w:hanging="360"/>
      </w:pPr>
    </w:lvl>
    <w:lvl w:ilvl="1" w:tplc="78B66B9A">
      <w:start w:val="1"/>
      <w:numFmt w:val="lowerRoman"/>
      <w:lvlText w:val="(%2)"/>
      <w:lvlJc w:val="left"/>
      <w:pPr>
        <w:ind w:left="1800" w:hanging="72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9" w15:restartNumberingAfterBreak="0">
    <w:nsid w:val="3757375E"/>
    <w:multiLevelType w:val="multilevel"/>
    <w:tmpl w:val="BAB8D87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0" w15:restartNumberingAfterBreak="0">
    <w:nsid w:val="37951A7B"/>
    <w:multiLevelType w:val="multilevel"/>
    <w:tmpl w:val="969C52DE"/>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51" w15:restartNumberingAfterBreak="0">
    <w:nsid w:val="37A326DF"/>
    <w:multiLevelType w:val="multilevel"/>
    <w:tmpl w:val="886075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380B43BF"/>
    <w:multiLevelType w:val="multilevel"/>
    <w:tmpl w:val="25F475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15:restartNumberingAfterBreak="0">
    <w:nsid w:val="385E31D6"/>
    <w:multiLevelType w:val="hybridMultilevel"/>
    <w:tmpl w:val="1338A4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4" w15:restartNumberingAfterBreak="0">
    <w:nsid w:val="387A5CFA"/>
    <w:multiLevelType w:val="hybridMultilevel"/>
    <w:tmpl w:val="58924B8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15:restartNumberingAfterBreak="0">
    <w:nsid w:val="38D44984"/>
    <w:multiLevelType w:val="hybridMultilevel"/>
    <w:tmpl w:val="58FE9E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38E97AFF"/>
    <w:multiLevelType w:val="hybridMultilevel"/>
    <w:tmpl w:val="AD80968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38FE2E8B"/>
    <w:multiLevelType w:val="hybridMultilevel"/>
    <w:tmpl w:val="64CA3630"/>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39801062"/>
    <w:multiLevelType w:val="hybridMultilevel"/>
    <w:tmpl w:val="3E18794E"/>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59" w15:restartNumberingAfterBreak="0">
    <w:nsid w:val="3A326014"/>
    <w:multiLevelType w:val="hybridMultilevel"/>
    <w:tmpl w:val="A176D41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3A840D0E"/>
    <w:multiLevelType w:val="hybridMultilevel"/>
    <w:tmpl w:val="49689A30"/>
    <w:lvl w:ilvl="0" w:tplc="4B9E61B4">
      <w:start w:val="1"/>
      <w:numFmt w:val="decimal"/>
      <w:lvlText w:val="%1."/>
      <w:lvlJc w:val="left"/>
      <w:pPr>
        <w:ind w:left="720" w:hanging="360"/>
      </w:pPr>
      <w:rPr>
        <w:rFonts w:hint="default"/>
        <w:b w:val="0"/>
        <w:i w:val="0"/>
        <w:color w:val="auto"/>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1" w15:restartNumberingAfterBreak="0">
    <w:nsid w:val="3A8946EE"/>
    <w:multiLevelType w:val="hybridMultilevel"/>
    <w:tmpl w:val="96D61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3A906FE5"/>
    <w:multiLevelType w:val="hybridMultilevel"/>
    <w:tmpl w:val="1E285C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3B7C3269"/>
    <w:multiLevelType w:val="multilevel"/>
    <w:tmpl w:val="13CE2E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15:restartNumberingAfterBreak="0">
    <w:nsid w:val="3C507BE9"/>
    <w:multiLevelType w:val="hybridMultilevel"/>
    <w:tmpl w:val="32A68512"/>
    <w:lvl w:ilvl="0" w:tplc="FFFFFFFF">
      <w:start w:val="1"/>
      <w:numFmt w:val="lowerRoman"/>
      <w:lvlText w:val="%1."/>
      <w:lvlJc w:val="righ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0414001B">
      <w:start w:val="1"/>
      <w:numFmt w:val="lowerRoman"/>
      <w:lvlText w:val="%4."/>
      <w:lvlJc w:val="right"/>
      <w:pPr>
        <w:ind w:left="720"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65" w15:restartNumberingAfterBreak="0">
    <w:nsid w:val="3CC63CC6"/>
    <w:multiLevelType w:val="hybridMultilevel"/>
    <w:tmpl w:val="78BAF7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3D2C01FD"/>
    <w:multiLevelType w:val="multilevel"/>
    <w:tmpl w:val="5D1463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3E1A342E"/>
    <w:multiLevelType w:val="hybridMultilevel"/>
    <w:tmpl w:val="447226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3E55028F"/>
    <w:multiLevelType w:val="hybridMultilevel"/>
    <w:tmpl w:val="658AB5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E7302E9"/>
    <w:multiLevelType w:val="multilevel"/>
    <w:tmpl w:val="2AB602B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0" w15:restartNumberingAfterBreak="0">
    <w:nsid w:val="3F055CA9"/>
    <w:multiLevelType w:val="multilevel"/>
    <w:tmpl w:val="6C5EAB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1" w15:restartNumberingAfterBreak="0">
    <w:nsid w:val="3F722A89"/>
    <w:multiLevelType w:val="multilevel"/>
    <w:tmpl w:val="637CF1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3F72438F"/>
    <w:multiLevelType w:val="hybridMultilevel"/>
    <w:tmpl w:val="F182C802"/>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173" w15:restartNumberingAfterBreak="0">
    <w:nsid w:val="3F862E28"/>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40CC0D0C"/>
    <w:multiLevelType w:val="multilevel"/>
    <w:tmpl w:val="0F0A7166"/>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75" w15:restartNumberingAfterBreak="0">
    <w:nsid w:val="40E25C95"/>
    <w:multiLevelType w:val="hybridMultilevel"/>
    <w:tmpl w:val="24D086F8"/>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15:restartNumberingAfterBreak="0">
    <w:nsid w:val="40FD78F9"/>
    <w:multiLevelType w:val="multilevel"/>
    <w:tmpl w:val="F4805E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15:restartNumberingAfterBreak="0">
    <w:nsid w:val="4115172E"/>
    <w:multiLevelType w:val="hybridMultilevel"/>
    <w:tmpl w:val="C3BA60A2"/>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78" w15:restartNumberingAfterBreak="0">
    <w:nsid w:val="427E1E11"/>
    <w:multiLevelType w:val="hybridMultilevel"/>
    <w:tmpl w:val="F8906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42A4484D"/>
    <w:multiLevelType w:val="hybridMultilevel"/>
    <w:tmpl w:val="49084B6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0" w15:restartNumberingAfterBreak="0">
    <w:nsid w:val="42AC06C7"/>
    <w:multiLevelType w:val="multilevel"/>
    <w:tmpl w:val="3D88E0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42B56A3A"/>
    <w:multiLevelType w:val="hybridMultilevel"/>
    <w:tmpl w:val="518E2A7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435265A0"/>
    <w:multiLevelType w:val="hybridMultilevel"/>
    <w:tmpl w:val="D5802EB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3" w15:restartNumberingAfterBreak="0">
    <w:nsid w:val="436D6B5B"/>
    <w:multiLevelType w:val="hybridMultilevel"/>
    <w:tmpl w:val="AF46B26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4" w15:restartNumberingAfterBreak="0">
    <w:nsid w:val="437237B0"/>
    <w:multiLevelType w:val="hybridMultilevel"/>
    <w:tmpl w:val="99FE4B06"/>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43EA189E"/>
    <w:multiLevelType w:val="hybridMultilevel"/>
    <w:tmpl w:val="E9AAC22C"/>
    <w:lvl w:ilvl="0" w:tplc="08090001">
      <w:start w:val="1"/>
      <w:numFmt w:val="bullet"/>
      <w:lvlText w:val=""/>
      <w:lvlJc w:val="left"/>
      <w:pPr>
        <w:ind w:left="1383" w:hanging="360"/>
      </w:pPr>
      <w:rPr>
        <w:rFonts w:ascii="Symbol" w:hAnsi="Symbol" w:hint="default"/>
      </w:rPr>
    </w:lvl>
    <w:lvl w:ilvl="1" w:tplc="FFFFFFFF" w:tentative="1">
      <w:start w:val="1"/>
      <w:numFmt w:val="lowerLetter"/>
      <w:lvlText w:val="%2."/>
      <w:lvlJc w:val="left"/>
      <w:pPr>
        <w:ind w:left="2103" w:hanging="360"/>
      </w:pPr>
    </w:lvl>
    <w:lvl w:ilvl="2" w:tplc="FFFFFFFF" w:tentative="1">
      <w:start w:val="1"/>
      <w:numFmt w:val="lowerRoman"/>
      <w:lvlText w:val="%3."/>
      <w:lvlJc w:val="right"/>
      <w:pPr>
        <w:ind w:left="2823" w:hanging="180"/>
      </w:pPr>
    </w:lvl>
    <w:lvl w:ilvl="3" w:tplc="FFFFFFFF" w:tentative="1">
      <w:start w:val="1"/>
      <w:numFmt w:val="decimal"/>
      <w:lvlText w:val="%4."/>
      <w:lvlJc w:val="left"/>
      <w:pPr>
        <w:ind w:left="3543" w:hanging="360"/>
      </w:pPr>
    </w:lvl>
    <w:lvl w:ilvl="4" w:tplc="FFFFFFFF" w:tentative="1">
      <w:start w:val="1"/>
      <w:numFmt w:val="lowerLetter"/>
      <w:lvlText w:val="%5."/>
      <w:lvlJc w:val="left"/>
      <w:pPr>
        <w:ind w:left="4263" w:hanging="360"/>
      </w:pPr>
    </w:lvl>
    <w:lvl w:ilvl="5" w:tplc="FFFFFFFF" w:tentative="1">
      <w:start w:val="1"/>
      <w:numFmt w:val="lowerRoman"/>
      <w:lvlText w:val="%6."/>
      <w:lvlJc w:val="right"/>
      <w:pPr>
        <w:ind w:left="4983" w:hanging="180"/>
      </w:pPr>
    </w:lvl>
    <w:lvl w:ilvl="6" w:tplc="FFFFFFFF" w:tentative="1">
      <w:start w:val="1"/>
      <w:numFmt w:val="decimal"/>
      <w:lvlText w:val="%7."/>
      <w:lvlJc w:val="left"/>
      <w:pPr>
        <w:ind w:left="5703" w:hanging="360"/>
      </w:pPr>
    </w:lvl>
    <w:lvl w:ilvl="7" w:tplc="FFFFFFFF" w:tentative="1">
      <w:start w:val="1"/>
      <w:numFmt w:val="lowerLetter"/>
      <w:lvlText w:val="%8."/>
      <w:lvlJc w:val="left"/>
      <w:pPr>
        <w:ind w:left="6423" w:hanging="360"/>
      </w:pPr>
    </w:lvl>
    <w:lvl w:ilvl="8" w:tplc="FFFFFFFF" w:tentative="1">
      <w:start w:val="1"/>
      <w:numFmt w:val="lowerRoman"/>
      <w:lvlText w:val="%9."/>
      <w:lvlJc w:val="right"/>
      <w:pPr>
        <w:ind w:left="7143" w:hanging="180"/>
      </w:pPr>
    </w:lvl>
  </w:abstractNum>
  <w:abstractNum w:abstractNumId="186" w15:restartNumberingAfterBreak="0">
    <w:nsid w:val="442F14B4"/>
    <w:multiLevelType w:val="hybridMultilevel"/>
    <w:tmpl w:val="0B1C925A"/>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51201E6"/>
    <w:multiLevelType w:val="hybridMultilevel"/>
    <w:tmpl w:val="5D1466BE"/>
    <w:lvl w:ilvl="0" w:tplc="0409000F">
      <w:start w:val="1"/>
      <w:numFmt w:val="decimal"/>
      <w:lvlText w:val="%1."/>
      <w:lvlJc w:val="left"/>
      <w:pPr>
        <w:ind w:left="72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8" w15:restartNumberingAfterBreak="0">
    <w:nsid w:val="453D714F"/>
    <w:multiLevelType w:val="multilevel"/>
    <w:tmpl w:val="566830E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89" w15:restartNumberingAfterBreak="0">
    <w:nsid w:val="456A38F0"/>
    <w:multiLevelType w:val="hybridMultilevel"/>
    <w:tmpl w:val="9C948AE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0" w15:restartNumberingAfterBreak="0">
    <w:nsid w:val="45B86784"/>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15:restartNumberingAfterBreak="0">
    <w:nsid w:val="45D363FC"/>
    <w:multiLevelType w:val="hybridMultilevel"/>
    <w:tmpl w:val="C1FC5D54"/>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low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2" w15:restartNumberingAfterBreak="0">
    <w:nsid w:val="46307023"/>
    <w:multiLevelType w:val="hybridMultilevel"/>
    <w:tmpl w:val="D76861A6"/>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93" w15:restartNumberingAfterBreak="0">
    <w:nsid w:val="46556548"/>
    <w:multiLevelType w:val="multilevel"/>
    <w:tmpl w:val="9856C7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15:restartNumberingAfterBreak="0">
    <w:nsid w:val="465A3D32"/>
    <w:multiLevelType w:val="multilevel"/>
    <w:tmpl w:val="4A76E7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466965F2"/>
    <w:multiLevelType w:val="hybridMultilevel"/>
    <w:tmpl w:val="935CB5F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6" w15:restartNumberingAfterBreak="0">
    <w:nsid w:val="468228D3"/>
    <w:multiLevelType w:val="hybridMultilevel"/>
    <w:tmpl w:val="A6E64A7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468359A1"/>
    <w:multiLevelType w:val="hybridMultilevel"/>
    <w:tmpl w:val="50BE0D0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198" w15:restartNumberingAfterBreak="0">
    <w:nsid w:val="46AB4873"/>
    <w:multiLevelType w:val="multilevel"/>
    <w:tmpl w:val="9CF6F6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9" w15:restartNumberingAfterBreak="0">
    <w:nsid w:val="4798663B"/>
    <w:multiLevelType w:val="multilevel"/>
    <w:tmpl w:val="486E08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47BF36A9"/>
    <w:multiLevelType w:val="hybridMultilevel"/>
    <w:tmpl w:val="E946D7C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1" w15:restartNumberingAfterBreak="0">
    <w:nsid w:val="47F4145C"/>
    <w:multiLevelType w:val="hybridMultilevel"/>
    <w:tmpl w:val="4E1257C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02" w15:restartNumberingAfterBreak="0">
    <w:nsid w:val="48106433"/>
    <w:multiLevelType w:val="multilevel"/>
    <w:tmpl w:val="90520A1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3" w15:restartNumberingAfterBreak="0">
    <w:nsid w:val="481D5281"/>
    <w:multiLevelType w:val="hybridMultilevel"/>
    <w:tmpl w:val="0A885526"/>
    <w:lvl w:ilvl="0" w:tplc="C65089B4">
      <w:start w:val="1"/>
      <w:numFmt w:val="decimal"/>
      <w:pStyle w:val="Newnormal"/>
      <w:lvlText w:val="%1."/>
      <w:lvlJc w:val="left"/>
      <w:pPr>
        <w:ind w:left="1080" w:hanging="360"/>
      </w:pPr>
      <w:rPr>
        <w:rFonts w:hint="default"/>
        <w:color w:val="A3D8FF" w:themeColor="text1" w:themeTint="4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4" w15:restartNumberingAfterBreak="0">
    <w:nsid w:val="485F1E9B"/>
    <w:multiLevelType w:val="multilevel"/>
    <w:tmpl w:val="1A1036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5" w15:restartNumberingAfterBreak="0">
    <w:nsid w:val="48860128"/>
    <w:multiLevelType w:val="singleLevel"/>
    <w:tmpl w:val="04090019"/>
    <w:lvl w:ilvl="0">
      <w:start w:val="1"/>
      <w:numFmt w:val="lowerLetter"/>
      <w:lvlText w:val="%1."/>
      <w:lvlJc w:val="left"/>
      <w:pPr>
        <w:ind w:left="720" w:hanging="360"/>
      </w:pPr>
    </w:lvl>
  </w:abstractNum>
  <w:abstractNum w:abstractNumId="206" w15:restartNumberingAfterBreak="0">
    <w:nsid w:val="48F645AE"/>
    <w:multiLevelType w:val="hybridMultilevel"/>
    <w:tmpl w:val="FC981D1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7" w15:restartNumberingAfterBreak="0">
    <w:nsid w:val="490A39AF"/>
    <w:multiLevelType w:val="multilevel"/>
    <w:tmpl w:val="4620C5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8" w15:restartNumberingAfterBreak="0">
    <w:nsid w:val="494E6F35"/>
    <w:multiLevelType w:val="multilevel"/>
    <w:tmpl w:val="D5688FA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09" w15:restartNumberingAfterBreak="0">
    <w:nsid w:val="4A265F3A"/>
    <w:multiLevelType w:val="hybridMultilevel"/>
    <w:tmpl w:val="C0400CF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A3D5B26"/>
    <w:multiLevelType w:val="multilevel"/>
    <w:tmpl w:val="7D4EA3E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11" w15:restartNumberingAfterBreak="0">
    <w:nsid w:val="4A571D0C"/>
    <w:multiLevelType w:val="multilevel"/>
    <w:tmpl w:val="F5A686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2" w15:restartNumberingAfterBreak="0">
    <w:nsid w:val="4A765E0B"/>
    <w:multiLevelType w:val="hybridMultilevel"/>
    <w:tmpl w:val="0CD6C9F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3" w15:restartNumberingAfterBreak="0">
    <w:nsid w:val="4AA3261D"/>
    <w:multiLevelType w:val="multilevel"/>
    <w:tmpl w:val="04CC70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15:restartNumberingAfterBreak="0">
    <w:nsid w:val="4B12232C"/>
    <w:multiLevelType w:val="multilevel"/>
    <w:tmpl w:val="74AEBA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5" w15:restartNumberingAfterBreak="0">
    <w:nsid w:val="4B1C3329"/>
    <w:multiLevelType w:val="singleLevel"/>
    <w:tmpl w:val="04090019"/>
    <w:lvl w:ilvl="0">
      <w:start w:val="1"/>
      <w:numFmt w:val="lowerLetter"/>
      <w:lvlText w:val="%1."/>
      <w:lvlJc w:val="left"/>
      <w:pPr>
        <w:ind w:left="720" w:hanging="360"/>
      </w:pPr>
    </w:lvl>
  </w:abstractNum>
  <w:abstractNum w:abstractNumId="216" w15:restartNumberingAfterBreak="0">
    <w:nsid w:val="4B397FA0"/>
    <w:multiLevelType w:val="multilevel"/>
    <w:tmpl w:val="24A060D2"/>
    <w:styleLink w:val="CurrentList1"/>
    <w:lvl w:ilvl="0">
      <w:start w:val="1"/>
      <w:numFmt w:val="decimal"/>
      <w:lvlText w:val="%1."/>
      <w:lvlJc w:val="left"/>
      <w:pPr>
        <w:ind w:left="902" w:hanging="573"/>
      </w:pPr>
      <w:rPr>
        <w:rFonts w:ascii="Oswald" w:eastAsia="Oswald" w:hAnsi="Oswald" w:cs="Oswald" w:hint="default"/>
        <w:b w:val="0"/>
        <w:bCs w:val="0"/>
        <w:i w:val="0"/>
        <w:iCs w:val="0"/>
        <w:color w:val="00548E"/>
        <w:spacing w:val="0"/>
        <w:w w:val="91"/>
        <w:sz w:val="68"/>
        <w:szCs w:val="68"/>
        <w:lang w:val="en-US" w:eastAsia="en-US" w:bidi="ar-SA"/>
      </w:rPr>
    </w:lvl>
    <w:lvl w:ilvl="1">
      <w:start w:val="1"/>
      <w:numFmt w:val="decimal"/>
      <w:lvlText w:val="%1.%2."/>
      <w:lvlJc w:val="left"/>
      <w:pPr>
        <w:ind w:left="1050" w:hanging="720"/>
      </w:pPr>
      <w:rPr>
        <w:rFonts w:ascii="Aptos SemiBold" w:eastAsia="Aptos SemiBold" w:hAnsi="Aptos SemiBold" w:cs="Aptos SemiBold" w:hint="default"/>
        <w:b/>
        <w:bCs/>
        <w:i w:val="0"/>
        <w:iCs w:val="0"/>
        <w:color w:val="45BFF2"/>
        <w:spacing w:val="0"/>
        <w:w w:val="100"/>
        <w:sz w:val="24"/>
        <w:szCs w:val="24"/>
        <w:lang w:val="en-US" w:eastAsia="en-US" w:bidi="ar-SA"/>
      </w:rPr>
    </w:lvl>
    <w:lvl w:ilvl="2">
      <w:numFmt w:val="bullet"/>
      <w:lvlText w:val="•"/>
      <w:lvlJc w:val="left"/>
      <w:pPr>
        <w:ind w:left="2149" w:hanging="720"/>
      </w:pPr>
      <w:rPr>
        <w:rFonts w:hint="default"/>
        <w:lang w:val="en-US" w:eastAsia="en-US" w:bidi="ar-SA"/>
      </w:rPr>
    </w:lvl>
    <w:lvl w:ilvl="3">
      <w:numFmt w:val="bullet"/>
      <w:lvlText w:val="•"/>
      <w:lvlJc w:val="left"/>
      <w:pPr>
        <w:ind w:left="3239" w:hanging="720"/>
      </w:pPr>
      <w:rPr>
        <w:rFonts w:hint="default"/>
        <w:lang w:val="en-US" w:eastAsia="en-US" w:bidi="ar-SA"/>
      </w:rPr>
    </w:lvl>
    <w:lvl w:ilvl="4">
      <w:numFmt w:val="bullet"/>
      <w:lvlText w:val="•"/>
      <w:lvlJc w:val="left"/>
      <w:pPr>
        <w:ind w:left="4328" w:hanging="720"/>
      </w:pPr>
      <w:rPr>
        <w:rFonts w:hint="default"/>
        <w:lang w:val="en-US" w:eastAsia="en-US" w:bidi="ar-SA"/>
      </w:rPr>
    </w:lvl>
    <w:lvl w:ilvl="5">
      <w:numFmt w:val="bullet"/>
      <w:lvlText w:val="•"/>
      <w:lvlJc w:val="left"/>
      <w:pPr>
        <w:ind w:left="5418" w:hanging="720"/>
      </w:pPr>
      <w:rPr>
        <w:rFonts w:hint="default"/>
        <w:lang w:val="en-US" w:eastAsia="en-US" w:bidi="ar-SA"/>
      </w:rPr>
    </w:lvl>
    <w:lvl w:ilvl="6">
      <w:numFmt w:val="bullet"/>
      <w:lvlText w:val="•"/>
      <w:lvlJc w:val="left"/>
      <w:pPr>
        <w:ind w:left="6507" w:hanging="720"/>
      </w:pPr>
      <w:rPr>
        <w:rFonts w:hint="default"/>
        <w:lang w:val="en-US" w:eastAsia="en-US" w:bidi="ar-SA"/>
      </w:rPr>
    </w:lvl>
    <w:lvl w:ilvl="7">
      <w:numFmt w:val="bullet"/>
      <w:lvlText w:val="•"/>
      <w:lvlJc w:val="left"/>
      <w:pPr>
        <w:ind w:left="7597" w:hanging="720"/>
      </w:pPr>
      <w:rPr>
        <w:rFonts w:hint="default"/>
        <w:lang w:val="en-US" w:eastAsia="en-US" w:bidi="ar-SA"/>
      </w:rPr>
    </w:lvl>
    <w:lvl w:ilvl="8">
      <w:numFmt w:val="bullet"/>
      <w:lvlText w:val="•"/>
      <w:lvlJc w:val="left"/>
      <w:pPr>
        <w:ind w:left="8686" w:hanging="720"/>
      </w:pPr>
      <w:rPr>
        <w:rFonts w:hint="default"/>
        <w:lang w:val="en-US" w:eastAsia="en-US" w:bidi="ar-SA"/>
      </w:rPr>
    </w:lvl>
  </w:abstractNum>
  <w:abstractNum w:abstractNumId="217" w15:restartNumberingAfterBreak="0">
    <w:nsid w:val="4B8858A2"/>
    <w:multiLevelType w:val="multilevel"/>
    <w:tmpl w:val="2648EB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8" w15:restartNumberingAfterBreak="0">
    <w:nsid w:val="4BC2237A"/>
    <w:multiLevelType w:val="multilevel"/>
    <w:tmpl w:val="D3D89ED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9" w15:restartNumberingAfterBreak="0">
    <w:nsid w:val="4C8A7CCA"/>
    <w:multiLevelType w:val="hybridMultilevel"/>
    <w:tmpl w:val="A43C4202"/>
    <w:lvl w:ilvl="0" w:tplc="5144F9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CA17192"/>
    <w:multiLevelType w:val="multilevel"/>
    <w:tmpl w:val="2446DB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4CBD294B"/>
    <w:multiLevelType w:val="hybridMultilevel"/>
    <w:tmpl w:val="D36C5E3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15:restartNumberingAfterBreak="0">
    <w:nsid w:val="4D3E0EA0"/>
    <w:multiLevelType w:val="hybridMultilevel"/>
    <w:tmpl w:val="716008AC"/>
    <w:lvl w:ilvl="0" w:tplc="0414001B">
      <w:start w:val="1"/>
      <w:numFmt w:val="lowerRoman"/>
      <w:lvlText w:val="%1."/>
      <w:lvlJc w:val="right"/>
      <w:pPr>
        <w:ind w:left="1588" w:hanging="360"/>
      </w:pPr>
    </w:lvl>
    <w:lvl w:ilvl="1" w:tplc="08090019" w:tentative="1">
      <w:start w:val="1"/>
      <w:numFmt w:val="lowerLetter"/>
      <w:lvlText w:val="%2."/>
      <w:lvlJc w:val="left"/>
      <w:pPr>
        <w:ind w:left="2308" w:hanging="360"/>
      </w:pPr>
    </w:lvl>
    <w:lvl w:ilvl="2" w:tplc="0809001B" w:tentative="1">
      <w:start w:val="1"/>
      <w:numFmt w:val="lowerRoman"/>
      <w:lvlText w:val="%3."/>
      <w:lvlJc w:val="right"/>
      <w:pPr>
        <w:ind w:left="3028" w:hanging="180"/>
      </w:pPr>
    </w:lvl>
    <w:lvl w:ilvl="3" w:tplc="0809000F" w:tentative="1">
      <w:start w:val="1"/>
      <w:numFmt w:val="decimal"/>
      <w:lvlText w:val="%4."/>
      <w:lvlJc w:val="left"/>
      <w:pPr>
        <w:ind w:left="3748" w:hanging="360"/>
      </w:pPr>
    </w:lvl>
    <w:lvl w:ilvl="4" w:tplc="08090019" w:tentative="1">
      <w:start w:val="1"/>
      <w:numFmt w:val="lowerLetter"/>
      <w:lvlText w:val="%5."/>
      <w:lvlJc w:val="left"/>
      <w:pPr>
        <w:ind w:left="4468" w:hanging="360"/>
      </w:pPr>
    </w:lvl>
    <w:lvl w:ilvl="5" w:tplc="0809001B" w:tentative="1">
      <w:start w:val="1"/>
      <w:numFmt w:val="lowerRoman"/>
      <w:lvlText w:val="%6."/>
      <w:lvlJc w:val="right"/>
      <w:pPr>
        <w:ind w:left="5188" w:hanging="180"/>
      </w:pPr>
    </w:lvl>
    <w:lvl w:ilvl="6" w:tplc="0809000F" w:tentative="1">
      <w:start w:val="1"/>
      <w:numFmt w:val="decimal"/>
      <w:lvlText w:val="%7."/>
      <w:lvlJc w:val="left"/>
      <w:pPr>
        <w:ind w:left="5908" w:hanging="360"/>
      </w:pPr>
    </w:lvl>
    <w:lvl w:ilvl="7" w:tplc="08090019" w:tentative="1">
      <w:start w:val="1"/>
      <w:numFmt w:val="lowerLetter"/>
      <w:lvlText w:val="%8."/>
      <w:lvlJc w:val="left"/>
      <w:pPr>
        <w:ind w:left="6628" w:hanging="360"/>
      </w:pPr>
    </w:lvl>
    <w:lvl w:ilvl="8" w:tplc="0809001B" w:tentative="1">
      <w:start w:val="1"/>
      <w:numFmt w:val="lowerRoman"/>
      <w:lvlText w:val="%9."/>
      <w:lvlJc w:val="right"/>
      <w:pPr>
        <w:ind w:left="7348" w:hanging="180"/>
      </w:pPr>
    </w:lvl>
  </w:abstractNum>
  <w:abstractNum w:abstractNumId="223" w15:restartNumberingAfterBreak="0">
    <w:nsid w:val="4D6319EA"/>
    <w:multiLevelType w:val="hybridMultilevel"/>
    <w:tmpl w:val="7DFEFB4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4" w15:restartNumberingAfterBreak="0">
    <w:nsid w:val="4E585AC8"/>
    <w:multiLevelType w:val="hybridMultilevel"/>
    <w:tmpl w:val="F0D48464"/>
    <w:lvl w:ilvl="0" w:tplc="04140019">
      <w:start w:val="1"/>
      <w:numFmt w:val="lowerLetter"/>
      <w:lvlText w:val="%1."/>
      <w:lvlJc w:val="left"/>
      <w:pPr>
        <w:ind w:left="802" w:hanging="360"/>
      </w:pPr>
    </w:lvl>
    <w:lvl w:ilvl="1" w:tplc="08090019">
      <w:start w:val="1"/>
      <w:numFmt w:val="lowerLetter"/>
      <w:lvlText w:val="%2."/>
      <w:lvlJc w:val="left"/>
      <w:pPr>
        <w:ind w:left="1522" w:hanging="360"/>
      </w:pPr>
    </w:lvl>
    <w:lvl w:ilvl="2" w:tplc="0809001B" w:tentative="1">
      <w:start w:val="1"/>
      <w:numFmt w:val="lowerRoman"/>
      <w:lvlText w:val="%3."/>
      <w:lvlJc w:val="right"/>
      <w:pPr>
        <w:ind w:left="2242" w:hanging="180"/>
      </w:pPr>
    </w:lvl>
    <w:lvl w:ilvl="3" w:tplc="0809000F" w:tentative="1">
      <w:start w:val="1"/>
      <w:numFmt w:val="decimal"/>
      <w:lvlText w:val="%4."/>
      <w:lvlJc w:val="left"/>
      <w:pPr>
        <w:ind w:left="2962" w:hanging="360"/>
      </w:pPr>
    </w:lvl>
    <w:lvl w:ilvl="4" w:tplc="08090019" w:tentative="1">
      <w:start w:val="1"/>
      <w:numFmt w:val="lowerLetter"/>
      <w:lvlText w:val="%5."/>
      <w:lvlJc w:val="left"/>
      <w:pPr>
        <w:ind w:left="3682" w:hanging="360"/>
      </w:pPr>
    </w:lvl>
    <w:lvl w:ilvl="5" w:tplc="0809001B" w:tentative="1">
      <w:start w:val="1"/>
      <w:numFmt w:val="lowerRoman"/>
      <w:lvlText w:val="%6."/>
      <w:lvlJc w:val="right"/>
      <w:pPr>
        <w:ind w:left="4402" w:hanging="180"/>
      </w:pPr>
    </w:lvl>
    <w:lvl w:ilvl="6" w:tplc="0809000F" w:tentative="1">
      <w:start w:val="1"/>
      <w:numFmt w:val="decimal"/>
      <w:lvlText w:val="%7."/>
      <w:lvlJc w:val="left"/>
      <w:pPr>
        <w:ind w:left="5122" w:hanging="360"/>
      </w:pPr>
    </w:lvl>
    <w:lvl w:ilvl="7" w:tplc="08090019" w:tentative="1">
      <w:start w:val="1"/>
      <w:numFmt w:val="lowerLetter"/>
      <w:lvlText w:val="%8."/>
      <w:lvlJc w:val="left"/>
      <w:pPr>
        <w:ind w:left="5842" w:hanging="360"/>
      </w:pPr>
    </w:lvl>
    <w:lvl w:ilvl="8" w:tplc="0809001B" w:tentative="1">
      <w:start w:val="1"/>
      <w:numFmt w:val="lowerRoman"/>
      <w:lvlText w:val="%9."/>
      <w:lvlJc w:val="right"/>
      <w:pPr>
        <w:ind w:left="6562" w:hanging="180"/>
      </w:pPr>
    </w:lvl>
  </w:abstractNum>
  <w:abstractNum w:abstractNumId="225" w15:restartNumberingAfterBreak="0">
    <w:nsid w:val="4ED20DDA"/>
    <w:multiLevelType w:val="hybridMultilevel"/>
    <w:tmpl w:val="89561AC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6" w15:restartNumberingAfterBreak="0">
    <w:nsid w:val="4F566CCD"/>
    <w:multiLevelType w:val="hybridMultilevel"/>
    <w:tmpl w:val="88743DE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7" w15:restartNumberingAfterBreak="0">
    <w:nsid w:val="4FCD41E2"/>
    <w:multiLevelType w:val="hybridMultilevel"/>
    <w:tmpl w:val="82F4525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8" w15:restartNumberingAfterBreak="0">
    <w:nsid w:val="50022C78"/>
    <w:multiLevelType w:val="hybridMultilevel"/>
    <w:tmpl w:val="438CB67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29" w15:restartNumberingAfterBreak="0">
    <w:nsid w:val="50190D8A"/>
    <w:multiLevelType w:val="multilevel"/>
    <w:tmpl w:val="884A02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0" w15:restartNumberingAfterBreak="0">
    <w:nsid w:val="50504C37"/>
    <w:multiLevelType w:val="multilevel"/>
    <w:tmpl w:val="E9866C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51154890"/>
    <w:multiLevelType w:val="hybridMultilevel"/>
    <w:tmpl w:val="CD66785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2" w15:restartNumberingAfterBreak="0">
    <w:nsid w:val="512A70DA"/>
    <w:multiLevelType w:val="hybridMultilevel"/>
    <w:tmpl w:val="7416E8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3" w15:restartNumberingAfterBreak="0">
    <w:nsid w:val="51707518"/>
    <w:multiLevelType w:val="multilevel"/>
    <w:tmpl w:val="4BD47A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517B21AC"/>
    <w:multiLevelType w:val="hybridMultilevel"/>
    <w:tmpl w:val="B30C5B0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5" w15:restartNumberingAfterBreak="0">
    <w:nsid w:val="51CC40DB"/>
    <w:multiLevelType w:val="hybridMultilevel"/>
    <w:tmpl w:val="81844760"/>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36" w15:restartNumberingAfterBreak="0">
    <w:nsid w:val="51D174AC"/>
    <w:multiLevelType w:val="multilevel"/>
    <w:tmpl w:val="FC62E8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52152E78"/>
    <w:multiLevelType w:val="multilevel"/>
    <w:tmpl w:val="518A77D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38" w15:restartNumberingAfterBreak="0">
    <w:nsid w:val="53B5205B"/>
    <w:multiLevelType w:val="hybridMultilevel"/>
    <w:tmpl w:val="7E9A7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9" w15:restartNumberingAfterBreak="0">
    <w:nsid w:val="53E24D48"/>
    <w:multiLevelType w:val="multilevel"/>
    <w:tmpl w:val="A6C2E8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0" w15:restartNumberingAfterBreak="0">
    <w:nsid w:val="54A92BB4"/>
    <w:multiLevelType w:val="multilevel"/>
    <w:tmpl w:val="1EB6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54DF2CD6"/>
    <w:multiLevelType w:val="multilevel"/>
    <w:tmpl w:val="8EDE7B9C"/>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42" w15:restartNumberingAfterBreak="0">
    <w:nsid w:val="5555538A"/>
    <w:multiLevelType w:val="hybridMultilevel"/>
    <w:tmpl w:val="2A78C75E"/>
    <w:lvl w:ilvl="0" w:tplc="0414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3" w15:restartNumberingAfterBreak="0">
    <w:nsid w:val="556D70C6"/>
    <w:multiLevelType w:val="hybridMultilevel"/>
    <w:tmpl w:val="6F207D5A"/>
    <w:lvl w:ilvl="0" w:tplc="04140019">
      <w:start w:val="1"/>
      <w:numFmt w:val="lowerLetter"/>
      <w:lvlText w:val="%1."/>
      <w:lvlJc w:val="left"/>
      <w:pPr>
        <w:ind w:left="720" w:hanging="360"/>
      </w:pPr>
    </w:lvl>
    <w:lvl w:ilvl="1" w:tplc="FFFFFFFF">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4" w15:restartNumberingAfterBreak="0">
    <w:nsid w:val="55A14D7E"/>
    <w:multiLevelType w:val="hybridMultilevel"/>
    <w:tmpl w:val="29F4E28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5" w15:restartNumberingAfterBreak="0">
    <w:nsid w:val="57151636"/>
    <w:multiLevelType w:val="hybridMultilevel"/>
    <w:tmpl w:val="8A4E40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6" w15:restartNumberingAfterBreak="0">
    <w:nsid w:val="572E5A2D"/>
    <w:multiLevelType w:val="hybridMultilevel"/>
    <w:tmpl w:val="6FD0F4F6"/>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47" w15:restartNumberingAfterBreak="0">
    <w:nsid w:val="5799543D"/>
    <w:multiLevelType w:val="hybridMultilevel"/>
    <w:tmpl w:val="15AA7F8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57E0663A"/>
    <w:multiLevelType w:val="hybridMultilevel"/>
    <w:tmpl w:val="4E5E0504"/>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249" w15:restartNumberingAfterBreak="0">
    <w:nsid w:val="580574D2"/>
    <w:multiLevelType w:val="multilevel"/>
    <w:tmpl w:val="FFDA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0" w15:restartNumberingAfterBreak="0">
    <w:nsid w:val="580B6FB2"/>
    <w:multiLevelType w:val="multilevel"/>
    <w:tmpl w:val="927C04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1" w15:restartNumberingAfterBreak="0">
    <w:nsid w:val="58451623"/>
    <w:multiLevelType w:val="hybridMultilevel"/>
    <w:tmpl w:val="451210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2" w15:restartNumberingAfterBreak="0">
    <w:nsid w:val="58C7188F"/>
    <w:multiLevelType w:val="multilevel"/>
    <w:tmpl w:val="8168EB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59485729"/>
    <w:multiLevelType w:val="multilevel"/>
    <w:tmpl w:val="D1CE43D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4" w15:restartNumberingAfterBreak="0">
    <w:nsid w:val="59AD7EA4"/>
    <w:multiLevelType w:val="hybridMultilevel"/>
    <w:tmpl w:val="C590CC1A"/>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5" w15:restartNumberingAfterBreak="0">
    <w:nsid w:val="5A3F5A87"/>
    <w:multiLevelType w:val="multilevel"/>
    <w:tmpl w:val="8CD2F9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6" w15:restartNumberingAfterBreak="0">
    <w:nsid w:val="5A72027E"/>
    <w:multiLevelType w:val="multilevel"/>
    <w:tmpl w:val="13EE1092"/>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57" w15:restartNumberingAfterBreak="0">
    <w:nsid w:val="5AFC2DE7"/>
    <w:multiLevelType w:val="hybridMultilevel"/>
    <w:tmpl w:val="67D0265A"/>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58" w15:restartNumberingAfterBreak="0">
    <w:nsid w:val="5BF16F21"/>
    <w:multiLevelType w:val="hybridMultilevel"/>
    <w:tmpl w:val="2ADEEBFA"/>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9" w15:restartNumberingAfterBreak="0">
    <w:nsid w:val="5C6E2459"/>
    <w:multiLevelType w:val="hybridMultilevel"/>
    <w:tmpl w:val="55D657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0" w15:restartNumberingAfterBreak="0">
    <w:nsid w:val="5C741B22"/>
    <w:multiLevelType w:val="multilevel"/>
    <w:tmpl w:val="40CC1DC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1" w15:restartNumberingAfterBreak="0">
    <w:nsid w:val="5CD47009"/>
    <w:multiLevelType w:val="hybridMultilevel"/>
    <w:tmpl w:val="A93CED4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2" w15:restartNumberingAfterBreak="0">
    <w:nsid w:val="5DD050B8"/>
    <w:multiLevelType w:val="multilevel"/>
    <w:tmpl w:val="3FDC70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3" w15:restartNumberingAfterBreak="0">
    <w:nsid w:val="5F325281"/>
    <w:multiLevelType w:val="multilevel"/>
    <w:tmpl w:val="B4DC0C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4" w15:restartNumberingAfterBreak="0">
    <w:nsid w:val="5F70075E"/>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65" w15:restartNumberingAfterBreak="0">
    <w:nsid w:val="5FA33F4E"/>
    <w:multiLevelType w:val="multilevel"/>
    <w:tmpl w:val="14C899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6" w15:restartNumberingAfterBreak="0">
    <w:nsid w:val="5FDF2CB9"/>
    <w:multiLevelType w:val="hybridMultilevel"/>
    <w:tmpl w:val="F44C89C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7" w15:restartNumberingAfterBreak="0">
    <w:nsid w:val="60270090"/>
    <w:multiLevelType w:val="hybridMultilevel"/>
    <w:tmpl w:val="79484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8" w15:restartNumberingAfterBreak="0">
    <w:nsid w:val="60A3072F"/>
    <w:multiLevelType w:val="multilevel"/>
    <w:tmpl w:val="05B2E21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9" w15:restartNumberingAfterBreak="0">
    <w:nsid w:val="60E201FE"/>
    <w:multiLevelType w:val="hybridMultilevel"/>
    <w:tmpl w:val="E8F209F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0" w15:restartNumberingAfterBreak="0">
    <w:nsid w:val="60F27B07"/>
    <w:multiLevelType w:val="hybridMultilevel"/>
    <w:tmpl w:val="AB4E3ABA"/>
    <w:lvl w:ilvl="0" w:tplc="04090019">
      <w:start w:val="1"/>
      <w:numFmt w:val="lowerLetter"/>
      <w:lvlText w:val="%1."/>
      <w:lvlJc w:val="left"/>
      <w:pPr>
        <w:ind w:left="720"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271" w15:restartNumberingAfterBreak="0">
    <w:nsid w:val="61012427"/>
    <w:multiLevelType w:val="hybridMultilevel"/>
    <w:tmpl w:val="14788C62"/>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15:restartNumberingAfterBreak="0">
    <w:nsid w:val="61496C9D"/>
    <w:multiLevelType w:val="multilevel"/>
    <w:tmpl w:val="2182DF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3" w15:restartNumberingAfterBreak="0">
    <w:nsid w:val="61803C24"/>
    <w:multiLevelType w:val="hybridMultilevel"/>
    <w:tmpl w:val="34121710"/>
    <w:lvl w:ilvl="0" w:tplc="0409001B">
      <w:start w:val="1"/>
      <w:numFmt w:val="lowerRoman"/>
      <w:lvlText w:val="%1."/>
      <w:lvlJc w:val="right"/>
      <w:pPr>
        <w:ind w:left="1115"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74" w15:restartNumberingAfterBreak="0">
    <w:nsid w:val="61E846D9"/>
    <w:multiLevelType w:val="multilevel"/>
    <w:tmpl w:val="C7CC69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62191B89"/>
    <w:multiLevelType w:val="multilevel"/>
    <w:tmpl w:val="AC305E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6" w15:restartNumberingAfterBreak="0">
    <w:nsid w:val="62260F60"/>
    <w:multiLevelType w:val="hybridMultilevel"/>
    <w:tmpl w:val="331291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7" w15:restartNumberingAfterBreak="0">
    <w:nsid w:val="624F4E3C"/>
    <w:multiLevelType w:val="multilevel"/>
    <w:tmpl w:val="D8B8B8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8" w15:restartNumberingAfterBreak="0">
    <w:nsid w:val="629D6774"/>
    <w:multiLevelType w:val="hybridMultilevel"/>
    <w:tmpl w:val="FEB290F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9" w15:restartNumberingAfterBreak="0">
    <w:nsid w:val="62A0637D"/>
    <w:multiLevelType w:val="hybridMultilevel"/>
    <w:tmpl w:val="DBDAE334"/>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0" w15:restartNumberingAfterBreak="0">
    <w:nsid w:val="62CC6A21"/>
    <w:multiLevelType w:val="hybridMultilevel"/>
    <w:tmpl w:val="41583B1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1F94DB16">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1" w15:restartNumberingAfterBreak="0">
    <w:nsid w:val="62E532C8"/>
    <w:multiLevelType w:val="multilevel"/>
    <w:tmpl w:val="F8B85B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2" w15:restartNumberingAfterBreak="0">
    <w:nsid w:val="648519D5"/>
    <w:multiLevelType w:val="hybridMultilevel"/>
    <w:tmpl w:val="36908A2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3" w15:restartNumberingAfterBreak="0">
    <w:nsid w:val="64C94ADD"/>
    <w:multiLevelType w:val="singleLevel"/>
    <w:tmpl w:val="04090019"/>
    <w:lvl w:ilvl="0">
      <w:start w:val="1"/>
      <w:numFmt w:val="lowerLetter"/>
      <w:lvlText w:val="%1."/>
      <w:lvlJc w:val="left"/>
      <w:pPr>
        <w:ind w:left="720" w:hanging="360"/>
      </w:pPr>
    </w:lvl>
  </w:abstractNum>
  <w:abstractNum w:abstractNumId="284" w15:restartNumberingAfterBreak="0">
    <w:nsid w:val="64FB3A63"/>
    <w:multiLevelType w:val="hybridMultilevel"/>
    <w:tmpl w:val="6C94C9C6"/>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5" w15:restartNumberingAfterBreak="0">
    <w:nsid w:val="65024CCD"/>
    <w:multiLevelType w:val="hybridMultilevel"/>
    <w:tmpl w:val="B7D4EAA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6" w15:restartNumberingAfterBreak="0">
    <w:nsid w:val="656066B3"/>
    <w:multiLevelType w:val="multilevel"/>
    <w:tmpl w:val="AB3A50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7" w15:restartNumberingAfterBreak="0">
    <w:nsid w:val="65872901"/>
    <w:multiLevelType w:val="hybridMultilevel"/>
    <w:tmpl w:val="A25C2BDE"/>
    <w:lvl w:ilvl="0" w:tplc="4B9E61B4">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5C05475"/>
    <w:multiLevelType w:val="hybridMultilevel"/>
    <w:tmpl w:val="6A18BC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9" w15:restartNumberingAfterBreak="0">
    <w:nsid w:val="661B6664"/>
    <w:multiLevelType w:val="multilevel"/>
    <w:tmpl w:val="FF1EDE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0" w15:restartNumberingAfterBreak="0">
    <w:nsid w:val="663B2CA1"/>
    <w:multiLevelType w:val="hybridMultilevel"/>
    <w:tmpl w:val="E61696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1" w15:restartNumberingAfterBreak="0">
    <w:nsid w:val="66BC0B57"/>
    <w:multiLevelType w:val="multilevel"/>
    <w:tmpl w:val="5A24816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2" w15:restartNumberingAfterBreak="0">
    <w:nsid w:val="672A120A"/>
    <w:multiLevelType w:val="hybridMultilevel"/>
    <w:tmpl w:val="49D01176"/>
    <w:lvl w:ilvl="0" w:tplc="FFFFFFFF">
      <w:start w:val="1"/>
      <w:numFmt w:val="decimal"/>
      <w:lvlText w:val="%1."/>
      <w:lvlJc w:val="left"/>
      <w:pPr>
        <w:ind w:left="1113" w:hanging="360"/>
      </w:pPr>
    </w:lvl>
    <w:lvl w:ilvl="1" w:tplc="FFFFFFFF">
      <w:start w:val="1"/>
      <w:numFmt w:val="lowerLetter"/>
      <w:lvlText w:val="%2."/>
      <w:lvlJc w:val="left"/>
      <w:pPr>
        <w:ind w:left="1833" w:hanging="360"/>
      </w:pPr>
    </w:lvl>
    <w:lvl w:ilvl="2" w:tplc="00000000">
      <w:start w:val="1"/>
      <w:numFmt w:val="lowerRoman"/>
      <w:lvlText w:val="%3."/>
      <w:lvlJc w:val="right"/>
      <w:pPr>
        <w:ind w:left="2733" w:hanging="360"/>
      </w:pPr>
    </w:lvl>
    <w:lvl w:ilvl="3" w:tplc="FFFFFFFF">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93" w15:restartNumberingAfterBreak="0">
    <w:nsid w:val="676316CE"/>
    <w:multiLevelType w:val="multilevel"/>
    <w:tmpl w:val="8834A3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4" w15:restartNumberingAfterBreak="0">
    <w:nsid w:val="678E7C9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5" w15:restartNumberingAfterBreak="0">
    <w:nsid w:val="679875C4"/>
    <w:multiLevelType w:val="hybridMultilevel"/>
    <w:tmpl w:val="ABF0CC8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6" w15:restartNumberingAfterBreak="0">
    <w:nsid w:val="67E46B6A"/>
    <w:multiLevelType w:val="multilevel"/>
    <w:tmpl w:val="EE860A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7" w15:restartNumberingAfterBreak="0">
    <w:nsid w:val="688D2A32"/>
    <w:multiLevelType w:val="hybridMultilevel"/>
    <w:tmpl w:val="0582A868"/>
    <w:lvl w:ilvl="0" w:tplc="0409001B">
      <w:start w:val="1"/>
      <w:numFmt w:val="lowerRoman"/>
      <w:lvlText w:val="%1."/>
      <w:lvlJc w:val="right"/>
      <w:pPr>
        <w:ind w:left="1115" w:hanging="360"/>
      </w:pPr>
    </w:lvl>
    <w:lvl w:ilvl="1" w:tplc="04090019" w:tentative="1">
      <w:start w:val="1"/>
      <w:numFmt w:val="lowerLetter"/>
      <w:lvlText w:val="%2."/>
      <w:lvlJc w:val="left"/>
      <w:pPr>
        <w:ind w:left="1835" w:hanging="360"/>
      </w:pPr>
    </w:lvl>
    <w:lvl w:ilvl="2" w:tplc="0409001B" w:tentative="1">
      <w:start w:val="1"/>
      <w:numFmt w:val="lowerRoman"/>
      <w:lvlText w:val="%3."/>
      <w:lvlJc w:val="right"/>
      <w:pPr>
        <w:ind w:left="2555" w:hanging="180"/>
      </w:pPr>
    </w:lvl>
    <w:lvl w:ilvl="3" w:tplc="0409000F" w:tentative="1">
      <w:start w:val="1"/>
      <w:numFmt w:val="decimal"/>
      <w:lvlText w:val="%4."/>
      <w:lvlJc w:val="left"/>
      <w:pPr>
        <w:ind w:left="3275" w:hanging="360"/>
      </w:pPr>
    </w:lvl>
    <w:lvl w:ilvl="4" w:tplc="04090019" w:tentative="1">
      <w:start w:val="1"/>
      <w:numFmt w:val="lowerLetter"/>
      <w:lvlText w:val="%5."/>
      <w:lvlJc w:val="left"/>
      <w:pPr>
        <w:ind w:left="3995" w:hanging="360"/>
      </w:pPr>
    </w:lvl>
    <w:lvl w:ilvl="5" w:tplc="0409001B" w:tentative="1">
      <w:start w:val="1"/>
      <w:numFmt w:val="lowerRoman"/>
      <w:lvlText w:val="%6."/>
      <w:lvlJc w:val="right"/>
      <w:pPr>
        <w:ind w:left="4715" w:hanging="180"/>
      </w:pPr>
    </w:lvl>
    <w:lvl w:ilvl="6" w:tplc="0409000F" w:tentative="1">
      <w:start w:val="1"/>
      <w:numFmt w:val="decimal"/>
      <w:lvlText w:val="%7."/>
      <w:lvlJc w:val="left"/>
      <w:pPr>
        <w:ind w:left="5435" w:hanging="360"/>
      </w:pPr>
    </w:lvl>
    <w:lvl w:ilvl="7" w:tplc="04090019" w:tentative="1">
      <w:start w:val="1"/>
      <w:numFmt w:val="lowerLetter"/>
      <w:lvlText w:val="%8."/>
      <w:lvlJc w:val="left"/>
      <w:pPr>
        <w:ind w:left="6155" w:hanging="360"/>
      </w:pPr>
    </w:lvl>
    <w:lvl w:ilvl="8" w:tplc="0409001B" w:tentative="1">
      <w:start w:val="1"/>
      <w:numFmt w:val="lowerRoman"/>
      <w:lvlText w:val="%9."/>
      <w:lvlJc w:val="right"/>
      <w:pPr>
        <w:ind w:left="6875" w:hanging="180"/>
      </w:pPr>
    </w:lvl>
  </w:abstractNum>
  <w:abstractNum w:abstractNumId="298" w15:restartNumberingAfterBreak="0">
    <w:nsid w:val="688D3B98"/>
    <w:multiLevelType w:val="hybridMultilevel"/>
    <w:tmpl w:val="9F5E68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9" w15:restartNumberingAfterBreak="0">
    <w:nsid w:val="689E3EF1"/>
    <w:multiLevelType w:val="multilevel"/>
    <w:tmpl w:val="435C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0" w15:restartNumberingAfterBreak="0">
    <w:nsid w:val="693E48E3"/>
    <w:multiLevelType w:val="hybridMultilevel"/>
    <w:tmpl w:val="437C6D1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1" w15:restartNumberingAfterBreak="0">
    <w:nsid w:val="694845EF"/>
    <w:multiLevelType w:val="hybridMultilevel"/>
    <w:tmpl w:val="C1C892A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2" w15:restartNumberingAfterBreak="0">
    <w:nsid w:val="698B544E"/>
    <w:multiLevelType w:val="hybridMultilevel"/>
    <w:tmpl w:val="13E0F42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3" w15:restartNumberingAfterBreak="0">
    <w:nsid w:val="69E66BEE"/>
    <w:multiLevelType w:val="hybridMultilevel"/>
    <w:tmpl w:val="8A46240A"/>
    <w:lvl w:ilvl="0" w:tplc="04090011">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6A9A51CF"/>
    <w:multiLevelType w:val="hybridMultilevel"/>
    <w:tmpl w:val="22325008"/>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upperRoman"/>
      <w:lvlText w:val="%4."/>
      <w:lvlJc w:val="righ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5" w15:restartNumberingAfterBreak="0">
    <w:nsid w:val="6C16653F"/>
    <w:multiLevelType w:val="hybridMultilevel"/>
    <w:tmpl w:val="DE004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6" w15:restartNumberingAfterBreak="0">
    <w:nsid w:val="6C3A4BD4"/>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7" w15:restartNumberingAfterBreak="0">
    <w:nsid w:val="6C747300"/>
    <w:multiLevelType w:val="hybridMultilevel"/>
    <w:tmpl w:val="4A700DC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8" w15:restartNumberingAfterBreak="0">
    <w:nsid w:val="6C8501F1"/>
    <w:multiLevelType w:val="hybridMultilevel"/>
    <w:tmpl w:val="3A960384"/>
    <w:lvl w:ilvl="0" w:tplc="3076A95E">
      <w:start w:val="1"/>
      <w:numFmt w:val="bullet"/>
      <w:pStyle w:val="BulletedList"/>
      <w:lvlText w:val=""/>
      <w:lvlJc w:val="left"/>
      <w:pPr>
        <w:ind w:left="720" w:hanging="360"/>
      </w:pPr>
      <w:rPr>
        <w:rFonts w:ascii="Symbol" w:hAnsi="Symbol" w:hint="default"/>
        <w:color w:val="009DDC"/>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6CFF3713"/>
    <w:multiLevelType w:val="hybridMultilevel"/>
    <w:tmpl w:val="AAB0B508"/>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0" w15:restartNumberingAfterBreak="0">
    <w:nsid w:val="6D342125"/>
    <w:multiLevelType w:val="hybridMultilevel"/>
    <w:tmpl w:val="8EE68C5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1" w15:restartNumberingAfterBreak="0">
    <w:nsid w:val="6D885B90"/>
    <w:multiLevelType w:val="hybridMultilevel"/>
    <w:tmpl w:val="E12879EA"/>
    <w:lvl w:ilvl="0" w:tplc="7AB4D614">
      <w:start w:val="1"/>
      <w:numFmt w:val="decimal"/>
      <w:lvlText w:val="%1."/>
      <w:lvlJc w:val="left"/>
      <w:pPr>
        <w:ind w:left="720" w:hanging="360"/>
      </w:pPr>
      <w:rPr>
        <w:rFonts w:hint="default"/>
        <w:b/>
        <w:i w:val="0"/>
        <w:color w:val="00C2F7"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6DB74780"/>
    <w:multiLevelType w:val="multilevel"/>
    <w:tmpl w:val="7026B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3" w15:restartNumberingAfterBreak="0">
    <w:nsid w:val="6E5C200F"/>
    <w:multiLevelType w:val="hybridMultilevel"/>
    <w:tmpl w:val="7806130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4" w15:restartNumberingAfterBreak="0">
    <w:nsid w:val="6E7E30D3"/>
    <w:multiLevelType w:val="hybridMultilevel"/>
    <w:tmpl w:val="B4663490"/>
    <w:lvl w:ilvl="0" w:tplc="0414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5" w15:restartNumberingAfterBreak="0">
    <w:nsid w:val="6E8C454A"/>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6" w15:restartNumberingAfterBreak="0">
    <w:nsid w:val="6E9B7AF2"/>
    <w:multiLevelType w:val="multilevel"/>
    <w:tmpl w:val="C346DC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7" w15:restartNumberingAfterBreak="0">
    <w:nsid w:val="6F91539E"/>
    <w:multiLevelType w:val="hybridMultilevel"/>
    <w:tmpl w:val="1554874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8" w15:restartNumberingAfterBreak="0">
    <w:nsid w:val="6FBA0F43"/>
    <w:multiLevelType w:val="hybridMultilevel"/>
    <w:tmpl w:val="72B2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6FCA561C"/>
    <w:multiLevelType w:val="hybridMultilevel"/>
    <w:tmpl w:val="09C29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0" w15:restartNumberingAfterBreak="0">
    <w:nsid w:val="6FEC0B27"/>
    <w:multiLevelType w:val="hybridMultilevel"/>
    <w:tmpl w:val="1F16FA9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1" w15:restartNumberingAfterBreak="0">
    <w:nsid w:val="704B31DB"/>
    <w:multiLevelType w:val="hybridMultilevel"/>
    <w:tmpl w:val="DBB2C3F2"/>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2" w15:restartNumberingAfterBreak="0">
    <w:nsid w:val="7077544F"/>
    <w:multiLevelType w:val="hybridMultilevel"/>
    <w:tmpl w:val="30C2D25C"/>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23" w15:restartNumberingAfterBreak="0">
    <w:nsid w:val="70970E06"/>
    <w:multiLevelType w:val="multilevel"/>
    <w:tmpl w:val="A9C8E62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4" w15:restartNumberingAfterBreak="0">
    <w:nsid w:val="70D73DE1"/>
    <w:multiLevelType w:val="multilevel"/>
    <w:tmpl w:val="8E14F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5" w15:restartNumberingAfterBreak="0">
    <w:nsid w:val="71812997"/>
    <w:multiLevelType w:val="hybridMultilevel"/>
    <w:tmpl w:val="717E6E5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6" w15:restartNumberingAfterBreak="0">
    <w:nsid w:val="719E0303"/>
    <w:multiLevelType w:val="hybridMultilevel"/>
    <w:tmpl w:val="D2BC376C"/>
    <w:lvl w:ilvl="0" w:tplc="0409000F">
      <w:start w:val="1"/>
      <w:numFmt w:val="decimal"/>
      <w:lvlText w:val="%1."/>
      <w:lvlJc w:val="left"/>
      <w:pPr>
        <w:ind w:left="720" w:hanging="360"/>
      </w:pPr>
      <w:rPr>
        <w:rFonts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7" w15:restartNumberingAfterBreak="0">
    <w:nsid w:val="72987326"/>
    <w:multiLevelType w:val="multilevel"/>
    <w:tmpl w:val="426481E8"/>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28" w15:restartNumberingAfterBreak="0">
    <w:nsid w:val="72E50F1B"/>
    <w:multiLevelType w:val="hybridMultilevel"/>
    <w:tmpl w:val="DBE46232"/>
    <w:lvl w:ilvl="0" w:tplc="68F28272">
      <w:start w:val="1"/>
      <w:numFmt w:val="bullet"/>
      <w:lvlText w:val=""/>
      <w:lvlJc w:val="left"/>
      <w:pPr>
        <w:ind w:left="720" w:hanging="360"/>
      </w:pPr>
      <w:rPr>
        <w:rFonts w:ascii="Symbol" w:hAnsi="Symbol" w:hint="default"/>
        <w:color w:val="005592"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73A95E27"/>
    <w:multiLevelType w:val="hybridMultilevel"/>
    <w:tmpl w:val="3CD4FDAA"/>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0" w15:restartNumberingAfterBreak="0">
    <w:nsid w:val="7489046E"/>
    <w:multiLevelType w:val="multilevel"/>
    <w:tmpl w:val="6A98DA98"/>
    <w:styleLink w:val="CurrentList7"/>
    <w:lvl w:ilvl="0">
      <w:start w:val="1"/>
      <w:numFmt w:val="decimal"/>
      <w:lvlText w:val="%1."/>
      <w:lvlJc w:val="left"/>
      <w:pPr>
        <w:ind w:left="1050" w:hanging="710"/>
      </w:pPr>
      <w:rPr>
        <w:rFonts w:ascii="Oswald SemiBold" w:hAnsi="Oswald SemiBold" w:hint="default"/>
        <w:b w:val="0"/>
        <w:i w:val="0"/>
        <w:color w:val="00548E" w:themeColor="accent1"/>
        <w:sz w:val="68"/>
        <w:u w:color="005592" w:themeColor="text1"/>
      </w:r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331" w15:restartNumberingAfterBreak="0">
    <w:nsid w:val="74DF6432"/>
    <w:multiLevelType w:val="hybridMultilevel"/>
    <w:tmpl w:val="9DD46DE8"/>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2" w15:restartNumberingAfterBreak="0">
    <w:nsid w:val="7598252D"/>
    <w:multiLevelType w:val="hybridMultilevel"/>
    <w:tmpl w:val="50BE0D0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33" w15:restartNumberingAfterBreak="0">
    <w:nsid w:val="76EF1250"/>
    <w:multiLevelType w:val="hybridMultilevel"/>
    <w:tmpl w:val="81842C8E"/>
    <w:lvl w:ilvl="0" w:tplc="C16CF88C">
      <w:start w:val="1"/>
      <w:numFmt w:val="decimal"/>
      <w:pStyle w:val="NumberedList"/>
      <w:lvlText w:val="%1."/>
      <w:lvlJc w:val="left"/>
      <w:pPr>
        <w:ind w:left="720" w:hanging="360"/>
      </w:pPr>
      <w:rPr>
        <w:rFonts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76FB3DBF"/>
    <w:multiLevelType w:val="multilevel"/>
    <w:tmpl w:val="260CDE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5" w15:restartNumberingAfterBreak="0">
    <w:nsid w:val="773C7BB0"/>
    <w:multiLevelType w:val="hybridMultilevel"/>
    <w:tmpl w:val="5B6822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6" w15:restartNumberingAfterBreak="0">
    <w:nsid w:val="773E62A2"/>
    <w:multiLevelType w:val="multilevel"/>
    <w:tmpl w:val="38322D4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37" w15:restartNumberingAfterBreak="0">
    <w:nsid w:val="777335C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778C056B"/>
    <w:multiLevelType w:val="hybridMultilevel"/>
    <w:tmpl w:val="49C81026"/>
    <w:lvl w:ilvl="0" w:tplc="04090001">
      <w:start w:val="1"/>
      <w:numFmt w:val="bullet"/>
      <w:lvlText w:val=""/>
      <w:lvlJc w:val="left"/>
      <w:pPr>
        <w:ind w:left="720" w:hanging="360"/>
      </w:pPr>
      <w:rPr>
        <w:rFonts w:ascii="Symbol" w:hAnsi="Symbol" w:hint="default"/>
        <w:color w:val="005FA4" w:themeColor="text1" w:themeTint="F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9" w15:restartNumberingAfterBreak="0">
    <w:nsid w:val="77F53A51"/>
    <w:multiLevelType w:val="hybridMultilevel"/>
    <w:tmpl w:val="35C4239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0" w15:restartNumberingAfterBreak="0">
    <w:nsid w:val="78AE7DD5"/>
    <w:multiLevelType w:val="multilevel"/>
    <w:tmpl w:val="6DACD9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1" w15:restartNumberingAfterBreak="0">
    <w:nsid w:val="795C0A0B"/>
    <w:multiLevelType w:val="hybridMultilevel"/>
    <w:tmpl w:val="B04C0544"/>
    <w:lvl w:ilvl="0" w:tplc="FFFFFFFF">
      <w:start w:val="1"/>
      <w:numFmt w:val="lowerLetter"/>
      <w:lvlText w:val="%1."/>
      <w:lvlJc w:val="left"/>
      <w:pPr>
        <w:ind w:left="720" w:hanging="360"/>
      </w:pPr>
    </w:lvl>
    <w:lvl w:ilvl="1" w:tplc="0414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2" w15:restartNumberingAfterBreak="0">
    <w:nsid w:val="79916FF1"/>
    <w:multiLevelType w:val="multilevel"/>
    <w:tmpl w:val="FCE6AC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3" w15:restartNumberingAfterBreak="0">
    <w:nsid w:val="79947E31"/>
    <w:multiLevelType w:val="hybridMultilevel"/>
    <w:tmpl w:val="DEC01CD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4" w15:restartNumberingAfterBreak="0">
    <w:nsid w:val="79D82FD5"/>
    <w:multiLevelType w:val="multilevel"/>
    <w:tmpl w:val="ACF4AD4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45" w15:restartNumberingAfterBreak="0">
    <w:nsid w:val="7A847C90"/>
    <w:multiLevelType w:val="multilevel"/>
    <w:tmpl w:val="98DE14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6" w15:restartNumberingAfterBreak="0">
    <w:nsid w:val="7B3165BD"/>
    <w:multiLevelType w:val="hybridMultilevel"/>
    <w:tmpl w:val="5BA2CEB6"/>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7" w15:restartNumberingAfterBreak="0">
    <w:nsid w:val="7B941FE3"/>
    <w:multiLevelType w:val="hybridMultilevel"/>
    <w:tmpl w:val="4E7A004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8" w15:restartNumberingAfterBreak="0">
    <w:nsid w:val="7C146D65"/>
    <w:multiLevelType w:val="multilevel"/>
    <w:tmpl w:val="3C66A9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9" w15:restartNumberingAfterBreak="0">
    <w:nsid w:val="7C8F3B2A"/>
    <w:multiLevelType w:val="hybridMultilevel"/>
    <w:tmpl w:val="3B60380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0" w15:restartNumberingAfterBreak="0">
    <w:nsid w:val="7C924F52"/>
    <w:multiLevelType w:val="hybridMultilevel"/>
    <w:tmpl w:val="3460AD3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1" w15:restartNumberingAfterBreak="0">
    <w:nsid w:val="7D737523"/>
    <w:multiLevelType w:val="hybridMultilevel"/>
    <w:tmpl w:val="882A1F8A"/>
    <w:lvl w:ilvl="0" w:tplc="4A226440">
      <w:start w:val="1"/>
      <w:numFmt w:val="decimal"/>
      <w:lvlText w:val="%1."/>
      <w:lvlJc w:val="left"/>
      <w:pPr>
        <w:ind w:left="1050" w:hanging="710"/>
      </w:pPr>
    </w:lvl>
    <w:lvl w:ilvl="1" w:tplc="08090019" w:tentative="1">
      <w:start w:val="1"/>
      <w:numFmt w:val="lowerLetter"/>
      <w:lvlText w:val="%2."/>
      <w:lvlJc w:val="left"/>
      <w:pPr>
        <w:ind w:left="1770" w:hanging="360"/>
      </w:pPr>
    </w:lvl>
    <w:lvl w:ilvl="2" w:tplc="0809001B" w:tentative="1">
      <w:start w:val="1"/>
      <w:numFmt w:val="lowerRoman"/>
      <w:lvlText w:val="%3."/>
      <w:lvlJc w:val="right"/>
      <w:pPr>
        <w:ind w:left="2490" w:hanging="180"/>
      </w:pPr>
    </w:lvl>
    <w:lvl w:ilvl="3" w:tplc="0809000F" w:tentative="1">
      <w:start w:val="1"/>
      <w:numFmt w:val="decimal"/>
      <w:lvlText w:val="%4."/>
      <w:lvlJc w:val="left"/>
      <w:pPr>
        <w:ind w:left="3210" w:hanging="360"/>
      </w:pPr>
    </w:lvl>
    <w:lvl w:ilvl="4" w:tplc="08090019" w:tentative="1">
      <w:start w:val="1"/>
      <w:numFmt w:val="lowerLetter"/>
      <w:lvlText w:val="%5."/>
      <w:lvlJc w:val="left"/>
      <w:pPr>
        <w:ind w:left="3930" w:hanging="360"/>
      </w:pPr>
    </w:lvl>
    <w:lvl w:ilvl="5" w:tplc="0809001B" w:tentative="1">
      <w:start w:val="1"/>
      <w:numFmt w:val="lowerRoman"/>
      <w:lvlText w:val="%6."/>
      <w:lvlJc w:val="right"/>
      <w:pPr>
        <w:ind w:left="4650" w:hanging="180"/>
      </w:pPr>
    </w:lvl>
    <w:lvl w:ilvl="6" w:tplc="0809000F" w:tentative="1">
      <w:start w:val="1"/>
      <w:numFmt w:val="decimal"/>
      <w:lvlText w:val="%7."/>
      <w:lvlJc w:val="left"/>
      <w:pPr>
        <w:ind w:left="5370" w:hanging="360"/>
      </w:pPr>
    </w:lvl>
    <w:lvl w:ilvl="7" w:tplc="08090019" w:tentative="1">
      <w:start w:val="1"/>
      <w:numFmt w:val="lowerLetter"/>
      <w:lvlText w:val="%8."/>
      <w:lvlJc w:val="left"/>
      <w:pPr>
        <w:ind w:left="6090" w:hanging="360"/>
      </w:pPr>
    </w:lvl>
    <w:lvl w:ilvl="8" w:tplc="0809001B" w:tentative="1">
      <w:start w:val="1"/>
      <w:numFmt w:val="lowerRoman"/>
      <w:lvlText w:val="%9."/>
      <w:lvlJc w:val="right"/>
      <w:pPr>
        <w:ind w:left="6810" w:hanging="180"/>
      </w:pPr>
    </w:lvl>
  </w:abstractNum>
  <w:abstractNum w:abstractNumId="352" w15:restartNumberingAfterBreak="0">
    <w:nsid w:val="7D8C4A6B"/>
    <w:multiLevelType w:val="hybridMultilevel"/>
    <w:tmpl w:val="4B7A18E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3" w15:restartNumberingAfterBreak="0">
    <w:nsid w:val="7D980EF7"/>
    <w:multiLevelType w:val="hybridMultilevel"/>
    <w:tmpl w:val="99B2BD4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54" w15:restartNumberingAfterBreak="0">
    <w:nsid w:val="7E6E1537"/>
    <w:multiLevelType w:val="hybridMultilevel"/>
    <w:tmpl w:val="8ADCBD0A"/>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5" w15:restartNumberingAfterBreak="0">
    <w:nsid w:val="7E9566B8"/>
    <w:multiLevelType w:val="singleLevel"/>
    <w:tmpl w:val="04090019"/>
    <w:lvl w:ilvl="0">
      <w:start w:val="1"/>
      <w:numFmt w:val="lowerLetter"/>
      <w:lvlText w:val="%1."/>
      <w:lvlJc w:val="left"/>
      <w:pPr>
        <w:ind w:left="720" w:hanging="360"/>
      </w:pPr>
    </w:lvl>
  </w:abstractNum>
  <w:abstractNum w:abstractNumId="356" w15:restartNumberingAfterBreak="0">
    <w:nsid w:val="7E9853BC"/>
    <w:multiLevelType w:val="multilevel"/>
    <w:tmpl w:val="A9B4DEF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7" w15:restartNumberingAfterBreak="0">
    <w:nsid w:val="7FF64BA2"/>
    <w:multiLevelType w:val="hybridMultilevel"/>
    <w:tmpl w:val="2648F7D2"/>
    <w:lvl w:ilvl="0" w:tplc="CE7025C4">
      <w:start w:val="1"/>
      <w:numFmt w:val="decimal"/>
      <w:lvlText w:val="%1."/>
      <w:lvlJc w:val="left"/>
      <w:pPr>
        <w:ind w:left="720" w:hanging="360"/>
      </w:pPr>
      <w:rPr>
        <w:rFonts w:hint="default"/>
        <w:b w:val="0"/>
        <w:color w:val="129BFF" w:themeColor="text1" w:themeTint="A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8469768">
    <w:abstractNumId w:val="137"/>
  </w:num>
  <w:num w:numId="2" w16cid:durableId="1316882052">
    <w:abstractNumId w:val="30"/>
  </w:num>
  <w:num w:numId="3" w16cid:durableId="112943076">
    <w:abstractNumId w:val="351"/>
  </w:num>
  <w:num w:numId="4" w16cid:durableId="1966539793">
    <w:abstractNumId w:val="216"/>
  </w:num>
  <w:num w:numId="5" w16cid:durableId="680739662">
    <w:abstractNumId w:val="20"/>
  </w:num>
  <w:num w:numId="6" w16cid:durableId="1744063118">
    <w:abstractNumId w:val="96"/>
  </w:num>
  <w:num w:numId="7" w16cid:durableId="1456174306">
    <w:abstractNumId w:val="58"/>
  </w:num>
  <w:num w:numId="8" w16cid:durableId="2138795380">
    <w:abstractNumId w:val="190"/>
  </w:num>
  <w:num w:numId="9" w16cid:durableId="223220859">
    <w:abstractNumId w:val="306"/>
  </w:num>
  <w:num w:numId="10" w16cid:durableId="384762856">
    <w:abstractNumId w:val="330"/>
  </w:num>
  <w:num w:numId="11" w16cid:durableId="923955438">
    <w:abstractNumId w:val="86"/>
  </w:num>
  <w:num w:numId="12" w16cid:durableId="868034367">
    <w:abstractNumId w:val="267"/>
  </w:num>
  <w:num w:numId="13" w16cid:durableId="686521308">
    <w:abstractNumId w:val="328"/>
  </w:num>
  <w:num w:numId="14" w16cid:durableId="86317951">
    <w:abstractNumId w:val="36"/>
  </w:num>
  <w:num w:numId="15" w16cid:durableId="2050063622">
    <w:abstractNumId w:val="219"/>
  </w:num>
  <w:num w:numId="16" w16cid:durableId="639532895">
    <w:abstractNumId w:val="308"/>
  </w:num>
  <w:num w:numId="17" w16cid:durableId="1834830679">
    <w:abstractNumId w:val="203"/>
  </w:num>
  <w:num w:numId="18" w16cid:durableId="2061662532">
    <w:abstractNumId w:val="311"/>
  </w:num>
  <w:num w:numId="19" w16cid:durableId="1935362951">
    <w:abstractNumId w:val="10"/>
  </w:num>
  <w:num w:numId="20" w16cid:durableId="1262449342">
    <w:abstractNumId w:val="303"/>
  </w:num>
  <w:num w:numId="21" w16cid:durableId="1163008308">
    <w:abstractNumId w:val="333"/>
  </w:num>
  <w:num w:numId="22" w16cid:durableId="1054697268">
    <w:abstractNumId w:val="6"/>
  </w:num>
  <w:num w:numId="23" w16cid:durableId="65341227">
    <w:abstractNumId w:val="45"/>
  </w:num>
  <w:num w:numId="24" w16cid:durableId="368772417">
    <w:abstractNumId w:val="147"/>
  </w:num>
  <w:num w:numId="25" w16cid:durableId="1065569949">
    <w:abstractNumId w:val="31"/>
  </w:num>
  <w:num w:numId="26" w16cid:durableId="1510490251">
    <w:abstractNumId w:val="197"/>
  </w:num>
  <w:num w:numId="27" w16cid:durableId="804010979">
    <w:abstractNumId w:val="235"/>
  </w:num>
  <w:num w:numId="28" w16cid:durableId="1766731092">
    <w:abstractNumId w:val="201"/>
  </w:num>
  <w:num w:numId="29" w16cid:durableId="36399117">
    <w:abstractNumId w:val="139"/>
  </w:num>
  <w:num w:numId="30" w16cid:durableId="868761332">
    <w:abstractNumId w:val="326"/>
  </w:num>
  <w:num w:numId="31" w16cid:durableId="225116750">
    <w:abstractNumId w:val="258"/>
  </w:num>
  <w:num w:numId="32" w16cid:durableId="2139494411">
    <w:abstractNumId w:val="338"/>
  </w:num>
  <w:num w:numId="33" w16cid:durableId="1176571993">
    <w:abstractNumId w:val="196"/>
  </w:num>
  <w:num w:numId="34" w16cid:durableId="856693452">
    <w:abstractNumId w:val="332"/>
  </w:num>
  <w:num w:numId="35" w16cid:durableId="73671726">
    <w:abstractNumId w:val="77"/>
  </w:num>
  <w:num w:numId="36" w16cid:durableId="1936284124">
    <w:abstractNumId w:val="264"/>
  </w:num>
  <w:num w:numId="37" w16cid:durableId="823862749">
    <w:abstractNumId w:val="238"/>
  </w:num>
  <w:num w:numId="38" w16cid:durableId="10228024">
    <w:abstractNumId w:val="354"/>
  </w:num>
  <w:num w:numId="39" w16cid:durableId="661197633">
    <w:abstractNumId w:val="187"/>
  </w:num>
  <w:num w:numId="40" w16cid:durableId="1113786127">
    <w:abstractNumId w:val="48"/>
  </w:num>
  <w:num w:numId="41" w16cid:durableId="1396048417">
    <w:abstractNumId w:val="357"/>
  </w:num>
  <w:num w:numId="42" w16cid:durableId="568536996">
    <w:abstractNumId w:val="32"/>
  </w:num>
  <w:num w:numId="43" w16cid:durableId="182593022">
    <w:abstractNumId w:val="91"/>
  </w:num>
  <w:num w:numId="44" w16cid:durableId="1071460517">
    <w:abstractNumId w:val="129"/>
  </w:num>
  <w:num w:numId="45" w16cid:durableId="761073005">
    <w:abstractNumId w:val="75"/>
  </w:num>
  <w:num w:numId="46" w16cid:durableId="1897008780">
    <w:abstractNumId w:val="280"/>
  </w:num>
  <w:num w:numId="47" w16cid:durableId="1572542260">
    <w:abstractNumId w:val="318"/>
  </w:num>
  <w:num w:numId="48" w16cid:durableId="1788039749">
    <w:abstractNumId w:val="105"/>
  </w:num>
  <w:num w:numId="49" w16cid:durableId="223101080">
    <w:abstractNumId w:val="337"/>
  </w:num>
  <w:num w:numId="50" w16cid:durableId="1281647765">
    <w:abstractNumId w:val="315"/>
  </w:num>
  <w:num w:numId="51" w16cid:durableId="1058169213">
    <w:abstractNumId w:val="294"/>
  </w:num>
  <w:num w:numId="52" w16cid:durableId="2086296100">
    <w:abstractNumId w:val="118"/>
  </w:num>
  <w:num w:numId="53" w16cid:durableId="528569937">
    <w:abstractNumId w:val="266"/>
  </w:num>
  <w:num w:numId="54" w16cid:durableId="440104337">
    <w:abstractNumId w:val="67"/>
  </w:num>
  <w:num w:numId="55" w16cid:durableId="1575427826">
    <w:abstractNumId w:val="173"/>
  </w:num>
  <w:num w:numId="56" w16cid:durableId="1543321116">
    <w:abstractNumId w:val="17"/>
  </w:num>
  <w:num w:numId="57" w16cid:durableId="929434196">
    <w:abstractNumId w:val="120"/>
  </w:num>
  <w:num w:numId="58" w16cid:durableId="1769348637">
    <w:abstractNumId w:val="7"/>
  </w:num>
  <w:num w:numId="59" w16cid:durableId="1442262931">
    <w:abstractNumId w:val="245"/>
  </w:num>
  <w:num w:numId="60" w16cid:durableId="686441060">
    <w:abstractNumId w:val="175"/>
  </w:num>
  <w:num w:numId="61" w16cid:durableId="336806482">
    <w:abstractNumId w:val="148"/>
  </w:num>
  <w:num w:numId="62" w16cid:durableId="1192374560">
    <w:abstractNumId w:val="143"/>
  </w:num>
  <w:num w:numId="63" w16cid:durableId="1693413109">
    <w:abstractNumId w:val="130"/>
  </w:num>
  <w:num w:numId="64" w16cid:durableId="582571103">
    <w:abstractNumId w:val="76"/>
  </w:num>
  <w:num w:numId="65" w16cid:durableId="74910237">
    <w:abstractNumId w:val="186"/>
  </w:num>
  <w:num w:numId="66" w16cid:durableId="1538472827">
    <w:abstractNumId w:val="5"/>
  </w:num>
  <w:num w:numId="67" w16cid:durableId="566038731">
    <w:abstractNumId w:val="42"/>
  </w:num>
  <w:num w:numId="68" w16cid:durableId="1569537910">
    <w:abstractNumId w:val="19"/>
  </w:num>
  <w:num w:numId="69" w16cid:durableId="2066097172">
    <w:abstractNumId w:val="34"/>
  </w:num>
  <w:num w:numId="70" w16cid:durableId="2068331855">
    <w:abstractNumId w:val="209"/>
  </w:num>
  <w:num w:numId="71" w16cid:durableId="1968777635">
    <w:abstractNumId w:val="168"/>
  </w:num>
  <w:num w:numId="72" w16cid:durableId="348289228">
    <w:abstractNumId w:val="27"/>
  </w:num>
  <w:num w:numId="73" w16cid:durableId="2047170509">
    <w:abstractNumId w:val="278"/>
  </w:num>
  <w:num w:numId="74" w16cid:durableId="511453025">
    <w:abstractNumId w:val="297"/>
  </w:num>
  <w:num w:numId="75" w16cid:durableId="2121492704">
    <w:abstractNumId w:val="59"/>
  </w:num>
  <w:num w:numId="76" w16cid:durableId="1049375024">
    <w:abstractNumId w:val="102"/>
  </w:num>
  <w:num w:numId="77" w16cid:durableId="802234228">
    <w:abstractNumId w:val="49"/>
  </w:num>
  <w:num w:numId="78" w16cid:durableId="1961036167">
    <w:abstractNumId w:val="283"/>
  </w:num>
  <w:num w:numId="79" w16cid:durableId="74866873">
    <w:abstractNumId w:val="205"/>
  </w:num>
  <w:num w:numId="80" w16cid:durableId="1259634156">
    <w:abstractNumId w:val="215"/>
  </w:num>
  <w:num w:numId="81" w16cid:durableId="736519336">
    <w:abstractNumId w:val="356"/>
  </w:num>
  <w:num w:numId="82" w16cid:durableId="1938371174">
    <w:abstractNumId w:val="92"/>
  </w:num>
  <w:num w:numId="83" w16cid:durableId="2094161841">
    <w:abstractNumId w:val="341"/>
  </w:num>
  <w:num w:numId="84" w16cid:durableId="1970429387">
    <w:abstractNumId w:val="206"/>
  </w:num>
  <w:num w:numId="85" w16cid:durableId="1178928963">
    <w:abstractNumId w:val="11"/>
  </w:num>
  <w:num w:numId="86" w16cid:durableId="1707870727">
    <w:abstractNumId w:val="298"/>
  </w:num>
  <w:num w:numId="87" w16cid:durableId="88889897">
    <w:abstractNumId w:val="155"/>
  </w:num>
  <w:num w:numId="88" w16cid:durableId="756829707">
    <w:abstractNumId w:val="246"/>
  </w:num>
  <w:num w:numId="89" w16cid:durableId="1159611290">
    <w:abstractNumId w:val="113"/>
  </w:num>
  <w:num w:numId="90" w16cid:durableId="2018845116">
    <w:abstractNumId w:val="104"/>
  </w:num>
  <w:num w:numId="91" w16cid:durableId="116221137">
    <w:abstractNumId w:val="16"/>
  </w:num>
  <w:num w:numId="92" w16cid:durableId="1764521917">
    <w:abstractNumId w:val="47"/>
  </w:num>
  <w:num w:numId="93" w16cid:durableId="1904825530">
    <w:abstractNumId w:val="251"/>
  </w:num>
  <w:num w:numId="94" w16cid:durableId="1032536038">
    <w:abstractNumId w:val="292"/>
  </w:num>
  <w:num w:numId="95" w16cid:durableId="290937267">
    <w:abstractNumId w:val="185"/>
  </w:num>
  <w:num w:numId="96" w16cid:durableId="181095688">
    <w:abstractNumId w:val="320"/>
  </w:num>
  <w:num w:numId="97" w16cid:durableId="1330912577">
    <w:abstractNumId w:val="53"/>
  </w:num>
  <w:num w:numId="98" w16cid:durableId="1214736879">
    <w:abstractNumId w:val="183"/>
  </w:num>
  <w:num w:numId="99" w16cid:durableId="175269675">
    <w:abstractNumId w:val="89"/>
  </w:num>
  <w:num w:numId="100" w16cid:durableId="279919514">
    <w:abstractNumId w:val="242"/>
  </w:num>
  <w:num w:numId="101" w16cid:durableId="53704725">
    <w:abstractNumId w:val="69"/>
  </w:num>
  <w:num w:numId="102" w16cid:durableId="1216087451">
    <w:abstractNumId w:val="182"/>
  </w:num>
  <w:num w:numId="103" w16cid:durableId="243759278">
    <w:abstractNumId w:val="352"/>
  </w:num>
  <w:num w:numId="104" w16cid:durableId="1258751055">
    <w:abstractNumId w:val="14"/>
  </w:num>
  <w:num w:numId="105" w16cid:durableId="2093310758">
    <w:abstractNumId w:val="325"/>
  </w:num>
  <w:num w:numId="106" w16cid:durableId="106044644">
    <w:abstractNumId w:val="44"/>
  </w:num>
  <w:num w:numId="107" w16cid:durableId="1768696411">
    <w:abstractNumId w:val="61"/>
  </w:num>
  <w:num w:numId="108" w16cid:durableId="1760326197">
    <w:abstractNumId w:val="103"/>
  </w:num>
  <w:num w:numId="109" w16cid:durableId="1932932796">
    <w:abstractNumId w:val="122"/>
  </w:num>
  <w:num w:numId="110" w16cid:durableId="624041599">
    <w:abstractNumId w:val="2"/>
  </w:num>
  <w:num w:numId="111" w16cid:durableId="475268914">
    <w:abstractNumId w:val="313"/>
  </w:num>
  <w:num w:numId="112" w16cid:durableId="30736772">
    <w:abstractNumId w:val="189"/>
  </w:num>
  <w:num w:numId="113" w16cid:durableId="2098331924">
    <w:abstractNumId w:val="276"/>
  </w:num>
  <w:num w:numId="114" w16cid:durableId="1825510884">
    <w:abstractNumId w:val="100"/>
  </w:num>
  <w:num w:numId="115" w16cid:durableId="1410808393">
    <w:abstractNumId w:val="35"/>
  </w:num>
  <w:num w:numId="116" w16cid:durableId="401291400">
    <w:abstractNumId w:val="277"/>
  </w:num>
  <w:num w:numId="117" w16cid:durableId="1552033512">
    <w:abstractNumId w:val="314"/>
  </w:num>
  <w:num w:numId="118" w16cid:durableId="855772462">
    <w:abstractNumId w:val="159"/>
  </w:num>
  <w:num w:numId="119" w16cid:durableId="1914392726">
    <w:abstractNumId w:val="177"/>
  </w:num>
  <w:num w:numId="120" w16cid:durableId="799416145">
    <w:abstractNumId w:val="259"/>
  </w:num>
  <w:num w:numId="121" w16cid:durableId="610088726">
    <w:abstractNumId w:val="212"/>
  </w:num>
  <w:num w:numId="122" w16cid:durableId="1898935230">
    <w:abstractNumId w:val="162"/>
  </w:num>
  <w:num w:numId="123" w16cid:durableId="2088453693">
    <w:abstractNumId w:val="29"/>
  </w:num>
  <w:num w:numId="124" w16cid:durableId="1841500381">
    <w:abstractNumId w:val="339"/>
  </w:num>
  <w:num w:numId="125" w16cid:durableId="1172794051">
    <w:abstractNumId w:val="24"/>
  </w:num>
  <w:num w:numId="126" w16cid:durableId="83382347">
    <w:abstractNumId w:val="167"/>
  </w:num>
  <w:num w:numId="127" w16cid:durableId="414321644">
    <w:abstractNumId w:val="153"/>
  </w:num>
  <w:num w:numId="128" w16cid:durableId="892620790">
    <w:abstractNumId w:val="50"/>
  </w:num>
  <w:num w:numId="129" w16cid:durableId="1385254392">
    <w:abstractNumId w:val="88"/>
  </w:num>
  <w:num w:numId="130" w16cid:durableId="1236431781">
    <w:abstractNumId w:val="222"/>
  </w:num>
  <w:num w:numId="131" w16cid:durableId="1683163123">
    <w:abstractNumId w:val="335"/>
  </w:num>
  <w:num w:numId="132" w16cid:durableId="537938052">
    <w:abstractNumId w:val="243"/>
  </w:num>
  <w:num w:numId="133" w16cid:durableId="149835142">
    <w:abstractNumId w:val="87"/>
  </w:num>
  <w:num w:numId="134" w16cid:durableId="1265114988">
    <w:abstractNumId w:val="288"/>
  </w:num>
  <w:num w:numId="135" w16cid:durableId="56321313">
    <w:abstractNumId w:val="101"/>
  </w:num>
  <w:num w:numId="136" w16cid:durableId="143744426">
    <w:abstractNumId w:val="349"/>
  </w:num>
  <w:num w:numId="137" w16cid:durableId="947159037">
    <w:abstractNumId w:val="200"/>
  </w:num>
  <w:num w:numId="138" w16cid:durableId="627055553">
    <w:abstractNumId w:val="39"/>
  </w:num>
  <w:num w:numId="139" w16cid:durableId="503086972">
    <w:abstractNumId w:val="271"/>
  </w:num>
  <w:num w:numId="140" w16cid:durableId="202333437">
    <w:abstractNumId w:val="132"/>
  </w:num>
  <w:num w:numId="141" w16cid:durableId="75590578">
    <w:abstractNumId w:val="232"/>
  </w:num>
  <w:num w:numId="142" w16cid:durableId="415135056">
    <w:abstractNumId w:val="191"/>
  </w:num>
  <w:num w:numId="143" w16cid:durableId="1214582681">
    <w:abstractNumId w:val="304"/>
  </w:num>
  <w:num w:numId="144" w16cid:durableId="417601748">
    <w:abstractNumId w:val="140"/>
  </w:num>
  <w:num w:numId="145" w16cid:durableId="2029481045">
    <w:abstractNumId w:val="142"/>
  </w:num>
  <w:num w:numId="146" w16cid:durableId="1965694101">
    <w:abstractNumId w:val="347"/>
  </w:num>
  <w:num w:numId="147" w16cid:durableId="1407221707">
    <w:abstractNumId w:val="321"/>
  </w:num>
  <w:num w:numId="148" w16cid:durableId="1107505529">
    <w:abstractNumId w:val="346"/>
  </w:num>
  <w:num w:numId="149" w16cid:durableId="2052728980">
    <w:abstractNumId w:val="343"/>
  </w:num>
  <w:num w:numId="150" w16cid:durableId="348265105">
    <w:abstractNumId w:val="301"/>
  </w:num>
  <w:num w:numId="151" w16cid:durableId="1176459926">
    <w:abstractNumId w:val="108"/>
  </w:num>
  <w:num w:numId="152" w16cid:durableId="1348168734">
    <w:abstractNumId w:val="13"/>
  </w:num>
  <w:num w:numId="153" w16cid:durableId="968364373">
    <w:abstractNumId w:val="83"/>
  </w:num>
  <w:num w:numId="154" w16cid:durableId="1121607806">
    <w:abstractNumId w:val="0"/>
  </w:num>
  <w:num w:numId="155" w16cid:durableId="553932371">
    <w:abstractNumId w:val="84"/>
  </w:num>
  <w:num w:numId="156" w16cid:durableId="1360089625">
    <w:abstractNumId w:val="223"/>
  </w:num>
  <w:num w:numId="157" w16cid:durableId="230048552">
    <w:abstractNumId w:val="248"/>
  </w:num>
  <w:num w:numId="158" w16cid:durableId="140850184">
    <w:abstractNumId w:val="184"/>
  </w:num>
  <w:num w:numId="159" w16cid:durableId="1100028647">
    <w:abstractNumId w:val="121"/>
  </w:num>
  <w:num w:numId="160" w16cid:durableId="977144104">
    <w:abstractNumId w:val="254"/>
  </w:num>
  <w:num w:numId="161" w16cid:durableId="917596516">
    <w:abstractNumId w:val="117"/>
  </w:num>
  <w:num w:numId="162" w16cid:durableId="909927854">
    <w:abstractNumId w:val="350"/>
  </w:num>
  <w:num w:numId="163" w16cid:durableId="1211068555">
    <w:abstractNumId w:val="310"/>
  </w:num>
  <w:num w:numId="164" w16cid:durableId="731588458">
    <w:abstractNumId w:val="165"/>
  </w:num>
  <w:num w:numId="165" w16cid:durableId="1146437474">
    <w:abstractNumId w:val="66"/>
  </w:num>
  <w:num w:numId="166" w16cid:durableId="1712922765">
    <w:abstractNumId w:val="305"/>
  </w:num>
  <w:num w:numId="167" w16cid:durableId="2044205251">
    <w:abstractNumId w:val="179"/>
  </w:num>
  <w:num w:numId="168" w16cid:durableId="397173405">
    <w:abstractNumId w:val="15"/>
  </w:num>
  <w:num w:numId="169" w16cid:durableId="104812071">
    <w:abstractNumId w:val="70"/>
  </w:num>
  <w:num w:numId="170" w16cid:durableId="67461407">
    <w:abstractNumId w:val="181"/>
  </w:num>
  <w:num w:numId="171" w16cid:durableId="2008903485">
    <w:abstractNumId w:val="79"/>
  </w:num>
  <w:num w:numId="172" w16cid:durableId="1346328800">
    <w:abstractNumId w:val="73"/>
  </w:num>
  <w:num w:numId="173" w16cid:durableId="599870110">
    <w:abstractNumId w:val="8"/>
  </w:num>
  <w:num w:numId="174" w16cid:durableId="770200885">
    <w:abstractNumId w:val="60"/>
  </w:num>
  <w:num w:numId="175" w16cid:durableId="1874423274">
    <w:abstractNumId w:val="231"/>
  </w:num>
  <w:num w:numId="176" w16cid:durableId="1724138215">
    <w:abstractNumId w:val="156"/>
  </w:num>
  <w:num w:numId="177" w16cid:durableId="774445459">
    <w:abstractNumId w:val="331"/>
  </w:num>
  <w:num w:numId="178" w16cid:durableId="1874343102">
    <w:abstractNumId w:val="300"/>
  </w:num>
  <w:num w:numId="179" w16cid:durableId="1508978149">
    <w:abstractNumId w:val="290"/>
  </w:num>
  <w:num w:numId="180" w16cid:durableId="2071690687">
    <w:abstractNumId w:val="270"/>
  </w:num>
  <w:num w:numId="181" w16cid:durableId="1605461113">
    <w:abstractNumId w:val="52"/>
  </w:num>
  <w:num w:numId="182" w16cid:durableId="602956661">
    <w:abstractNumId w:val="309"/>
  </w:num>
  <w:num w:numId="183" w16cid:durableId="570232150">
    <w:abstractNumId w:val="225"/>
  </w:num>
  <w:num w:numId="184" w16cid:durableId="422802736">
    <w:abstractNumId w:val="178"/>
  </w:num>
  <w:num w:numId="185" w16cid:durableId="224880750">
    <w:abstractNumId w:val="119"/>
  </w:num>
  <w:num w:numId="186" w16cid:durableId="1647778473">
    <w:abstractNumId w:val="247"/>
  </w:num>
  <w:num w:numId="187" w16cid:durableId="604462236">
    <w:abstractNumId w:val="244"/>
  </w:num>
  <w:num w:numId="188" w16cid:durableId="741758417">
    <w:abstractNumId w:val="192"/>
  </w:num>
  <w:num w:numId="189" w16cid:durableId="703748979">
    <w:abstractNumId w:val="71"/>
  </w:num>
  <w:num w:numId="190" w16cid:durableId="526334547">
    <w:abstractNumId w:val="128"/>
  </w:num>
  <w:num w:numId="191" w16cid:durableId="52168067">
    <w:abstractNumId w:val="136"/>
  </w:num>
  <w:num w:numId="192" w16cid:durableId="877086930">
    <w:abstractNumId w:val="114"/>
  </w:num>
  <w:num w:numId="193" w16cid:durableId="833380035">
    <w:abstractNumId w:val="95"/>
  </w:num>
  <w:num w:numId="194" w16cid:durableId="1136795683">
    <w:abstractNumId w:val="158"/>
  </w:num>
  <w:num w:numId="195" w16cid:durableId="1268387614">
    <w:abstractNumId w:val="157"/>
  </w:num>
  <w:num w:numId="196" w16cid:durableId="1623726224">
    <w:abstractNumId w:val="146"/>
  </w:num>
  <w:num w:numId="197" w16cid:durableId="2075425350">
    <w:abstractNumId w:val="90"/>
  </w:num>
  <w:num w:numId="198" w16cid:durableId="1779594279">
    <w:abstractNumId w:val="234"/>
  </w:num>
  <w:num w:numId="199" w16cid:durableId="565072783">
    <w:abstractNumId w:val="285"/>
  </w:num>
  <w:num w:numId="200" w16cid:durableId="1373461545">
    <w:abstractNumId w:val="195"/>
  </w:num>
  <w:num w:numId="201" w16cid:durableId="874195547">
    <w:abstractNumId w:val="282"/>
  </w:num>
  <w:num w:numId="202" w16cid:durableId="299573572">
    <w:abstractNumId w:val="54"/>
  </w:num>
  <w:num w:numId="203" w16cid:durableId="321086294">
    <w:abstractNumId w:val="85"/>
  </w:num>
  <w:num w:numId="204" w16cid:durableId="670648247">
    <w:abstractNumId w:val="269"/>
  </w:num>
  <w:num w:numId="205" w16cid:durableId="1096942103">
    <w:abstractNumId w:val="295"/>
  </w:num>
  <w:num w:numId="206" w16cid:durableId="1111556903">
    <w:abstractNumId w:val="51"/>
  </w:num>
  <w:num w:numId="207" w16cid:durableId="1464468850">
    <w:abstractNumId w:val="329"/>
  </w:num>
  <w:num w:numId="208" w16cid:durableId="1097217945">
    <w:abstractNumId w:val="112"/>
  </w:num>
  <w:num w:numId="209" w16cid:durableId="1536039054">
    <w:abstractNumId w:val="18"/>
  </w:num>
  <w:num w:numId="210" w16cid:durableId="1301305897">
    <w:abstractNumId w:val="240"/>
  </w:num>
  <w:num w:numId="211" w16cid:durableId="254173351">
    <w:abstractNumId w:val="171"/>
  </w:num>
  <w:num w:numId="212" w16cid:durableId="352655106">
    <w:abstractNumId w:val="135"/>
  </w:num>
  <w:num w:numId="213" w16cid:durableId="1449660474">
    <w:abstractNumId w:val="299"/>
  </w:num>
  <w:num w:numId="214" w16cid:durableId="1177232429">
    <w:abstractNumId w:val="220"/>
  </w:num>
  <w:num w:numId="215" w16cid:durableId="1497957871">
    <w:abstractNumId w:val="316"/>
  </w:num>
  <w:num w:numId="216" w16cid:durableId="1663773526">
    <w:abstractNumId w:val="1"/>
  </w:num>
  <w:num w:numId="217" w16cid:durableId="916011804">
    <w:abstractNumId w:val="344"/>
  </w:num>
  <w:num w:numId="218" w16cid:durableId="1169101025">
    <w:abstractNumId w:val="241"/>
  </w:num>
  <w:num w:numId="219" w16cid:durableId="1731076721">
    <w:abstractNumId w:val="65"/>
  </w:num>
  <w:num w:numId="220" w16cid:durableId="1741440445">
    <w:abstractNumId w:val="273"/>
  </w:num>
  <w:num w:numId="221" w16cid:durableId="812525024">
    <w:abstractNumId w:val="340"/>
  </w:num>
  <w:num w:numId="222" w16cid:durableId="1055859876">
    <w:abstractNumId w:val="78"/>
  </w:num>
  <w:num w:numId="223" w16cid:durableId="1282423940">
    <w:abstractNumId w:val="193"/>
  </w:num>
  <w:num w:numId="224" w16cid:durableId="978532053">
    <w:abstractNumId w:val="255"/>
  </w:num>
  <w:num w:numId="225" w16cid:durableId="577592688">
    <w:abstractNumId w:val="208"/>
  </w:num>
  <w:num w:numId="226" w16cid:durableId="829831224">
    <w:abstractNumId w:val="342"/>
  </w:num>
  <w:num w:numId="227" w16cid:durableId="223948411">
    <w:abstractNumId w:val="141"/>
  </w:num>
  <w:num w:numId="228" w16cid:durableId="1733040332">
    <w:abstractNumId w:val="249"/>
  </w:num>
  <w:num w:numId="229" w16cid:durableId="1755055745">
    <w:abstractNumId w:val="151"/>
  </w:num>
  <w:num w:numId="230" w16cid:durableId="936331406">
    <w:abstractNumId w:val="125"/>
  </w:num>
  <w:num w:numId="231" w16cid:durableId="618071163">
    <w:abstractNumId w:val="72"/>
  </w:num>
  <w:num w:numId="232" w16cid:durableId="1743211443">
    <w:abstractNumId w:val="263"/>
  </w:num>
  <w:num w:numId="233" w16cid:durableId="1691373929">
    <w:abstractNumId w:val="213"/>
  </w:num>
  <w:num w:numId="234" w16cid:durableId="509564442">
    <w:abstractNumId w:val="211"/>
  </w:num>
  <w:num w:numId="235" w16cid:durableId="412438441">
    <w:abstractNumId w:val="324"/>
  </w:num>
  <w:num w:numId="236" w16cid:durableId="1841579068">
    <w:abstractNumId w:val="281"/>
  </w:num>
  <w:num w:numId="237" w16cid:durableId="974023221">
    <w:abstractNumId w:val="62"/>
  </w:num>
  <w:num w:numId="238" w16cid:durableId="1659191967">
    <w:abstractNumId w:val="93"/>
  </w:num>
  <w:num w:numId="239" w16cid:durableId="1035541152">
    <w:abstractNumId w:val="152"/>
  </w:num>
  <w:num w:numId="240" w16cid:durableId="2074623268">
    <w:abstractNumId w:val="64"/>
  </w:num>
  <w:num w:numId="241" w16cid:durableId="694428862">
    <w:abstractNumId w:val="229"/>
  </w:num>
  <w:num w:numId="242" w16cid:durableId="992493305">
    <w:abstractNumId w:val="82"/>
  </w:num>
  <w:num w:numId="243" w16cid:durableId="856236521">
    <w:abstractNumId w:val="133"/>
  </w:num>
  <w:num w:numId="244" w16cid:durableId="647899388">
    <w:abstractNumId w:val="230"/>
  </w:num>
  <w:num w:numId="245" w16cid:durableId="1495104991">
    <w:abstractNumId w:val="233"/>
  </w:num>
  <w:num w:numId="246" w16cid:durableId="404035564">
    <w:abstractNumId w:val="4"/>
  </w:num>
  <w:num w:numId="247" w16cid:durableId="83915664">
    <w:abstractNumId w:val="348"/>
  </w:num>
  <w:num w:numId="248" w16cid:durableId="928388934">
    <w:abstractNumId w:val="174"/>
  </w:num>
  <w:num w:numId="249" w16cid:durableId="1335765072">
    <w:abstractNumId w:val="138"/>
  </w:num>
  <w:num w:numId="250" w16cid:durableId="648902883">
    <w:abstractNumId w:val="55"/>
  </w:num>
  <w:num w:numId="251" w16cid:durableId="1282499188">
    <w:abstractNumId w:val="252"/>
  </w:num>
  <w:num w:numId="252" w16cid:durableId="1969892971">
    <w:abstractNumId w:val="355"/>
  </w:num>
  <w:num w:numId="253" w16cid:durableId="2086105052">
    <w:abstractNumId w:val="237"/>
  </w:num>
  <w:num w:numId="254" w16cid:durableId="412094256">
    <w:abstractNumId w:val="293"/>
  </w:num>
  <w:num w:numId="255" w16cid:durableId="1507935437">
    <w:abstractNumId w:val="94"/>
  </w:num>
  <w:num w:numId="256" w16cid:durableId="1787311026">
    <w:abstractNumId w:val="98"/>
  </w:num>
  <w:num w:numId="257" w16cid:durableId="1436242202">
    <w:abstractNumId w:val="204"/>
  </w:num>
  <w:num w:numId="258" w16cid:durableId="682365690">
    <w:abstractNumId w:val="81"/>
  </w:num>
  <w:num w:numId="259" w16cid:durableId="1991329210">
    <w:abstractNumId w:val="107"/>
  </w:num>
  <w:num w:numId="260" w16cid:durableId="1088650612">
    <w:abstractNumId w:val="180"/>
  </w:num>
  <w:num w:numId="261" w16cid:durableId="1100026938">
    <w:abstractNumId w:val="188"/>
  </w:num>
  <w:num w:numId="262" w16cid:durableId="906643972">
    <w:abstractNumId w:val="312"/>
  </w:num>
  <w:num w:numId="263" w16cid:durableId="2032759514">
    <w:abstractNumId w:val="26"/>
  </w:num>
  <w:num w:numId="264" w16cid:durableId="1293632095">
    <w:abstractNumId w:val="12"/>
  </w:num>
  <w:num w:numId="265" w16cid:durableId="320549095">
    <w:abstractNumId w:val="127"/>
  </w:num>
  <w:num w:numId="266" w16cid:durableId="1662391394">
    <w:abstractNumId w:val="166"/>
  </w:num>
  <w:num w:numId="267" w16cid:durableId="1842699079">
    <w:abstractNumId w:val="131"/>
  </w:num>
  <w:num w:numId="268" w16cid:durableId="1493175466">
    <w:abstractNumId w:val="169"/>
  </w:num>
  <w:num w:numId="269" w16cid:durableId="555550934">
    <w:abstractNumId w:val="336"/>
  </w:num>
  <w:num w:numId="270" w16cid:durableId="417101424">
    <w:abstractNumId w:val="116"/>
  </w:num>
  <w:num w:numId="271" w16cid:durableId="292252664">
    <w:abstractNumId w:val="150"/>
  </w:num>
  <w:num w:numId="272" w16cid:durableId="1346785211">
    <w:abstractNumId w:val="46"/>
  </w:num>
  <w:num w:numId="273" w16cid:durableId="776103003">
    <w:abstractNumId w:val="323"/>
  </w:num>
  <w:num w:numId="274" w16cid:durableId="377315481">
    <w:abstractNumId w:val="272"/>
  </w:num>
  <w:num w:numId="275" w16cid:durableId="1218471861">
    <w:abstractNumId w:val="22"/>
  </w:num>
  <w:num w:numId="276" w16cid:durableId="882212680">
    <w:abstractNumId w:val="198"/>
  </w:num>
  <w:num w:numId="277" w16cid:durableId="1555584809">
    <w:abstractNumId w:val="256"/>
  </w:num>
  <w:num w:numId="278" w16cid:durableId="757017493">
    <w:abstractNumId w:val="124"/>
  </w:num>
  <w:num w:numId="279" w16cid:durableId="217325832">
    <w:abstractNumId w:val="253"/>
  </w:num>
  <w:num w:numId="280" w16cid:durableId="364839745">
    <w:abstractNumId w:val="37"/>
  </w:num>
  <w:num w:numId="281" w16cid:durableId="1851945460">
    <w:abstractNumId w:val="28"/>
  </w:num>
  <w:num w:numId="282" w16cid:durableId="1349680359">
    <w:abstractNumId w:val="268"/>
  </w:num>
  <w:num w:numId="283" w16cid:durableId="374358568">
    <w:abstractNumId w:val="170"/>
  </w:num>
  <w:num w:numId="284" w16cid:durableId="264702441">
    <w:abstractNumId w:val="57"/>
  </w:num>
  <w:num w:numId="285" w16cid:durableId="1301302974">
    <w:abstractNumId w:val="265"/>
  </w:num>
  <w:num w:numId="286" w16cid:durableId="1700157873">
    <w:abstractNumId w:val="111"/>
  </w:num>
  <w:num w:numId="287" w16cid:durableId="571963680">
    <w:abstractNumId w:val="260"/>
  </w:num>
  <w:num w:numId="288" w16cid:durableId="313683337">
    <w:abstractNumId w:val="123"/>
  </w:num>
  <w:num w:numId="289" w16cid:durableId="1032072296">
    <w:abstractNumId w:val="109"/>
  </w:num>
  <w:num w:numId="290" w16cid:durableId="1985230301">
    <w:abstractNumId w:val="68"/>
  </w:num>
  <w:num w:numId="291" w16cid:durableId="640157606">
    <w:abstractNumId w:val="56"/>
  </w:num>
  <w:num w:numId="292" w16cid:durableId="1729067106">
    <w:abstractNumId w:val="194"/>
  </w:num>
  <w:num w:numId="293" w16cid:durableId="1306423585">
    <w:abstractNumId w:val="250"/>
  </w:num>
  <w:num w:numId="294" w16cid:durableId="938179955">
    <w:abstractNumId w:val="176"/>
  </w:num>
  <w:num w:numId="295" w16cid:durableId="396973830">
    <w:abstractNumId w:val="239"/>
  </w:num>
  <w:num w:numId="296" w16cid:durableId="1630816102">
    <w:abstractNumId w:val="21"/>
  </w:num>
  <w:num w:numId="297" w16cid:durableId="1714577705">
    <w:abstractNumId w:val="262"/>
  </w:num>
  <w:num w:numId="298" w16cid:durableId="577714630">
    <w:abstractNumId w:val="207"/>
  </w:num>
  <w:num w:numId="299" w16cid:durableId="968365847">
    <w:abstractNumId w:val="319"/>
  </w:num>
  <w:num w:numId="300" w16cid:durableId="757945508">
    <w:abstractNumId w:val="286"/>
  </w:num>
  <w:num w:numId="301" w16cid:durableId="61831447">
    <w:abstractNumId w:val="345"/>
  </w:num>
  <w:num w:numId="302" w16cid:durableId="736824341">
    <w:abstractNumId w:val="199"/>
  </w:num>
  <w:num w:numId="303" w16cid:durableId="82267048">
    <w:abstractNumId w:val="214"/>
  </w:num>
  <w:num w:numId="304" w16cid:durableId="2014263846">
    <w:abstractNumId w:val="334"/>
  </w:num>
  <w:num w:numId="305" w16cid:durableId="1205753811">
    <w:abstractNumId w:val="236"/>
  </w:num>
  <w:num w:numId="306" w16cid:durableId="127749126">
    <w:abstractNumId w:val="210"/>
  </w:num>
  <w:num w:numId="307" w16cid:durableId="1535657158">
    <w:abstractNumId w:val="327"/>
  </w:num>
  <w:num w:numId="308" w16cid:durableId="1724868057">
    <w:abstractNumId w:val="25"/>
  </w:num>
  <w:num w:numId="309" w16cid:durableId="2145271538">
    <w:abstractNumId w:val="217"/>
  </w:num>
  <w:num w:numId="310" w16cid:durableId="645623322">
    <w:abstractNumId w:val="80"/>
  </w:num>
  <w:num w:numId="311" w16cid:durableId="942494904">
    <w:abstractNumId w:val="110"/>
  </w:num>
  <w:num w:numId="312" w16cid:durableId="2051949417">
    <w:abstractNumId w:val="275"/>
  </w:num>
  <w:num w:numId="313" w16cid:durableId="2008433989">
    <w:abstractNumId w:val="144"/>
  </w:num>
  <w:num w:numId="314" w16cid:durableId="1408115233">
    <w:abstractNumId w:val="289"/>
  </w:num>
  <w:num w:numId="315" w16cid:durableId="876161506">
    <w:abstractNumId w:val="99"/>
  </w:num>
  <w:num w:numId="316" w16cid:durableId="260338671">
    <w:abstractNumId w:val="296"/>
  </w:num>
  <w:num w:numId="317" w16cid:durableId="454718952">
    <w:abstractNumId w:val="163"/>
  </w:num>
  <w:num w:numId="318" w16cid:durableId="1144160130">
    <w:abstractNumId w:val="274"/>
  </w:num>
  <w:num w:numId="319" w16cid:durableId="1576280439">
    <w:abstractNumId w:val="106"/>
  </w:num>
  <w:num w:numId="320" w16cid:durableId="1357152039">
    <w:abstractNumId w:val="126"/>
  </w:num>
  <w:num w:numId="321" w16cid:durableId="719213402">
    <w:abstractNumId w:val="218"/>
  </w:num>
  <w:num w:numId="322" w16cid:durableId="2050258904">
    <w:abstractNumId w:val="23"/>
  </w:num>
  <w:num w:numId="323" w16cid:durableId="1296595569">
    <w:abstractNumId w:val="97"/>
  </w:num>
  <w:num w:numId="324" w16cid:durableId="864097862">
    <w:abstractNumId w:val="291"/>
  </w:num>
  <w:num w:numId="325" w16cid:durableId="1120421815">
    <w:abstractNumId w:val="43"/>
  </w:num>
  <w:num w:numId="326" w16cid:durableId="1070151562">
    <w:abstractNumId w:val="149"/>
  </w:num>
  <w:num w:numId="327" w16cid:durableId="1139567658">
    <w:abstractNumId w:val="3"/>
  </w:num>
  <w:num w:numId="328" w16cid:durableId="486942327">
    <w:abstractNumId w:val="145"/>
  </w:num>
  <w:num w:numId="329" w16cid:durableId="838689376">
    <w:abstractNumId w:val="115"/>
  </w:num>
  <w:num w:numId="330" w16cid:durableId="1210875372">
    <w:abstractNumId w:val="9"/>
  </w:num>
  <w:num w:numId="331" w16cid:durableId="1222398429">
    <w:abstractNumId w:val="202"/>
  </w:num>
  <w:num w:numId="332" w16cid:durableId="1690521220">
    <w:abstractNumId w:val="302"/>
  </w:num>
  <w:num w:numId="333" w16cid:durableId="347877604">
    <w:abstractNumId w:val="226"/>
  </w:num>
  <w:num w:numId="334" w16cid:durableId="65807581">
    <w:abstractNumId w:val="284"/>
  </w:num>
  <w:num w:numId="335" w16cid:durableId="1541286320">
    <w:abstractNumId w:val="33"/>
  </w:num>
  <w:num w:numId="336" w16cid:durableId="843712567">
    <w:abstractNumId w:val="224"/>
  </w:num>
  <w:num w:numId="337" w16cid:durableId="2033456127">
    <w:abstractNumId w:val="221"/>
  </w:num>
  <w:num w:numId="338" w16cid:durableId="425812721">
    <w:abstractNumId w:val="38"/>
  </w:num>
  <w:num w:numId="339" w16cid:durableId="1462990121">
    <w:abstractNumId w:val="307"/>
  </w:num>
  <w:num w:numId="340" w16cid:durableId="1284382672">
    <w:abstractNumId w:val="154"/>
  </w:num>
  <w:num w:numId="341" w16cid:durableId="1043674639">
    <w:abstractNumId w:val="41"/>
  </w:num>
  <w:num w:numId="342" w16cid:durableId="1838882487">
    <w:abstractNumId w:val="40"/>
  </w:num>
  <w:num w:numId="343" w16cid:durableId="1154561671">
    <w:abstractNumId w:val="74"/>
  </w:num>
  <w:num w:numId="344" w16cid:durableId="372386043">
    <w:abstractNumId w:val="279"/>
  </w:num>
  <w:num w:numId="345" w16cid:durableId="2041085365">
    <w:abstractNumId w:val="257"/>
  </w:num>
  <w:num w:numId="346" w16cid:durableId="391973367">
    <w:abstractNumId w:val="322"/>
  </w:num>
  <w:num w:numId="347" w16cid:durableId="7486556">
    <w:abstractNumId w:val="227"/>
  </w:num>
  <w:num w:numId="348" w16cid:durableId="652831379">
    <w:abstractNumId w:val="228"/>
  </w:num>
  <w:num w:numId="349" w16cid:durableId="824591464">
    <w:abstractNumId w:val="63"/>
  </w:num>
  <w:num w:numId="350" w16cid:durableId="1184633262">
    <w:abstractNumId w:val="317"/>
  </w:num>
  <w:num w:numId="351" w16cid:durableId="780145026">
    <w:abstractNumId w:val="261"/>
  </w:num>
  <w:num w:numId="352" w16cid:durableId="66920279">
    <w:abstractNumId w:val="353"/>
  </w:num>
  <w:num w:numId="353" w16cid:durableId="1837989050">
    <w:abstractNumId w:val="172"/>
  </w:num>
  <w:num w:numId="354" w16cid:durableId="2128379856">
    <w:abstractNumId w:val="164"/>
  </w:num>
  <w:num w:numId="355" w16cid:durableId="1780757101">
    <w:abstractNumId w:val="161"/>
  </w:num>
  <w:num w:numId="356" w16cid:durableId="725642818">
    <w:abstractNumId w:val="134"/>
  </w:num>
  <w:num w:numId="357" w16cid:durableId="2117551619">
    <w:abstractNumId w:val="160"/>
  </w:num>
  <w:num w:numId="358" w16cid:durableId="1462385556">
    <w:abstractNumId w:val="2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F9"/>
    <w:rsid w:val="00054768"/>
    <w:rsid w:val="000827D2"/>
    <w:rsid w:val="001736A9"/>
    <w:rsid w:val="001B1D3E"/>
    <w:rsid w:val="001D403D"/>
    <w:rsid w:val="00223150"/>
    <w:rsid w:val="00230D21"/>
    <w:rsid w:val="00250E39"/>
    <w:rsid w:val="002A0BDA"/>
    <w:rsid w:val="002C2720"/>
    <w:rsid w:val="0036411E"/>
    <w:rsid w:val="003D1C7C"/>
    <w:rsid w:val="003D2F86"/>
    <w:rsid w:val="003F2C61"/>
    <w:rsid w:val="003F484F"/>
    <w:rsid w:val="00417C30"/>
    <w:rsid w:val="00487D7A"/>
    <w:rsid w:val="004C2E44"/>
    <w:rsid w:val="004D03C2"/>
    <w:rsid w:val="005244D3"/>
    <w:rsid w:val="0053058B"/>
    <w:rsid w:val="005648B7"/>
    <w:rsid w:val="005A5452"/>
    <w:rsid w:val="005B74D1"/>
    <w:rsid w:val="006263AE"/>
    <w:rsid w:val="00651D8C"/>
    <w:rsid w:val="00663B59"/>
    <w:rsid w:val="006768E8"/>
    <w:rsid w:val="006C4F9C"/>
    <w:rsid w:val="007649FB"/>
    <w:rsid w:val="007D612A"/>
    <w:rsid w:val="00805AEC"/>
    <w:rsid w:val="00834868"/>
    <w:rsid w:val="00846F84"/>
    <w:rsid w:val="008764CC"/>
    <w:rsid w:val="00880F32"/>
    <w:rsid w:val="008A0FE8"/>
    <w:rsid w:val="00905A76"/>
    <w:rsid w:val="009310CC"/>
    <w:rsid w:val="0096288F"/>
    <w:rsid w:val="0096432B"/>
    <w:rsid w:val="00A05D2D"/>
    <w:rsid w:val="00A8593D"/>
    <w:rsid w:val="00AA00CB"/>
    <w:rsid w:val="00AD1920"/>
    <w:rsid w:val="00B33C7C"/>
    <w:rsid w:val="00B449DA"/>
    <w:rsid w:val="00B72E9B"/>
    <w:rsid w:val="00B91C5C"/>
    <w:rsid w:val="00B9231C"/>
    <w:rsid w:val="00BC29B3"/>
    <w:rsid w:val="00BD4E9E"/>
    <w:rsid w:val="00BD7756"/>
    <w:rsid w:val="00BE1FA1"/>
    <w:rsid w:val="00C163F9"/>
    <w:rsid w:val="00C264A6"/>
    <w:rsid w:val="00C41C91"/>
    <w:rsid w:val="00C56357"/>
    <w:rsid w:val="00C57DEE"/>
    <w:rsid w:val="00C65108"/>
    <w:rsid w:val="00C7299B"/>
    <w:rsid w:val="00CB4DC4"/>
    <w:rsid w:val="00CD7BA6"/>
    <w:rsid w:val="00D01B12"/>
    <w:rsid w:val="00DA3181"/>
    <w:rsid w:val="00DD6E17"/>
    <w:rsid w:val="00DE4833"/>
    <w:rsid w:val="00DF7482"/>
    <w:rsid w:val="00E1791A"/>
    <w:rsid w:val="00E2573D"/>
    <w:rsid w:val="00E279E9"/>
    <w:rsid w:val="00E41DAE"/>
    <w:rsid w:val="00E7720D"/>
    <w:rsid w:val="00EA1828"/>
    <w:rsid w:val="00EA6483"/>
    <w:rsid w:val="00EC4BF2"/>
    <w:rsid w:val="00ED0028"/>
    <w:rsid w:val="00EF22F2"/>
    <w:rsid w:val="00F04D8B"/>
    <w:rsid w:val="00F32EA0"/>
    <w:rsid w:val="00F62FD6"/>
    <w:rsid w:val="00FA087D"/>
    <w:rsid w:val="00FC2C3C"/>
    <w:rsid w:val="00FE14CC"/>
    <w:rsid w:val="00FF30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64A73"/>
  <w15:docId w15:val="{DD0E9728-BDAF-1D47-A485-4D72C900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oppins" w:eastAsia="Poppins" w:hAnsi="Poppins" w:cs="Poppins"/>
    </w:rPr>
  </w:style>
  <w:style w:type="paragraph" w:styleId="Heading1">
    <w:name w:val="heading 1"/>
    <w:basedOn w:val="Normal"/>
    <w:link w:val="Heading1Char"/>
    <w:uiPriority w:val="9"/>
    <w:qFormat/>
    <w:rsid w:val="00EF22F2"/>
    <w:pPr>
      <w:spacing w:before="120" w:after="360" w:line="192" w:lineRule="auto"/>
      <w:outlineLvl w:val="0"/>
    </w:pPr>
    <w:rPr>
      <w:rFonts w:ascii="Oswald Medium" w:eastAsia="Oswald" w:hAnsi="Oswald Medium" w:cs="Oswald"/>
      <w:caps/>
      <w:color w:val="00548E" w:themeColor="accent1"/>
      <w:sz w:val="48"/>
      <w:szCs w:val="48"/>
      <w:lang w:val="en-GB"/>
    </w:rPr>
  </w:style>
  <w:style w:type="paragraph" w:styleId="Heading2">
    <w:name w:val="heading 2"/>
    <w:basedOn w:val="Normal"/>
    <w:link w:val="Heading2Char"/>
    <w:uiPriority w:val="9"/>
    <w:unhideWhenUsed/>
    <w:qFormat/>
    <w:rsid w:val="003F2C61"/>
    <w:pPr>
      <w:snapToGrid w:val="0"/>
      <w:spacing w:before="120" w:after="120"/>
      <w:outlineLvl w:val="1"/>
    </w:pPr>
    <w:rPr>
      <w:rFonts w:ascii="Aptos SemiBold" w:eastAsia="Aptos SemiBold" w:hAnsi="Aptos SemiBold" w:cs="Aptos SemiBold"/>
      <w:b/>
      <w:bCs/>
      <w:color w:val="00C2F7" w:themeColor="accent2"/>
      <w:sz w:val="36"/>
      <w:szCs w:val="32"/>
    </w:rPr>
  </w:style>
  <w:style w:type="paragraph" w:styleId="Heading3">
    <w:name w:val="heading 3"/>
    <w:basedOn w:val="Normal"/>
    <w:next w:val="Normal"/>
    <w:link w:val="Heading3Char"/>
    <w:uiPriority w:val="9"/>
    <w:unhideWhenUsed/>
    <w:qFormat/>
    <w:rsid w:val="00BC29B3"/>
    <w:pPr>
      <w:keepNext/>
      <w:keepLines/>
      <w:spacing w:before="40"/>
      <w:outlineLvl w:val="2"/>
    </w:pPr>
    <w:rPr>
      <w:rFonts w:asciiTheme="majorHAnsi" w:eastAsiaTheme="majorEastAsia" w:hAnsiTheme="majorHAnsi" w:cstheme="majorBidi"/>
      <w:color w:val="002946" w:themeColor="accent1" w:themeShade="7F"/>
      <w:sz w:val="24"/>
      <w:szCs w:val="24"/>
    </w:rPr>
  </w:style>
  <w:style w:type="paragraph" w:styleId="Heading4">
    <w:name w:val="heading 4"/>
    <w:basedOn w:val="Normal"/>
    <w:next w:val="Normal"/>
    <w:link w:val="Heading4Char"/>
    <w:unhideWhenUsed/>
    <w:qFormat/>
    <w:rsid w:val="00905A76"/>
    <w:pPr>
      <w:keepNext/>
      <w:keepLines/>
      <w:widowControl/>
      <w:autoSpaceDE/>
      <w:autoSpaceDN/>
      <w:spacing w:before="40"/>
      <w:outlineLvl w:val="3"/>
    </w:pPr>
    <w:rPr>
      <w:rFonts w:asciiTheme="majorHAnsi" w:eastAsiaTheme="majorEastAsia" w:hAnsiTheme="majorHAnsi" w:cstheme="majorBidi"/>
      <w:i/>
      <w:iCs/>
      <w:color w:val="003E6A" w:themeColor="accent1" w:themeShade="BF"/>
      <w:sz w:val="24"/>
      <w:szCs w:val="24"/>
      <w:lang w:val="en-GB"/>
    </w:rPr>
  </w:style>
  <w:style w:type="paragraph" w:styleId="Heading5">
    <w:name w:val="heading 5"/>
    <w:basedOn w:val="Normal"/>
    <w:next w:val="Normal"/>
    <w:link w:val="Heading5Char"/>
    <w:rsid w:val="00905A76"/>
    <w:pPr>
      <w:keepNext/>
      <w:keepLines/>
      <w:widowControl/>
      <w:autoSpaceDE/>
      <w:autoSpaceDN/>
      <w:spacing w:before="220" w:after="40" w:line="276" w:lineRule="auto"/>
      <w:outlineLvl w:val="4"/>
    </w:pPr>
    <w:rPr>
      <w:rFonts w:ascii="Verdana" w:eastAsia="Arial" w:hAnsi="Verdana" w:cs="Verdana"/>
      <w:b/>
      <w:lang w:val="en" w:eastAsia="en-PH"/>
    </w:rPr>
  </w:style>
  <w:style w:type="paragraph" w:styleId="Heading6">
    <w:name w:val="heading 6"/>
    <w:basedOn w:val="Normal"/>
    <w:next w:val="Normal"/>
    <w:link w:val="Heading6Char"/>
    <w:rsid w:val="00905A76"/>
    <w:pPr>
      <w:keepNext/>
      <w:keepLines/>
      <w:widowControl/>
      <w:autoSpaceDE/>
      <w:autoSpaceDN/>
      <w:spacing w:before="200" w:after="40" w:line="276" w:lineRule="auto"/>
      <w:outlineLvl w:val="5"/>
    </w:pPr>
    <w:rPr>
      <w:rFonts w:ascii="Verdana" w:eastAsia="Arial" w:hAnsi="Verdana" w:cs="Verdana"/>
      <w:b/>
      <w:sz w:val="20"/>
      <w:szCs w:val="20"/>
      <w:lang w:val="en"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3F2C61"/>
    <w:pPr>
      <w:tabs>
        <w:tab w:val="right" w:leader="dot" w:pos="9746"/>
      </w:tabs>
      <w:spacing w:before="196"/>
      <w:ind w:left="473" w:hanging="200"/>
    </w:pPr>
    <w:rPr>
      <w:noProof/>
      <w:color w:val="005592" w:themeColor="text1"/>
      <w:szCs w:val="18"/>
    </w:rPr>
  </w:style>
  <w:style w:type="paragraph" w:styleId="TOC2">
    <w:name w:val="toc 2"/>
    <w:basedOn w:val="Normal"/>
    <w:uiPriority w:val="39"/>
    <w:qFormat/>
    <w:rsid w:val="005244D3"/>
    <w:pPr>
      <w:spacing w:before="197"/>
      <w:ind w:left="896" w:hanging="339"/>
    </w:pPr>
    <w:rPr>
      <w:sz w:val="21"/>
      <w:szCs w:val="18"/>
    </w:rPr>
  </w:style>
  <w:style w:type="paragraph" w:styleId="BodyText">
    <w:name w:val="Body Text"/>
    <w:basedOn w:val="Normal"/>
    <w:uiPriority w:val="1"/>
    <w:qFormat/>
    <w:rPr>
      <w:sz w:val="18"/>
      <w:szCs w:val="18"/>
    </w:rPr>
  </w:style>
  <w:style w:type="paragraph" w:styleId="Title">
    <w:name w:val="Title"/>
    <w:basedOn w:val="Normal"/>
    <w:link w:val="TitleChar"/>
    <w:qFormat/>
    <w:rsid w:val="006768E8"/>
    <w:pPr>
      <w:spacing w:before="379" w:line="1021" w:lineRule="exact"/>
      <w:ind w:left="330"/>
    </w:pPr>
    <w:rPr>
      <w:rFonts w:ascii="Oswald Medium" w:eastAsia="Oswald" w:hAnsi="Oswald Medium" w:cs="Oswald"/>
      <w:sz w:val="70"/>
      <w:szCs w:val="70"/>
    </w:rPr>
  </w:style>
  <w:style w:type="paragraph" w:styleId="ListParagraph">
    <w:name w:val="List Paragraph"/>
    <w:aliases w:val="Numbering"/>
    <w:basedOn w:val="Normal"/>
    <w:link w:val="ListParagraphChar"/>
    <w:uiPriority w:val="34"/>
    <w:qFormat/>
    <w:pPr>
      <w:spacing w:before="197"/>
      <w:ind w:left="896"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2E44"/>
    <w:pPr>
      <w:tabs>
        <w:tab w:val="center" w:pos="4680"/>
        <w:tab w:val="right" w:pos="9360"/>
      </w:tabs>
    </w:pPr>
  </w:style>
  <w:style w:type="character" w:customStyle="1" w:styleId="HeaderChar">
    <w:name w:val="Header Char"/>
    <w:basedOn w:val="DefaultParagraphFont"/>
    <w:link w:val="Header"/>
    <w:uiPriority w:val="99"/>
    <w:rsid w:val="004C2E44"/>
    <w:rPr>
      <w:rFonts w:ascii="Poppins" w:eastAsia="Poppins" w:hAnsi="Poppins" w:cs="Poppins"/>
    </w:rPr>
  </w:style>
  <w:style w:type="paragraph" w:styleId="Footer">
    <w:name w:val="footer"/>
    <w:basedOn w:val="Normal"/>
    <w:link w:val="FooterChar"/>
    <w:uiPriority w:val="99"/>
    <w:unhideWhenUsed/>
    <w:rsid w:val="004C2E44"/>
    <w:pPr>
      <w:tabs>
        <w:tab w:val="center" w:pos="4680"/>
        <w:tab w:val="right" w:pos="9360"/>
      </w:tabs>
    </w:pPr>
  </w:style>
  <w:style w:type="character" w:customStyle="1" w:styleId="FooterChar">
    <w:name w:val="Footer Char"/>
    <w:basedOn w:val="DefaultParagraphFont"/>
    <w:link w:val="Footer"/>
    <w:uiPriority w:val="99"/>
    <w:rsid w:val="004C2E44"/>
    <w:rPr>
      <w:rFonts w:ascii="Poppins" w:eastAsia="Poppins" w:hAnsi="Poppins" w:cs="Poppins"/>
    </w:rPr>
  </w:style>
  <w:style w:type="character" w:styleId="PageNumber">
    <w:name w:val="page number"/>
    <w:basedOn w:val="DefaultParagraphFont"/>
    <w:uiPriority w:val="99"/>
    <w:semiHidden/>
    <w:unhideWhenUsed/>
    <w:rsid w:val="004C2E44"/>
  </w:style>
  <w:style w:type="character" w:styleId="Hyperlink">
    <w:name w:val="Hyperlink"/>
    <w:basedOn w:val="DefaultParagraphFont"/>
    <w:uiPriority w:val="99"/>
    <w:unhideWhenUsed/>
    <w:rsid w:val="00E7720D"/>
    <w:rPr>
      <w:color w:val="00C2F7" w:themeColor="accent2"/>
      <w:u w:val="single"/>
    </w:rPr>
  </w:style>
  <w:style w:type="numbering" w:customStyle="1" w:styleId="CurrentList1">
    <w:name w:val="Current List1"/>
    <w:uiPriority w:val="99"/>
    <w:rsid w:val="006768E8"/>
    <w:pPr>
      <w:numPr>
        <w:numId w:val="4"/>
      </w:numPr>
    </w:pPr>
  </w:style>
  <w:style w:type="numbering" w:customStyle="1" w:styleId="CurrentList2">
    <w:name w:val="Current List2"/>
    <w:uiPriority w:val="99"/>
    <w:rsid w:val="006768E8"/>
    <w:pPr>
      <w:numPr>
        <w:numId w:val="5"/>
      </w:numPr>
    </w:pPr>
  </w:style>
  <w:style w:type="numbering" w:customStyle="1" w:styleId="CurrentList3">
    <w:name w:val="Current List3"/>
    <w:uiPriority w:val="99"/>
    <w:rsid w:val="006768E8"/>
    <w:pPr>
      <w:numPr>
        <w:numId w:val="6"/>
      </w:numPr>
    </w:pPr>
  </w:style>
  <w:style w:type="numbering" w:customStyle="1" w:styleId="CurrentList4">
    <w:name w:val="Current List4"/>
    <w:uiPriority w:val="99"/>
    <w:rsid w:val="006768E8"/>
    <w:pPr>
      <w:numPr>
        <w:numId w:val="7"/>
      </w:numPr>
    </w:pPr>
  </w:style>
  <w:style w:type="numbering" w:customStyle="1" w:styleId="CurrentList5">
    <w:name w:val="Current List5"/>
    <w:uiPriority w:val="99"/>
    <w:rsid w:val="006768E8"/>
    <w:pPr>
      <w:numPr>
        <w:numId w:val="8"/>
      </w:numPr>
    </w:pPr>
  </w:style>
  <w:style w:type="numbering" w:customStyle="1" w:styleId="CurrentList6">
    <w:name w:val="Current List6"/>
    <w:uiPriority w:val="99"/>
    <w:rsid w:val="006768E8"/>
    <w:pPr>
      <w:numPr>
        <w:numId w:val="9"/>
      </w:numPr>
    </w:pPr>
  </w:style>
  <w:style w:type="numbering" w:customStyle="1" w:styleId="CurrentList7">
    <w:name w:val="Current List7"/>
    <w:uiPriority w:val="99"/>
    <w:rsid w:val="006768E8"/>
    <w:pPr>
      <w:numPr>
        <w:numId w:val="10"/>
      </w:numPr>
    </w:pPr>
  </w:style>
  <w:style w:type="table" w:styleId="TableGrid">
    <w:name w:val="Table Grid"/>
    <w:basedOn w:val="TableNormal"/>
    <w:uiPriority w:val="39"/>
    <w:rsid w:val="00E2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ofDocument">
    <w:name w:val="Name of Document"/>
    <w:basedOn w:val="Title"/>
    <w:qFormat/>
    <w:rsid w:val="00AA00CB"/>
    <w:rPr>
      <w:color w:val="FFFFFF"/>
      <w:w w:val="110"/>
    </w:rPr>
  </w:style>
  <w:style w:type="character" w:styleId="FootnoteReference">
    <w:name w:val="footnote reference"/>
    <w:basedOn w:val="DefaultParagraphFont"/>
    <w:uiPriority w:val="99"/>
    <w:rsid w:val="005244D3"/>
    <w:rPr>
      <w:rFonts w:ascii="Poppins" w:hAnsi="Poppins"/>
      <w:sz w:val="14"/>
      <w:vertAlign w:val="superscript"/>
    </w:rPr>
  </w:style>
  <w:style w:type="paragraph" w:customStyle="1" w:styleId="FootnotesFOOTNOTESitalicsareincharacterstyle">
    <w:name w:val="Footnotes (FOOTNOTES (italics are in character style))"/>
    <w:basedOn w:val="Normal"/>
    <w:autoRedefine/>
    <w:uiPriority w:val="99"/>
    <w:rsid w:val="00E7720D"/>
    <w:pPr>
      <w:adjustRightInd w:val="0"/>
      <w:spacing w:before="120" w:after="120" w:line="220" w:lineRule="atLeast"/>
      <w:ind w:left="90" w:hanging="90"/>
      <w:textAlignment w:val="center"/>
    </w:pPr>
    <w:rPr>
      <w:rFonts w:ascii="Poppins Light" w:eastAsiaTheme="minorHAnsi" w:hAnsi="Poppins Light" w:cs="TheSansLight-Plain"/>
      <w:color w:val="000000"/>
      <w:sz w:val="15"/>
      <w:szCs w:val="15"/>
    </w:rPr>
  </w:style>
  <w:style w:type="character" w:customStyle="1" w:styleId="Hyperlink1">
    <w:name w:val="Hyperlink1"/>
    <w:basedOn w:val="DefaultParagraphFont"/>
    <w:rsid w:val="005244D3"/>
    <w:rPr>
      <w:color w:val="45BFF2"/>
      <w:u w:val="single"/>
    </w:rPr>
  </w:style>
  <w:style w:type="paragraph" w:customStyle="1" w:styleId="IntroParagraph-Aptos">
    <w:name w:val="Intro Paragraph - Aptos"/>
    <w:basedOn w:val="Normal"/>
    <w:qFormat/>
    <w:rsid w:val="00651D8C"/>
    <w:pPr>
      <w:tabs>
        <w:tab w:val="left" w:pos="120"/>
      </w:tabs>
      <w:suppressAutoHyphens/>
      <w:adjustRightInd w:val="0"/>
      <w:spacing w:before="240" w:after="240" w:line="264" w:lineRule="auto"/>
      <w:textAlignment w:val="center"/>
    </w:pPr>
    <w:rPr>
      <w:rFonts w:ascii="Aptos" w:eastAsia="Cambria" w:hAnsi="Aptos" w:cs="TheSansLight-Plain"/>
      <w:color w:val="45BFF2"/>
      <w:sz w:val="28"/>
      <w:szCs w:val="24"/>
    </w:rPr>
  </w:style>
  <w:style w:type="character" w:customStyle="1" w:styleId="Heading2Char">
    <w:name w:val="Heading 2 Char"/>
    <w:basedOn w:val="DefaultParagraphFont"/>
    <w:link w:val="Heading2"/>
    <w:uiPriority w:val="9"/>
    <w:rsid w:val="003F2C61"/>
    <w:rPr>
      <w:rFonts w:ascii="Aptos SemiBold" w:eastAsia="Aptos SemiBold" w:hAnsi="Aptos SemiBold" w:cs="Aptos SemiBold"/>
      <w:b/>
      <w:bCs/>
      <w:color w:val="00C2F7" w:themeColor="accent2"/>
      <w:sz w:val="36"/>
      <w:szCs w:val="32"/>
    </w:rPr>
  </w:style>
  <w:style w:type="paragraph" w:customStyle="1" w:styleId="BodyFont-Poppins">
    <w:name w:val="Body Font - Poppins"/>
    <w:basedOn w:val="Normal"/>
    <w:qFormat/>
    <w:rsid w:val="005244D3"/>
    <w:pPr>
      <w:tabs>
        <w:tab w:val="left" w:pos="120"/>
      </w:tabs>
      <w:suppressAutoHyphens/>
      <w:adjustRightInd w:val="0"/>
      <w:spacing w:after="130" w:line="262" w:lineRule="atLeast"/>
      <w:jc w:val="both"/>
      <w:textAlignment w:val="center"/>
    </w:pPr>
    <w:rPr>
      <w:rFonts w:eastAsia="Cambria" w:cs="TheSansLight-Plain"/>
      <w:color w:val="000000"/>
      <w:szCs w:val="19"/>
    </w:rPr>
  </w:style>
  <w:style w:type="table" w:styleId="TableGridLight">
    <w:name w:val="Grid Table Light"/>
    <w:basedOn w:val="TableNormal"/>
    <w:uiPriority w:val="40"/>
    <w:rsid w:val="00EA182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182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A1828"/>
    <w:tblPr>
      <w:tblStyleRowBandSize w:val="1"/>
      <w:tblStyleColBandSize w:val="1"/>
      <w:tblBorders>
        <w:top w:val="single" w:sz="4" w:space="0" w:color="48B2FF" w:themeColor="text1" w:themeTint="80"/>
        <w:bottom w:val="single" w:sz="4" w:space="0" w:color="48B2FF" w:themeColor="text1" w:themeTint="80"/>
      </w:tblBorders>
    </w:tblPr>
    <w:tblStylePr w:type="firstRow">
      <w:rPr>
        <w:b/>
        <w:bCs/>
      </w:rPr>
      <w:tblPr/>
      <w:tcPr>
        <w:tcBorders>
          <w:bottom w:val="single" w:sz="4" w:space="0" w:color="48B2FF" w:themeColor="text1" w:themeTint="80"/>
        </w:tcBorders>
      </w:tcPr>
    </w:tblStylePr>
    <w:tblStylePr w:type="lastRow">
      <w:rPr>
        <w:b/>
        <w:bCs/>
      </w:rPr>
      <w:tblPr/>
      <w:tcPr>
        <w:tcBorders>
          <w:top w:val="single" w:sz="4" w:space="0" w:color="48B2FF" w:themeColor="text1" w:themeTint="80"/>
        </w:tcBorders>
      </w:tcPr>
    </w:tblStylePr>
    <w:tblStylePr w:type="firstCol">
      <w:rPr>
        <w:b/>
        <w:bCs/>
      </w:rPr>
    </w:tblStylePr>
    <w:tblStylePr w:type="lastCol">
      <w:rPr>
        <w:b/>
        <w:bCs/>
      </w:rPr>
    </w:tblStylePr>
    <w:tblStylePr w:type="band1Vert">
      <w:tblPr/>
      <w:tcPr>
        <w:tcBorders>
          <w:left w:val="single" w:sz="4" w:space="0" w:color="48B2FF" w:themeColor="text1" w:themeTint="80"/>
          <w:right w:val="single" w:sz="4" w:space="0" w:color="48B2FF" w:themeColor="text1" w:themeTint="80"/>
        </w:tcBorders>
      </w:tcPr>
    </w:tblStylePr>
    <w:tblStylePr w:type="band2Vert">
      <w:tblPr/>
      <w:tcPr>
        <w:tcBorders>
          <w:left w:val="single" w:sz="4" w:space="0" w:color="48B2FF" w:themeColor="text1" w:themeTint="80"/>
          <w:right w:val="single" w:sz="4" w:space="0" w:color="48B2FF" w:themeColor="text1" w:themeTint="80"/>
        </w:tcBorders>
      </w:tcPr>
    </w:tblStylePr>
    <w:tblStylePr w:type="band1Horz">
      <w:tblPr/>
      <w:tcPr>
        <w:tcBorders>
          <w:top w:val="single" w:sz="4" w:space="0" w:color="48B2FF" w:themeColor="text1" w:themeTint="80"/>
          <w:bottom w:val="single" w:sz="4" w:space="0" w:color="48B2FF" w:themeColor="text1" w:themeTint="80"/>
        </w:tcBorders>
      </w:tcPr>
    </w:tblStylePr>
  </w:style>
  <w:style w:type="table" w:styleId="PlainTable3">
    <w:name w:val="Plain Table 3"/>
    <w:basedOn w:val="TableNormal"/>
    <w:uiPriority w:val="43"/>
    <w:rsid w:val="00EA1828"/>
    <w:tblPr>
      <w:tblStyleRowBandSize w:val="1"/>
      <w:tblStyleColBandSize w:val="1"/>
    </w:tblPr>
    <w:tblStylePr w:type="firstRow">
      <w:rPr>
        <w:b/>
        <w:bCs/>
        <w:caps/>
      </w:rPr>
      <w:tblPr/>
      <w:tcPr>
        <w:tcBorders>
          <w:bottom w:val="single" w:sz="4" w:space="0" w:color="48B2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48B2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2">
    <w:name w:val="Grid Table 5 Dark Accent 2"/>
    <w:basedOn w:val="TableNormal"/>
    <w:uiPriority w:val="50"/>
    <w:rsid w:val="00EA18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3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2F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2F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2F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2F7" w:themeFill="accent2"/>
      </w:tcPr>
    </w:tblStylePr>
    <w:tblStylePr w:type="band1Vert">
      <w:tblPr/>
      <w:tcPr>
        <w:shd w:val="clear" w:color="auto" w:fill="95E8FF" w:themeFill="accent2" w:themeFillTint="66"/>
      </w:tcPr>
    </w:tblStylePr>
    <w:tblStylePr w:type="band1Horz">
      <w:tblPr/>
      <w:tcPr>
        <w:shd w:val="clear" w:color="auto" w:fill="95E8FF" w:themeFill="accent2" w:themeFillTint="66"/>
      </w:tcPr>
    </w:tblStylePr>
  </w:style>
  <w:style w:type="paragraph" w:customStyle="1" w:styleId="00LocationandYearTITLEPAGE">
    <w:name w:val="00_Location and Year (TITLE PAGE)"/>
    <w:basedOn w:val="Normal"/>
    <w:autoRedefine/>
    <w:uiPriority w:val="99"/>
    <w:rsid w:val="00DA3181"/>
    <w:pPr>
      <w:suppressAutoHyphens/>
      <w:adjustRightInd w:val="0"/>
      <w:spacing w:after="40" w:line="300" w:lineRule="atLeast"/>
      <w:textAlignment w:val="center"/>
    </w:pPr>
    <w:rPr>
      <w:rFonts w:ascii="Calibri" w:eastAsiaTheme="minorHAnsi" w:hAnsi="Calibri" w:cs="Oswald"/>
      <w:color w:val="000000"/>
      <w:sz w:val="24"/>
      <w:szCs w:val="24"/>
    </w:rPr>
  </w:style>
  <w:style w:type="character" w:customStyle="1" w:styleId="Heading1Char">
    <w:name w:val="Heading 1 Char"/>
    <w:basedOn w:val="DefaultParagraphFont"/>
    <w:link w:val="Heading1"/>
    <w:uiPriority w:val="9"/>
    <w:rsid w:val="00EF22F2"/>
    <w:rPr>
      <w:rFonts w:ascii="Oswald Medium" w:eastAsia="Oswald" w:hAnsi="Oswald Medium" w:cs="Oswald"/>
      <w:caps/>
      <w:color w:val="00548E" w:themeColor="accent1"/>
      <w:sz w:val="48"/>
      <w:szCs w:val="48"/>
      <w:lang w:val="en-GB"/>
    </w:rPr>
  </w:style>
  <w:style w:type="paragraph" w:customStyle="1" w:styleId="BulletedList">
    <w:name w:val="Bulleted List"/>
    <w:basedOn w:val="BodyFont-Poppins"/>
    <w:qFormat/>
    <w:rsid w:val="00E7720D"/>
    <w:pPr>
      <w:numPr>
        <w:numId w:val="16"/>
      </w:numPr>
    </w:pPr>
    <w:rPr>
      <w:szCs w:val="22"/>
    </w:rPr>
  </w:style>
  <w:style w:type="paragraph" w:customStyle="1" w:styleId="Newnormal">
    <w:name w:val="New normal"/>
    <w:basedOn w:val="Normal"/>
    <w:rsid w:val="00E7720D"/>
    <w:pPr>
      <w:numPr>
        <w:numId w:val="17"/>
      </w:numPr>
    </w:pPr>
  </w:style>
  <w:style w:type="paragraph" w:customStyle="1" w:styleId="NumberedList">
    <w:name w:val="Numbered List"/>
    <w:basedOn w:val="BodyFont-Poppins"/>
    <w:qFormat/>
    <w:rsid w:val="00E7720D"/>
    <w:pPr>
      <w:numPr>
        <w:numId w:val="21"/>
      </w:numPr>
    </w:pPr>
  </w:style>
  <w:style w:type="character" w:customStyle="1" w:styleId="ListParagraphChar">
    <w:name w:val="List Paragraph Char"/>
    <w:aliases w:val="Numbering Char"/>
    <w:basedOn w:val="DefaultParagraphFont"/>
    <w:link w:val="ListParagraph"/>
    <w:uiPriority w:val="34"/>
    <w:locked/>
    <w:rsid w:val="00E7720D"/>
    <w:rPr>
      <w:rFonts w:ascii="Poppins" w:eastAsia="Poppins" w:hAnsi="Poppins" w:cs="Poppins"/>
    </w:rPr>
  </w:style>
  <w:style w:type="paragraph" w:styleId="FootnoteText">
    <w:name w:val="footnote text"/>
    <w:basedOn w:val="Normal"/>
    <w:link w:val="FootnoteTextChar"/>
    <w:uiPriority w:val="99"/>
    <w:unhideWhenUsed/>
    <w:rsid w:val="00EC4BF2"/>
    <w:rPr>
      <w:rFonts w:ascii="Aptos" w:hAnsi="Aptos"/>
      <w:sz w:val="18"/>
      <w:szCs w:val="18"/>
    </w:rPr>
  </w:style>
  <w:style w:type="character" w:customStyle="1" w:styleId="FootnoteTextChar">
    <w:name w:val="Footnote Text Char"/>
    <w:basedOn w:val="DefaultParagraphFont"/>
    <w:link w:val="FootnoteText"/>
    <w:uiPriority w:val="99"/>
    <w:rsid w:val="00EC4BF2"/>
    <w:rPr>
      <w:rFonts w:ascii="Aptos" w:eastAsia="Poppins" w:hAnsi="Aptos" w:cs="Poppins"/>
      <w:sz w:val="18"/>
      <w:szCs w:val="18"/>
    </w:rPr>
  </w:style>
  <w:style w:type="paragraph" w:customStyle="1" w:styleId="ParagraphHeader-Aptos">
    <w:name w:val="Paragraph Header - Aptos"/>
    <w:basedOn w:val="Normal"/>
    <w:qFormat/>
    <w:rsid w:val="00E7720D"/>
    <w:pPr>
      <w:keepNext/>
      <w:keepLines/>
      <w:widowControl/>
      <w:suppressAutoHyphens/>
      <w:autoSpaceDE/>
      <w:autoSpaceDN/>
      <w:spacing w:before="240" w:after="240"/>
      <w:ind w:right="-28"/>
      <w:outlineLvl w:val="0"/>
    </w:pPr>
    <w:rPr>
      <w:rFonts w:asciiTheme="minorHAnsi" w:eastAsia="Times New Roman" w:hAnsiTheme="minorHAnsi" w:cs="Times New Roman"/>
      <w:bCs/>
      <w:color w:val="45BFF2"/>
      <w:sz w:val="28"/>
      <w:szCs w:val="28"/>
      <w:lang w:val="en-GB"/>
    </w:rPr>
  </w:style>
  <w:style w:type="paragraph" w:customStyle="1" w:styleId="BoxTitle">
    <w:name w:val="Box Title"/>
    <w:qFormat/>
    <w:rsid w:val="00C65108"/>
    <w:rPr>
      <w:rFonts w:ascii="Poppins" w:eastAsia="Cambria" w:hAnsi="Poppins" w:cs="TheSansLight-Plain"/>
      <w:b/>
      <w:bCs/>
      <w:color w:val="00C2F7" w:themeColor="accent2"/>
      <w:sz w:val="21"/>
      <w:szCs w:val="21"/>
    </w:rPr>
  </w:style>
  <w:style w:type="paragraph" w:customStyle="1" w:styleId="Boxedtext">
    <w:name w:val="Boxed text"/>
    <w:basedOn w:val="BodyFont-Poppins"/>
    <w:qFormat/>
    <w:rsid w:val="00C65108"/>
    <w:pPr>
      <w:spacing w:before="240" w:line="288" w:lineRule="auto"/>
      <w:jc w:val="left"/>
    </w:pPr>
    <w:rPr>
      <w:rFonts w:ascii="Aptos Light" w:hAnsi="Aptos Light"/>
      <w:sz w:val="20"/>
      <w:szCs w:val="16"/>
    </w:rPr>
  </w:style>
  <w:style w:type="character" w:customStyle="1" w:styleId="Heading3Char">
    <w:name w:val="Heading 3 Char"/>
    <w:basedOn w:val="DefaultParagraphFont"/>
    <w:link w:val="Heading3"/>
    <w:uiPriority w:val="9"/>
    <w:rsid w:val="00BC29B3"/>
    <w:rPr>
      <w:rFonts w:asciiTheme="majorHAnsi" w:eastAsiaTheme="majorEastAsia" w:hAnsiTheme="majorHAnsi" w:cstheme="majorBidi"/>
      <w:color w:val="002946" w:themeColor="accent1" w:themeShade="7F"/>
      <w:sz w:val="24"/>
      <w:szCs w:val="24"/>
    </w:rPr>
  </w:style>
  <w:style w:type="table" w:customStyle="1" w:styleId="TableGrid1">
    <w:name w:val="Table Grid1"/>
    <w:basedOn w:val="TableNormal"/>
    <w:next w:val="TableGrid"/>
    <w:uiPriority w:val="39"/>
    <w:rsid w:val="000827D2"/>
    <w:pPr>
      <w:widowControl/>
      <w:autoSpaceDE/>
      <w:autoSpaceDN/>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text">
    <w:name w:val="Table cell text"/>
    <w:basedOn w:val="Normal"/>
    <w:qFormat/>
    <w:rsid w:val="000827D2"/>
    <w:pPr>
      <w:widowControl/>
      <w:autoSpaceDE/>
      <w:autoSpaceDN/>
      <w:spacing w:line="259" w:lineRule="auto"/>
      <w:contextualSpacing/>
    </w:pPr>
    <w:rPr>
      <w:rFonts w:ascii="Aptos Light" w:eastAsia="Times New Roman" w:hAnsi="Aptos Light" w:cs="Arial"/>
      <w:kern w:val="2"/>
      <w:sz w:val="18"/>
      <w:szCs w:val="18"/>
      <w:lang w:val="en-GB"/>
      <w14:ligatures w14:val="standardContextual"/>
    </w:rPr>
  </w:style>
  <w:style w:type="paragraph" w:customStyle="1" w:styleId="Tableheaderrow">
    <w:name w:val="Table header row"/>
    <w:basedOn w:val="Tablecelltext"/>
    <w:qFormat/>
    <w:rsid w:val="000827D2"/>
    <w:rPr>
      <w:rFonts w:ascii="Aptos" w:hAnsi="Aptos"/>
      <w:b/>
      <w:bCs/>
      <w:color w:val="FFFFFF" w:themeColor="background1"/>
    </w:rPr>
  </w:style>
  <w:style w:type="table" w:customStyle="1" w:styleId="TableGrid2">
    <w:name w:val="Table Grid2"/>
    <w:basedOn w:val="TableNormal"/>
    <w:next w:val="TableGrid"/>
    <w:uiPriority w:val="39"/>
    <w:rsid w:val="00880F3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2A0BDA"/>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C4BF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63B59"/>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DF7482"/>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05A76"/>
    <w:rPr>
      <w:rFonts w:asciiTheme="majorHAnsi" w:eastAsiaTheme="majorEastAsia" w:hAnsiTheme="majorHAnsi" w:cstheme="majorBidi"/>
      <w:i/>
      <w:iCs/>
      <w:color w:val="003E6A" w:themeColor="accent1" w:themeShade="BF"/>
      <w:sz w:val="24"/>
      <w:szCs w:val="24"/>
      <w:lang w:val="en-GB"/>
    </w:rPr>
  </w:style>
  <w:style w:type="character" w:customStyle="1" w:styleId="Heading5Char">
    <w:name w:val="Heading 5 Char"/>
    <w:basedOn w:val="DefaultParagraphFont"/>
    <w:link w:val="Heading5"/>
    <w:rsid w:val="00905A76"/>
    <w:rPr>
      <w:rFonts w:ascii="Verdana" w:eastAsia="Arial" w:hAnsi="Verdana" w:cs="Verdana"/>
      <w:b/>
      <w:lang w:val="en" w:eastAsia="en-PH"/>
    </w:rPr>
  </w:style>
  <w:style w:type="character" w:customStyle="1" w:styleId="Heading6Char">
    <w:name w:val="Heading 6 Char"/>
    <w:basedOn w:val="DefaultParagraphFont"/>
    <w:link w:val="Heading6"/>
    <w:rsid w:val="00905A76"/>
    <w:rPr>
      <w:rFonts w:ascii="Verdana" w:eastAsia="Arial" w:hAnsi="Verdana" w:cs="Verdana"/>
      <w:b/>
      <w:sz w:val="20"/>
      <w:szCs w:val="20"/>
      <w:lang w:val="en" w:eastAsia="en-PH"/>
    </w:rPr>
  </w:style>
  <w:style w:type="paragraph" w:styleId="CommentText">
    <w:name w:val="annotation text"/>
    <w:basedOn w:val="Normal"/>
    <w:link w:val="CommentTextChar"/>
    <w:uiPriority w:val="99"/>
    <w:unhideWhenUsed/>
    <w:rsid w:val="00905A76"/>
    <w:pPr>
      <w:widowControl/>
      <w:autoSpaceDE/>
      <w:autoSpaceDN/>
    </w:pPr>
    <w:rPr>
      <w:rFonts w:asciiTheme="minorHAnsi" w:eastAsiaTheme="minorEastAsia" w:hAnsiTheme="minorHAnsi" w:cstheme="minorBidi"/>
      <w:sz w:val="20"/>
      <w:szCs w:val="20"/>
      <w:lang w:val="en-PH"/>
    </w:rPr>
  </w:style>
  <w:style w:type="character" w:customStyle="1" w:styleId="CommentTextChar">
    <w:name w:val="Comment Text Char"/>
    <w:basedOn w:val="DefaultParagraphFont"/>
    <w:link w:val="CommentText"/>
    <w:uiPriority w:val="99"/>
    <w:rsid w:val="00905A76"/>
    <w:rPr>
      <w:rFonts w:eastAsiaTheme="minorEastAsia"/>
      <w:sz w:val="20"/>
      <w:szCs w:val="20"/>
      <w:lang w:val="en-PH"/>
    </w:rPr>
  </w:style>
  <w:style w:type="character" w:styleId="CommentReference">
    <w:name w:val="annotation reference"/>
    <w:basedOn w:val="DefaultParagraphFont"/>
    <w:uiPriority w:val="99"/>
    <w:semiHidden/>
    <w:unhideWhenUsed/>
    <w:rsid w:val="00905A76"/>
    <w:rPr>
      <w:sz w:val="16"/>
      <w:szCs w:val="16"/>
    </w:rPr>
  </w:style>
  <w:style w:type="paragraph" w:styleId="CommentSubject">
    <w:name w:val="annotation subject"/>
    <w:basedOn w:val="CommentText"/>
    <w:next w:val="CommentText"/>
    <w:link w:val="CommentSubjectChar"/>
    <w:uiPriority w:val="99"/>
    <w:semiHidden/>
    <w:unhideWhenUsed/>
    <w:rsid w:val="00905A76"/>
    <w:rPr>
      <w:b/>
      <w:bCs/>
    </w:rPr>
  </w:style>
  <w:style w:type="character" w:customStyle="1" w:styleId="CommentSubjectChar">
    <w:name w:val="Comment Subject Char"/>
    <w:basedOn w:val="CommentTextChar"/>
    <w:link w:val="CommentSubject"/>
    <w:uiPriority w:val="99"/>
    <w:semiHidden/>
    <w:rsid w:val="00905A76"/>
    <w:rPr>
      <w:rFonts w:eastAsiaTheme="minorEastAsia"/>
      <w:b/>
      <w:bCs/>
      <w:sz w:val="20"/>
      <w:szCs w:val="20"/>
      <w:lang w:val="en-PH"/>
    </w:rPr>
  </w:style>
  <w:style w:type="character" w:styleId="UnresolvedMention">
    <w:name w:val="Unresolved Mention"/>
    <w:basedOn w:val="DefaultParagraphFont"/>
    <w:uiPriority w:val="99"/>
    <w:unhideWhenUsed/>
    <w:rsid w:val="00905A76"/>
    <w:rPr>
      <w:color w:val="605E5C"/>
      <w:shd w:val="clear" w:color="auto" w:fill="E1DFDD"/>
    </w:rPr>
  </w:style>
  <w:style w:type="character" w:styleId="FollowedHyperlink">
    <w:name w:val="FollowedHyperlink"/>
    <w:basedOn w:val="DefaultParagraphFont"/>
    <w:uiPriority w:val="99"/>
    <w:semiHidden/>
    <w:unhideWhenUsed/>
    <w:rsid w:val="00905A76"/>
    <w:rPr>
      <w:color w:val="45BEF1" w:themeColor="followedHyperlink"/>
      <w:u w:val="single"/>
    </w:rPr>
  </w:style>
  <w:style w:type="paragraph" w:styleId="Revision">
    <w:name w:val="Revision"/>
    <w:hidden/>
    <w:uiPriority w:val="99"/>
    <w:semiHidden/>
    <w:rsid w:val="00905A76"/>
    <w:pPr>
      <w:widowControl/>
      <w:autoSpaceDE/>
      <w:autoSpaceDN/>
    </w:pPr>
    <w:rPr>
      <w:sz w:val="24"/>
      <w:szCs w:val="24"/>
      <w:lang w:val="en-GB"/>
    </w:rPr>
  </w:style>
  <w:style w:type="paragraph" w:customStyle="1" w:styleId="Default">
    <w:name w:val="Default"/>
    <w:rsid w:val="00905A76"/>
    <w:pPr>
      <w:widowControl/>
      <w:adjustRightInd w:val="0"/>
    </w:pPr>
    <w:rPr>
      <w:rFonts w:ascii="Arial" w:hAnsi="Arial" w:cs="Arial"/>
      <w:color w:val="000000"/>
      <w:sz w:val="24"/>
      <w:szCs w:val="24"/>
      <w:lang w:val="nb-NO"/>
    </w:rPr>
  </w:style>
  <w:style w:type="table" w:customStyle="1" w:styleId="55">
    <w:name w:val="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character" w:customStyle="1" w:styleId="TitleChar">
    <w:name w:val="Title Char"/>
    <w:basedOn w:val="DefaultParagraphFont"/>
    <w:link w:val="Title"/>
    <w:rsid w:val="00905A76"/>
    <w:rPr>
      <w:rFonts w:ascii="Oswald Medium" w:eastAsia="Oswald" w:hAnsi="Oswald Medium" w:cs="Oswald"/>
      <w:sz w:val="70"/>
      <w:szCs w:val="70"/>
    </w:rPr>
  </w:style>
  <w:style w:type="paragraph" w:customStyle="1" w:styleId="BodytextQA">
    <w:name w:val="Body text QA"/>
    <w:basedOn w:val="Normal"/>
    <w:link w:val="BodytextQAChar"/>
    <w:rsid w:val="00905A76"/>
    <w:pPr>
      <w:widowControl/>
      <w:tabs>
        <w:tab w:val="left" w:pos="0"/>
      </w:tabs>
      <w:autoSpaceDE/>
      <w:autoSpaceDN/>
      <w:spacing w:before="120" w:after="120" w:line="360" w:lineRule="auto"/>
      <w:jc w:val="both"/>
      <w:outlineLvl w:val="0"/>
    </w:pPr>
    <w:rPr>
      <w:rFonts w:ascii="Times New Roman" w:eastAsia="MS Mincho" w:hAnsi="Times New Roman" w:cs="Angsana New"/>
      <w:sz w:val="24"/>
      <w:szCs w:val="24"/>
      <w:lang w:val="en-GB"/>
    </w:rPr>
  </w:style>
  <w:style w:type="character" w:customStyle="1" w:styleId="BodytextQAChar">
    <w:name w:val="Body text QA Char"/>
    <w:link w:val="BodytextQA"/>
    <w:rsid w:val="00905A76"/>
    <w:rPr>
      <w:rFonts w:ascii="Times New Roman" w:eastAsia="MS Mincho" w:hAnsi="Times New Roman" w:cs="Angsana New"/>
      <w:sz w:val="24"/>
      <w:szCs w:val="24"/>
      <w:lang w:val="en-GB"/>
    </w:rPr>
  </w:style>
  <w:style w:type="paragraph" w:styleId="BalloonText">
    <w:name w:val="Balloon Text"/>
    <w:basedOn w:val="Normal"/>
    <w:link w:val="BalloonTextChar"/>
    <w:uiPriority w:val="99"/>
    <w:semiHidden/>
    <w:unhideWhenUsed/>
    <w:rsid w:val="00905A76"/>
    <w:pPr>
      <w:widowControl/>
      <w:autoSpaceDE/>
      <w:autoSpaceDN/>
    </w:pPr>
    <w:rPr>
      <w:rFonts w:ascii="Segoe UI" w:eastAsia="Arial" w:hAnsi="Segoe UI" w:cs="Segoe UI"/>
      <w:sz w:val="18"/>
      <w:szCs w:val="18"/>
      <w:lang w:val="en" w:eastAsia="en-PH"/>
    </w:rPr>
  </w:style>
  <w:style w:type="character" w:customStyle="1" w:styleId="BalloonTextChar">
    <w:name w:val="Balloon Text Char"/>
    <w:basedOn w:val="DefaultParagraphFont"/>
    <w:link w:val="BalloonText"/>
    <w:uiPriority w:val="99"/>
    <w:semiHidden/>
    <w:rsid w:val="00905A76"/>
    <w:rPr>
      <w:rFonts w:ascii="Segoe UI" w:eastAsia="Arial" w:hAnsi="Segoe UI" w:cs="Segoe UI"/>
      <w:sz w:val="18"/>
      <w:szCs w:val="18"/>
      <w:lang w:val="en" w:eastAsia="en-PH"/>
    </w:rPr>
  </w:style>
  <w:style w:type="table" w:customStyle="1" w:styleId="1">
    <w:name w:val="1"/>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5">
    <w:name w:val="5"/>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4">
    <w:name w:val="4"/>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table" w:customStyle="1" w:styleId="3">
    <w:name w:val="3"/>
    <w:basedOn w:val="TableNormal"/>
    <w:rsid w:val="00905A76"/>
    <w:pPr>
      <w:widowControl/>
      <w:autoSpaceDE/>
      <w:autoSpaceDN/>
      <w:spacing w:line="276" w:lineRule="auto"/>
    </w:pPr>
    <w:rPr>
      <w:rFonts w:ascii="Arial" w:eastAsia="Arial" w:hAnsi="Arial" w:cs="Arial"/>
      <w:lang w:val="en" w:eastAsia="en-PH"/>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905A76"/>
    <w:pPr>
      <w:keepNext/>
      <w:keepLines/>
      <w:widowControl/>
      <w:autoSpaceDE/>
      <w:autoSpaceDN/>
      <w:spacing w:before="240" w:after="0" w:line="259" w:lineRule="auto"/>
      <w:outlineLvl w:val="9"/>
    </w:pPr>
    <w:rPr>
      <w:rFonts w:asciiTheme="majorHAnsi" w:eastAsiaTheme="majorEastAsia" w:hAnsiTheme="majorHAnsi" w:cstheme="majorBidi"/>
      <w:caps w:val="0"/>
      <w:color w:val="003E6A" w:themeColor="accent1" w:themeShade="BF"/>
      <w:sz w:val="32"/>
      <w:szCs w:val="32"/>
      <w:lang w:val="en-US"/>
    </w:rPr>
  </w:style>
  <w:style w:type="paragraph" w:styleId="TOC3">
    <w:name w:val="toc 3"/>
    <w:basedOn w:val="Normal"/>
    <w:next w:val="Normal"/>
    <w:autoRedefine/>
    <w:uiPriority w:val="39"/>
    <w:unhideWhenUsed/>
    <w:rsid w:val="00905A76"/>
    <w:pPr>
      <w:widowControl/>
      <w:tabs>
        <w:tab w:val="left" w:pos="1710"/>
        <w:tab w:val="right" w:leader="dot" w:pos="8657"/>
      </w:tabs>
      <w:autoSpaceDE/>
      <w:autoSpaceDN/>
      <w:spacing w:line="276" w:lineRule="auto"/>
      <w:ind w:left="900"/>
    </w:pPr>
    <w:rPr>
      <w:rFonts w:asciiTheme="minorHAnsi" w:eastAsia="Arial" w:hAnsiTheme="minorHAnsi" w:cs="Verdana"/>
      <w:sz w:val="20"/>
      <w:szCs w:val="20"/>
      <w:lang w:val="en" w:eastAsia="en-PH"/>
    </w:rPr>
  </w:style>
  <w:style w:type="paragraph" w:styleId="TOC4">
    <w:name w:val="toc 4"/>
    <w:basedOn w:val="Normal"/>
    <w:next w:val="Normal"/>
    <w:autoRedefine/>
    <w:uiPriority w:val="39"/>
    <w:unhideWhenUsed/>
    <w:rsid w:val="00905A76"/>
    <w:pPr>
      <w:widowControl/>
      <w:autoSpaceDE/>
      <w:autoSpaceDN/>
      <w:spacing w:line="276" w:lineRule="auto"/>
      <w:ind w:left="660"/>
    </w:pPr>
    <w:rPr>
      <w:rFonts w:asciiTheme="minorHAnsi" w:eastAsia="Arial" w:hAnsiTheme="minorHAnsi" w:cs="Verdana"/>
      <w:sz w:val="20"/>
      <w:szCs w:val="20"/>
      <w:lang w:val="en" w:eastAsia="en-PH"/>
    </w:rPr>
  </w:style>
  <w:style w:type="paragraph" w:styleId="TOC5">
    <w:name w:val="toc 5"/>
    <w:basedOn w:val="Normal"/>
    <w:next w:val="Normal"/>
    <w:autoRedefine/>
    <w:uiPriority w:val="39"/>
    <w:unhideWhenUsed/>
    <w:rsid w:val="00905A76"/>
    <w:pPr>
      <w:widowControl/>
      <w:autoSpaceDE/>
      <w:autoSpaceDN/>
      <w:spacing w:line="276" w:lineRule="auto"/>
      <w:ind w:left="880"/>
    </w:pPr>
    <w:rPr>
      <w:rFonts w:asciiTheme="minorHAnsi" w:eastAsia="Arial" w:hAnsiTheme="minorHAnsi" w:cs="Verdana"/>
      <w:sz w:val="20"/>
      <w:szCs w:val="20"/>
      <w:lang w:val="en" w:eastAsia="en-PH"/>
    </w:rPr>
  </w:style>
  <w:style w:type="paragraph" w:styleId="TOC6">
    <w:name w:val="toc 6"/>
    <w:basedOn w:val="Normal"/>
    <w:next w:val="Normal"/>
    <w:autoRedefine/>
    <w:uiPriority w:val="39"/>
    <w:unhideWhenUsed/>
    <w:rsid w:val="00905A76"/>
    <w:pPr>
      <w:widowControl/>
      <w:autoSpaceDE/>
      <w:autoSpaceDN/>
      <w:spacing w:line="276" w:lineRule="auto"/>
      <w:ind w:left="1100"/>
    </w:pPr>
    <w:rPr>
      <w:rFonts w:asciiTheme="minorHAnsi" w:eastAsia="Arial" w:hAnsiTheme="minorHAnsi" w:cs="Verdana"/>
      <w:sz w:val="20"/>
      <w:szCs w:val="20"/>
      <w:lang w:val="en" w:eastAsia="en-PH"/>
    </w:rPr>
  </w:style>
  <w:style w:type="paragraph" w:styleId="TOC7">
    <w:name w:val="toc 7"/>
    <w:basedOn w:val="Normal"/>
    <w:next w:val="Normal"/>
    <w:autoRedefine/>
    <w:uiPriority w:val="39"/>
    <w:unhideWhenUsed/>
    <w:rsid w:val="00905A76"/>
    <w:pPr>
      <w:widowControl/>
      <w:autoSpaceDE/>
      <w:autoSpaceDN/>
      <w:spacing w:line="276" w:lineRule="auto"/>
      <w:ind w:left="1320"/>
    </w:pPr>
    <w:rPr>
      <w:rFonts w:asciiTheme="minorHAnsi" w:eastAsia="Arial" w:hAnsiTheme="minorHAnsi" w:cs="Verdana"/>
      <w:sz w:val="20"/>
      <w:szCs w:val="20"/>
      <w:lang w:val="en" w:eastAsia="en-PH"/>
    </w:rPr>
  </w:style>
  <w:style w:type="paragraph" w:styleId="TOC8">
    <w:name w:val="toc 8"/>
    <w:basedOn w:val="Normal"/>
    <w:next w:val="Normal"/>
    <w:autoRedefine/>
    <w:uiPriority w:val="39"/>
    <w:unhideWhenUsed/>
    <w:rsid w:val="00905A76"/>
    <w:pPr>
      <w:widowControl/>
      <w:autoSpaceDE/>
      <w:autoSpaceDN/>
      <w:spacing w:line="276" w:lineRule="auto"/>
      <w:ind w:left="1540"/>
    </w:pPr>
    <w:rPr>
      <w:rFonts w:asciiTheme="minorHAnsi" w:eastAsia="Arial" w:hAnsiTheme="minorHAnsi" w:cs="Verdana"/>
      <w:sz w:val="20"/>
      <w:szCs w:val="20"/>
      <w:lang w:val="en" w:eastAsia="en-PH"/>
    </w:rPr>
  </w:style>
  <w:style w:type="paragraph" w:styleId="TOC9">
    <w:name w:val="toc 9"/>
    <w:basedOn w:val="Normal"/>
    <w:next w:val="Normal"/>
    <w:autoRedefine/>
    <w:uiPriority w:val="39"/>
    <w:unhideWhenUsed/>
    <w:rsid w:val="00905A76"/>
    <w:pPr>
      <w:widowControl/>
      <w:autoSpaceDE/>
      <w:autoSpaceDN/>
      <w:spacing w:line="276" w:lineRule="auto"/>
      <w:ind w:left="1760"/>
    </w:pPr>
    <w:rPr>
      <w:rFonts w:asciiTheme="minorHAnsi" w:eastAsia="Arial" w:hAnsiTheme="minorHAnsi" w:cs="Verdana"/>
      <w:sz w:val="20"/>
      <w:szCs w:val="20"/>
      <w:lang w:val="en" w:eastAsia="en-PH"/>
    </w:rPr>
  </w:style>
  <w:style w:type="paragraph" w:styleId="NoSpacing">
    <w:name w:val="No Spacing"/>
    <w:link w:val="NoSpacingChar"/>
    <w:uiPriority w:val="1"/>
    <w:qFormat/>
    <w:rsid w:val="00905A76"/>
    <w:pPr>
      <w:widowControl/>
      <w:autoSpaceDE/>
      <w:autoSpaceDN/>
    </w:pPr>
    <w:rPr>
      <w:rFonts w:ascii="Verdana" w:eastAsia="Arial" w:hAnsi="Verdana" w:cs="Verdana"/>
      <w:lang w:val="en" w:eastAsia="en-PH"/>
    </w:rPr>
  </w:style>
  <w:style w:type="character" w:styleId="LineNumber">
    <w:name w:val="line number"/>
    <w:basedOn w:val="DefaultParagraphFont"/>
    <w:uiPriority w:val="99"/>
    <w:semiHidden/>
    <w:unhideWhenUsed/>
    <w:rsid w:val="00905A76"/>
  </w:style>
  <w:style w:type="paragraph" w:customStyle="1" w:styleId="font5">
    <w:name w:val="font5"/>
    <w:basedOn w:val="Normal"/>
    <w:rsid w:val="00905A76"/>
    <w:pPr>
      <w:widowControl/>
      <w:autoSpaceDE/>
      <w:autoSpaceDN/>
      <w:spacing w:before="100" w:beforeAutospacing="1" w:after="100" w:afterAutospacing="1"/>
    </w:pPr>
    <w:rPr>
      <w:rFonts w:ascii="Century Gothic" w:eastAsia="Times New Roman" w:hAnsi="Century Gothic" w:cs="Times New Roman"/>
      <w:b/>
      <w:bCs/>
      <w:color w:val="FFFFFF"/>
      <w:sz w:val="20"/>
      <w:szCs w:val="20"/>
      <w:lang w:val="en" w:eastAsia="en-PH"/>
    </w:rPr>
  </w:style>
  <w:style w:type="paragraph" w:customStyle="1" w:styleId="font6">
    <w:name w:val="font6"/>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lang w:val="en" w:eastAsia="en-PH"/>
    </w:rPr>
  </w:style>
  <w:style w:type="paragraph" w:customStyle="1" w:styleId="font7">
    <w:name w:val="font7"/>
    <w:basedOn w:val="Normal"/>
    <w:rsid w:val="00905A76"/>
    <w:pPr>
      <w:widowControl/>
      <w:autoSpaceDE/>
      <w:autoSpaceDN/>
      <w:spacing w:before="100" w:beforeAutospacing="1" w:after="100" w:afterAutospacing="1"/>
    </w:pPr>
    <w:rPr>
      <w:rFonts w:ascii="Century Gothic" w:eastAsia="Times New Roman" w:hAnsi="Century Gothic" w:cs="Times New Roman"/>
      <w:color w:val="FFFFFF"/>
      <w:sz w:val="20"/>
      <w:szCs w:val="20"/>
      <w:lang w:val="en" w:eastAsia="en-PH"/>
    </w:rPr>
  </w:style>
  <w:style w:type="paragraph" w:customStyle="1" w:styleId="font8">
    <w:name w:val="font8"/>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lang w:val="en" w:eastAsia="en-PH"/>
    </w:rPr>
  </w:style>
  <w:style w:type="paragraph" w:customStyle="1" w:styleId="font9">
    <w:name w:val="font9"/>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lang w:val="en" w:eastAsia="en-PH"/>
    </w:rPr>
  </w:style>
  <w:style w:type="paragraph" w:customStyle="1" w:styleId="font10">
    <w:name w:val="font10"/>
    <w:basedOn w:val="Normal"/>
    <w:rsid w:val="00905A76"/>
    <w:pPr>
      <w:widowControl/>
      <w:autoSpaceDE/>
      <w:autoSpaceDN/>
      <w:spacing w:before="100" w:beforeAutospacing="1" w:after="100" w:afterAutospacing="1"/>
    </w:pPr>
    <w:rPr>
      <w:rFonts w:ascii="Century Gothic" w:eastAsia="Times New Roman" w:hAnsi="Century Gothic" w:cs="Times New Roman"/>
      <w:b/>
      <w:bCs/>
      <w:sz w:val="20"/>
      <w:szCs w:val="20"/>
      <w:u w:val="single"/>
      <w:lang w:val="en" w:eastAsia="en-PH"/>
    </w:rPr>
  </w:style>
  <w:style w:type="paragraph" w:customStyle="1" w:styleId="font11">
    <w:name w:val="font11"/>
    <w:basedOn w:val="Normal"/>
    <w:rsid w:val="00905A76"/>
    <w:pPr>
      <w:widowControl/>
      <w:autoSpaceDE/>
      <w:autoSpaceDN/>
      <w:spacing w:before="100" w:beforeAutospacing="1" w:after="100" w:afterAutospacing="1"/>
    </w:pPr>
    <w:rPr>
      <w:rFonts w:ascii="Century Gothic" w:eastAsia="Times New Roman" w:hAnsi="Century Gothic" w:cs="Times New Roman"/>
      <w:i/>
      <w:iCs/>
      <w:sz w:val="20"/>
      <w:szCs w:val="20"/>
      <w:u w:val="single"/>
      <w:lang w:val="en" w:eastAsia="en-PH"/>
    </w:rPr>
  </w:style>
  <w:style w:type="paragraph" w:customStyle="1" w:styleId="font12">
    <w:name w:val="font12"/>
    <w:basedOn w:val="Normal"/>
    <w:rsid w:val="00905A76"/>
    <w:pPr>
      <w:widowControl/>
      <w:autoSpaceDE/>
      <w:autoSpaceDN/>
      <w:spacing w:before="100" w:beforeAutospacing="1" w:after="100" w:afterAutospacing="1"/>
    </w:pPr>
    <w:rPr>
      <w:rFonts w:ascii="Century Gothic" w:eastAsia="Times New Roman" w:hAnsi="Century Gothic" w:cs="Times New Roman"/>
      <w:sz w:val="20"/>
      <w:szCs w:val="20"/>
      <w:u w:val="single"/>
      <w:lang w:val="en" w:eastAsia="en-PH"/>
    </w:rPr>
  </w:style>
  <w:style w:type="paragraph" w:customStyle="1" w:styleId="xl67">
    <w:name w:val="xl6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24"/>
      <w:szCs w:val="24"/>
      <w:lang w:val="en" w:eastAsia="en-PH"/>
    </w:rPr>
  </w:style>
  <w:style w:type="paragraph" w:customStyle="1" w:styleId="xl68">
    <w:name w:val="xl68"/>
    <w:basedOn w:val="Normal"/>
    <w:rsid w:val="00905A76"/>
    <w:pPr>
      <w:widowControl/>
      <w:pBdr>
        <w:top w:val="single" w:sz="4" w:space="0" w:color="3F3F3F"/>
        <w:left w:val="single" w:sz="4" w:space="0" w:color="3F3F3F"/>
        <w:bottom w:val="single" w:sz="4" w:space="0" w:color="3F3F3F"/>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69">
    <w:name w:val="xl69"/>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0">
    <w:name w:val="xl70"/>
    <w:basedOn w:val="Normal"/>
    <w:rsid w:val="00905A76"/>
    <w:pPr>
      <w:widowControl/>
      <w:pBdr>
        <w:top w:val="single" w:sz="4" w:space="0" w:color="808080"/>
        <w:left w:val="single" w:sz="4" w:space="0" w:color="808080"/>
        <w:bottom w:val="single" w:sz="4" w:space="0" w:color="808080"/>
        <w:right w:val="single" w:sz="4" w:space="0" w:color="808080"/>
      </w:pBdr>
      <w:shd w:val="clear" w:color="47977E" w:fill="47977E"/>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xl71">
    <w:name w:val="xl71"/>
    <w:basedOn w:val="Normal"/>
    <w:rsid w:val="00905A76"/>
    <w:pPr>
      <w:widowControl/>
      <w:pBdr>
        <w:top w:val="single" w:sz="4" w:space="0" w:color="7F7F7F"/>
        <w:left w:val="single" w:sz="4" w:space="0" w:color="7F7F7F"/>
        <w:bottom w:val="single" w:sz="4" w:space="0" w:color="7F7F7F"/>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2">
    <w:name w:val="xl72"/>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3">
    <w:name w:val="xl73"/>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sz w:val="24"/>
      <w:szCs w:val="24"/>
      <w:lang w:val="en" w:eastAsia="en-PH"/>
    </w:rPr>
  </w:style>
  <w:style w:type="paragraph" w:customStyle="1" w:styleId="xl74">
    <w:name w:val="xl74"/>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5">
    <w:name w:val="xl75"/>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76">
    <w:name w:val="xl76"/>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jc w:val="center"/>
      <w:textAlignment w:val="top"/>
    </w:pPr>
    <w:rPr>
      <w:rFonts w:ascii="Century Gothic" w:eastAsia="Times New Roman" w:hAnsi="Century Gothic" w:cs="Times New Roman"/>
      <w:b/>
      <w:bCs/>
      <w:sz w:val="24"/>
      <w:szCs w:val="24"/>
      <w:lang w:val="en" w:eastAsia="en-PH"/>
    </w:rPr>
  </w:style>
  <w:style w:type="paragraph" w:customStyle="1" w:styleId="xl77">
    <w:name w:val="xl77"/>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color w:val="000000"/>
      <w:sz w:val="24"/>
      <w:szCs w:val="24"/>
      <w:lang w:val="en" w:eastAsia="en-PH"/>
    </w:rPr>
  </w:style>
  <w:style w:type="paragraph" w:customStyle="1" w:styleId="xl78">
    <w:name w:val="xl78"/>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79">
    <w:name w:val="xl79"/>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0">
    <w:name w:val="xl80"/>
    <w:basedOn w:val="Normal"/>
    <w:rsid w:val="00905A76"/>
    <w:pPr>
      <w:widowControl/>
      <w:pBdr>
        <w:top w:val="single" w:sz="4" w:space="0" w:color="808080"/>
        <w:left w:val="single" w:sz="4" w:space="0" w:color="808080"/>
        <w:bottom w:val="single" w:sz="4" w:space="0" w:color="808080"/>
        <w:right w:val="single" w:sz="4" w:space="0" w:color="808080"/>
      </w:pBdr>
      <w:shd w:val="clear" w:color="FFFFFF" w:fill="FFFFFF"/>
      <w:autoSpaceDE/>
      <w:autoSpaceDN/>
      <w:spacing w:before="100" w:beforeAutospacing="1" w:after="100" w:afterAutospacing="1"/>
      <w:textAlignment w:val="top"/>
    </w:pPr>
    <w:rPr>
      <w:rFonts w:ascii="Century Gothic" w:eastAsia="Times New Roman" w:hAnsi="Century Gothic" w:cs="Times New Roman"/>
      <w:b/>
      <w:bCs/>
      <w:sz w:val="24"/>
      <w:szCs w:val="24"/>
      <w:lang w:val="en" w:eastAsia="en-PH"/>
    </w:rPr>
  </w:style>
  <w:style w:type="paragraph" w:customStyle="1" w:styleId="xl81">
    <w:name w:val="xl81"/>
    <w:basedOn w:val="Normal"/>
    <w:rsid w:val="00905A76"/>
    <w:pPr>
      <w:widowControl/>
      <w:pBdr>
        <w:top w:val="single" w:sz="4" w:space="0" w:color="808080"/>
        <w:left w:val="single" w:sz="4" w:space="0" w:color="808080"/>
        <w:bottom w:val="single" w:sz="4" w:space="0" w:color="808080"/>
        <w:right w:val="single" w:sz="4" w:space="0" w:color="808080"/>
      </w:pBdr>
      <w:autoSpaceDE/>
      <w:autoSpaceDN/>
      <w:spacing w:before="100" w:beforeAutospacing="1" w:after="100" w:afterAutospacing="1"/>
      <w:textAlignment w:val="top"/>
    </w:pPr>
    <w:rPr>
      <w:rFonts w:ascii="Century Gothic" w:eastAsia="Times New Roman" w:hAnsi="Century Gothic" w:cs="Times New Roman"/>
      <w:sz w:val="24"/>
      <w:szCs w:val="24"/>
      <w:lang w:val="en" w:eastAsia="en-PH"/>
    </w:rPr>
  </w:style>
  <w:style w:type="paragraph" w:customStyle="1" w:styleId="xl82">
    <w:name w:val="xl82"/>
    <w:basedOn w:val="Normal"/>
    <w:rsid w:val="00905A76"/>
    <w:pPr>
      <w:widowControl/>
      <w:pBdr>
        <w:top w:val="single" w:sz="4" w:space="0" w:color="808080"/>
        <w:left w:val="single" w:sz="4" w:space="0" w:color="808080"/>
        <w:bottom w:val="single" w:sz="4" w:space="0" w:color="808080"/>
        <w:right w:val="single" w:sz="4" w:space="0" w:color="808080"/>
      </w:pBdr>
      <w:shd w:val="clear" w:color="47977E" w:fill="203764"/>
      <w:autoSpaceDE/>
      <w:autoSpaceDN/>
      <w:spacing w:before="100" w:beforeAutospacing="1" w:after="100" w:afterAutospacing="1"/>
      <w:jc w:val="center"/>
      <w:textAlignment w:val="center"/>
    </w:pPr>
    <w:rPr>
      <w:rFonts w:ascii="Century Gothic" w:eastAsia="Times New Roman" w:hAnsi="Century Gothic" w:cs="Times New Roman"/>
      <w:b/>
      <w:bCs/>
      <w:color w:val="FFFFFF"/>
      <w:sz w:val="24"/>
      <w:szCs w:val="24"/>
      <w:lang w:val="en" w:eastAsia="en-PH"/>
    </w:rPr>
  </w:style>
  <w:style w:type="paragraph" w:customStyle="1" w:styleId="Normal1">
    <w:name w:val="Normal1"/>
    <w:rsid w:val="00905A76"/>
    <w:pPr>
      <w:widowControl/>
      <w:autoSpaceDE/>
      <w:autoSpaceDN/>
      <w:spacing w:line="256" w:lineRule="auto"/>
    </w:pPr>
    <w:rPr>
      <w:rFonts w:ascii="Calibri" w:eastAsia="Calibri" w:hAnsi="Calibri" w:cs="Calibri"/>
      <w:lang w:val="en" w:eastAsia="en-PH"/>
    </w:rPr>
  </w:style>
  <w:style w:type="paragraph" w:customStyle="1" w:styleId="msonormal0">
    <w:name w:val="msonormal"/>
    <w:basedOn w:val="Normal"/>
    <w:rsid w:val="00905A76"/>
    <w:pPr>
      <w:widowControl/>
      <w:autoSpaceDE/>
      <w:autoSpaceDN/>
      <w:spacing w:before="100" w:beforeAutospacing="1" w:after="100" w:afterAutospacing="1"/>
    </w:pPr>
    <w:rPr>
      <w:rFonts w:ascii="Times New Roman" w:eastAsia="Times New Roman" w:hAnsi="Times New Roman" w:cs="Times New Roman"/>
      <w:sz w:val="24"/>
      <w:szCs w:val="24"/>
      <w:lang w:val="en" w:eastAsia="en-PH"/>
    </w:rPr>
  </w:style>
  <w:style w:type="paragraph" w:customStyle="1" w:styleId="xl66">
    <w:name w:val="xl66"/>
    <w:basedOn w:val="Normal"/>
    <w:rsid w:val="00905A76"/>
    <w:pPr>
      <w:widowControl/>
      <w:shd w:val="clear" w:color="000000" w:fill="808080"/>
      <w:autoSpaceDE/>
      <w:autoSpaceDN/>
      <w:spacing w:before="100" w:beforeAutospacing="1" w:after="100" w:afterAutospacing="1"/>
    </w:pPr>
    <w:rPr>
      <w:rFonts w:ascii="Century Gothic" w:eastAsia="Times New Roman" w:hAnsi="Century Gothic" w:cs="Times New Roman"/>
      <w:sz w:val="18"/>
      <w:szCs w:val="18"/>
      <w:lang w:val="en" w:eastAsia="en-PH"/>
    </w:rPr>
  </w:style>
  <w:style w:type="paragraph" w:styleId="Subtitle">
    <w:name w:val="Subtitle"/>
    <w:basedOn w:val="Normal"/>
    <w:next w:val="Normal"/>
    <w:link w:val="SubtitleChar"/>
    <w:rsid w:val="00905A76"/>
    <w:pPr>
      <w:keepNext/>
      <w:keepLines/>
      <w:widowControl/>
      <w:autoSpaceDE/>
      <w:autoSpaceDN/>
      <w:spacing w:before="360" w:after="80" w:line="276" w:lineRule="auto"/>
    </w:pPr>
    <w:rPr>
      <w:rFonts w:ascii="Georgia" w:eastAsia="Georgia" w:hAnsi="Georgia" w:cs="Georgia"/>
      <w:i/>
      <w:color w:val="666666"/>
      <w:sz w:val="48"/>
      <w:szCs w:val="48"/>
      <w:lang w:val="en" w:eastAsia="en-PH"/>
    </w:rPr>
  </w:style>
  <w:style w:type="character" w:customStyle="1" w:styleId="SubtitleChar">
    <w:name w:val="Subtitle Char"/>
    <w:basedOn w:val="DefaultParagraphFont"/>
    <w:link w:val="Subtitle"/>
    <w:rsid w:val="00905A76"/>
    <w:rPr>
      <w:rFonts w:ascii="Georgia" w:eastAsia="Georgia" w:hAnsi="Georgia" w:cs="Georgia"/>
      <w:i/>
      <w:color w:val="666666"/>
      <w:sz w:val="48"/>
      <w:szCs w:val="48"/>
      <w:lang w:val="en" w:eastAsia="en-PH"/>
    </w:rPr>
  </w:style>
  <w:style w:type="table" w:customStyle="1" w:styleId="163">
    <w:name w:val="16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2">
    <w:name w:val="16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1">
    <w:name w:val="16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60">
    <w:name w:val="16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9">
    <w:name w:val="15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8">
    <w:name w:val="15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7">
    <w:name w:val="15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6">
    <w:name w:val="1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5">
    <w:name w:val="15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4">
    <w:name w:val="1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3">
    <w:name w:val="1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2">
    <w:name w:val="1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1">
    <w:name w:val="15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50">
    <w:name w:val="15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9">
    <w:name w:val="14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8">
    <w:name w:val="14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7">
    <w:name w:val="14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6">
    <w:name w:val="14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5">
    <w:name w:val="14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4">
    <w:name w:val="14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3">
    <w:name w:val="14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2">
    <w:name w:val="14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1">
    <w:name w:val="14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40">
    <w:name w:val="14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9">
    <w:name w:val="13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8">
    <w:name w:val="13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7">
    <w:name w:val="13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6">
    <w:name w:val="13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5">
    <w:name w:val="13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4">
    <w:name w:val="13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3">
    <w:name w:val="13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2">
    <w:name w:val="13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1">
    <w:name w:val="13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30">
    <w:name w:val="13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9">
    <w:name w:val="12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8">
    <w:name w:val="12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7">
    <w:name w:val="12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6">
    <w:name w:val="12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25">
    <w:name w:val="1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4">
    <w:name w:val="1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3">
    <w:name w:val="1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2">
    <w:name w:val="1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1">
    <w:name w:val="1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0">
    <w:name w:val="12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9">
    <w:name w:val="1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8">
    <w:name w:val="1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7">
    <w:name w:val="1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6">
    <w:name w:val="1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5">
    <w:name w:val="1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4">
    <w:name w:val="1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3">
    <w:name w:val="1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2">
    <w:name w:val="1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1">
    <w:name w:val="11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10">
    <w:name w:val="11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9">
    <w:name w:val="10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8">
    <w:name w:val="10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7">
    <w:name w:val="10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6">
    <w:name w:val="10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5">
    <w:name w:val="10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4">
    <w:name w:val="10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3">
    <w:name w:val="10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2">
    <w:name w:val="10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101">
    <w:name w:val="10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0">
    <w:name w:val="10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9">
    <w:name w:val="9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8">
    <w:name w:val="9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7">
    <w:name w:val="9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6">
    <w:name w:val="9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5">
    <w:name w:val="9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4">
    <w:name w:val="9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3">
    <w:name w:val="9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2">
    <w:name w:val="92"/>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1">
    <w:name w:val="91"/>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90">
    <w:name w:val="90"/>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9">
    <w:name w:val="89"/>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8">
    <w:name w:val="88"/>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7">
    <w:name w:val="87"/>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6">
    <w:name w:val="86"/>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5">
    <w:name w:val="85"/>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4">
    <w:name w:val="84"/>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3">
    <w:name w:val="83"/>
    <w:basedOn w:val="TableNormal"/>
    <w:rsid w:val="00905A76"/>
    <w:pPr>
      <w:widowControl/>
      <w:autoSpaceDE/>
      <w:autoSpaceDN/>
      <w:spacing w:line="276" w:lineRule="auto"/>
    </w:pPr>
    <w:rPr>
      <w:rFonts w:ascii="Verdana" w:eastAsia="Verdana" w:hAnsi="Verdana" w:cs="Verdana"/>
      <w:lang w:val="en" w:eastAsia="en-PH"/>
    </w:rPr>
    <w:tblPr>
      <w:tblStyleRowBandSize w:val="1"/>
      <w:tblStyleColBandSize w:val="1"/>
      <w:tblCellMar>
        <w:left w:w="115" w:type="dxa"/>
        <w:right w:w="115" w:type="dxa"/>
      </w:tblCellMar>
    </w:tblPr>
  </w:style>
  <w:style w:type="table" w:customStyle="1" w:styleId="82">
    <w:name w:val="8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1">
    <w:name w:val="8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0">
    <w:name w:val="8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9">
    <w:name w:val="7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8">
    <w:name w:val="7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7">
    <w:name w:val="7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6">
    <w:name w:val="7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5">
    <w:name w:val="7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4">
    <w:name w:val="7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3">
    <w:name w:val="7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2">
    <w:name w:val="7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1">
    <w:name w:val="7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0">
    <w:name w:val="7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9">
    <w:name w:val="6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8">
    <w:name w:val="6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7">
    <w:name w:val="6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6">
    <w:name w:val="6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5">
    <w:name w:val="6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4">
    <w:name w:val="6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3">
    <w:name w:val="6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2">
    <w:name w:val="6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1">
    <w:name w:val="6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0">
    <w:name w:val="6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9">
    <w:name w:val="5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8">
    <w:name w:val="5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7">
    <w:name w:val="5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6">
    <w:name w:val="5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4">
    <w:name w:val="5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3">
    <w:name w:val="5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2">
    <w:name w:val="5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1">
    <w:name w:val="5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50">
    <w:name w:val="5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9">
    <w:name w:val="4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8">
    <w:name w:val="4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7">
    <w:name w:val="4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6">
    <w:name w:val="4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5">
    <w:name w:val="4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4">
    <w:name w:val="4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3">
    <w:name w:val="4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2">
    <w:name w:val="4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1">
    <w:name w:val="4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40">
    <w:name w:val="4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9">
    <w:name w:val="3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8">
    <w:name w:val="3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7">
    <w:name w:val="3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6">
    <w:name w:val="3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5">
    <w:name w:val="3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4">
    <w:name w:val="3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3">
    <w:name w:val="3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2">
    <w:name w:val="3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1">
    <w:name w:val="3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30">
    <w:name w:val="3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9">
    <w:name w:val="2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8">
    <w:name w:val="2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7">
    <w:name w:val="2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6">
    <w:name w:val="2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5">
    <w:name w:val="2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4">
    <w:name w:val="2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3">
    <w:name w:val="2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2">
    <w:name w:val="2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1">
    <w:name w:val="2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0">
    <w:name w:val="2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9">
    <w:name w:val="1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8">
    <w:name w:val="1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7">
    <w:name w:val="1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6">
    <w:name w:val="1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5">
    <w:name w:val="15"/>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4">
    <w:name w:val="14"/>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3">
    <w:name w:val="13"/>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2">
    <w:name w:val="1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1">
    <w:name w:val="11"/>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10">
    <w:name w:val="10"/>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9">
    <w:name w:val="9"/>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8">
    <w:name w:val="8"/>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7">
    <w:name w:val="7"/>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6">
    <w:name w:val="6"/>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table" w:customStyle="1" w:styleId="2">
    <w:name w:val="2"/>
    <w:basedOn w:val="TableNormal"/>
    <w:rsid w:val="00905A76"/>
    <w:pPr>
      <w:widowControl/>
      <w:autoSpaceDE/>
      <w:autoSpaceDN/>
    </w:pPr>
    <w:rPr>
      <w:rFonts w:ascii="Inter" w:eastAsia="Inter" w:hAnsi="Inter" w:cs="Inter"/>
      <w:lang w:val="en" w:eastAsia="en-PH"/>
    </w:rPr>
    <w:tblPr>
      <w:tblStyleRowBandSize w:val="1"/>
      <w:tblStyleColBandSize w:val="1"/>
      <w:tblCellMar>
        <w:left w:w="115" w:type="dxa"/>
        <w:right w:w="115" w:type="dxa"/>
      </w:tblCellMar>
    </w:tblPr>
  </w:style>
  <w:style w:type="numbering" w:customStyle="1" w:styleId="Style7">
    <w:name w:val="Style7"/>
    <w:uiPriority w:val="99"/>
    <w:rsid w:val="00905A76"/>
    <w:pPr>
      <w:numPr>
        <w:numId w:val="76"/>
      </w:numPr>
    </w:pPr>
  </w:style>
  <w:style w:type="numbering" w:customStyle="1" w:styleId="Style8">
    <w:name w:val="Style8"/>
    <w:uiPriority w:val="99"/>
    <w:rsid w:val="00905A76"/>
    <w:pPr>
      <w:numPr>
        <w:numId w:val="77"/>
      </w:numPr>
    </w:pPr>
  </w:style>
  <w:style w:type="character" w:customStyle="1" w:styleId="NoSpacingChar">
    <w:name w:val="No Spacing Char"/>
    <w:link w:val="NoSpacing"/>
    <w:uiPriority w:val="1"/>
    <w:rsid w:val="00905A76"/>
    <w:rPr>
      <w:rFonts w:ascii="Verdana" w:eastAsia="Arial" w:hAnsi="Verdana" w:cs="Verdana"/>
      <w:lang w:val="en" w:eastAsia="en-PH"/>
    </w:rPr>
  </w:style>
  <w:style w:type="character" w:styleId="Mention">
    <w:name w:val="Mention"/>
    <w:basedOn w:val="DefaultParagraphFont"/>
    <w:uiPriority w:val="99"/>
    <w:unhideWhenUsed/>
    <w:rsid w:val="00905A76"/>
    <w:rPr>
      <w:color w:val="2B579A"/>
      <w:shd w:val="clear" w:color="auto" w:fill="E1DFDD"/>
    </w:rPr>
  </w:style>
  <w:style w:type="table" w:customStyle="1" w:styleId="TableGrid15">
    <w:name w:val="Table Grid15"/>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805AEC"/>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F484F"/>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F484F"/>
    <w:pPr>
      <w:widowControl/>
      <w:autoSpaceDE/>
      <w:autoSpaceDN/>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8">
    <w:name w:val="Current List8"/>
    <w:uiPriority w:val="99"/>
    <w:rsid w:val="00EF2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7210">
      <w:bodyDiv w:val="1"/>
      <w:marLeft w:val="0"/>
      <w:marRight w:val="0"/>
      <w:marTop w:val="0"/>
      <w:marBottom w:val="0"/>
      <w:divBdr>
        <w:top w:val="none" w:sz="0" w:space="0" w:color="auto"/>
        <w:left w:val="none" w:sz="0" w:space="0" w:color="auto"/>
        <w:bottom w:val="none" w:sz="0" w:space="0" w:color="auto"/>
        <w:right w:val="none" w:sz="0" w:space="0" w:color="auto"/>
      </w:divBdr>
    </w:div>
    <w:div w:id="1304235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7" Type="http://schemas.openxmlformats.org/officeDocument/2006/relationships/image" Target="media/image8.png"/><Relationship Id="rId2" Type="http://schemas.openxmlformats.org/officeDocument/2006/relationships/image" Target="media/image3.sv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yamrote/Documents/IDI/00%202025/IDI%20Word%20template/IDI_%20Word_Template%202025%20updated.dotx" TargetMode="External"/></Relationships>
</file>

<file path=word/theme/theme1.xml><?xml version="1.0" encoding="utf-8"?>
<a:theme xmlns:a="http://schemas.openxmlformats.org/drawingml/2006/main" name="Office Theme">
  <a:themeElements>
    <a:clrScheme name="IDI Theme Colours 2025">
      <a:dk1>
        <a:srgbClr val="005592"/>
      </a:dk1>
      <a:lt1>
        <a:srgbClr val="FFFFFF"/>
      </a:lt1>
      <a:dk2>
        <a:srgbClr val="0E2841"/>
      </a:dk2>
      <a:lt2>
        <a:srgbClr val="E8E8E8"/>
      </a:lt2>
      <a:accent1>
        <a:srgbClr val="00548E"/>
      </a:accent1>
      <a:accent2>
        <a:srgbClr val="00C2F7"/>
      </a:accent2>
      <a:accent3>
        <a:srgbClr val="C24F3B"/>
      </a:accent3>
      <a:accent4>
        <a:srgbClr val="04A582"/>
      </a:accent4>
      <a:accent5>
        <a:srgbClr val="05645E"/>
      </a:accent5>
      <a:accent6>
        <a:srgbClr val="F5B941"/>
      </a:accent6>
      <a:hlink>
        <a:srgbClr val="03548E"/>
      </a:hlink>
      <a:folHlink>
        <a:srgbClr val="45BEF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21e676b-2cf2-466e-b812-50f42bf74a08" xsi:nil="true"/>
    <lcf76f155ced4ddcb4097134ff3c332f xmlns="7dcdd59b-807c-4164-b3b4-f60ff4dc61c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930ce683c880ea0f59d4e64768dfb267">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f86a72d633863201bc1fd1e634106555"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DD713-74F7-47E1-9522-0DFEE3542674}">
  <ds:schemaRefs>
    <ds:schemaRef ds:uri="http://schemas.microsoft.com/sharepoint/v3/contenttype/forms"/>
  </ds:schemaRefs>
</ds:datastoreItem>
</file>

<file path=customXml/itemProps2.xml><?xml version="1.0" encoding="utf-8"?>
<ds:datastoreItem xmlns:ds="http://schemas.openxmlformats.org/officeDocument/2006/customXml" ds:itemID="{CC6C089A-0E08-4E91-B976-060D087DF4B9}">
  <ds:schemaRefs>
    <ds:schemaRef ds:uri="http://schemas.microsoft.com/office/2006/metadata/properties"/>
    <ds:schemaRef ds:uri="http://schemas.microsoft.com/office/infopath/2007/PartnerControls"/>
    <ds:schemaRef ds:uri="a21e676b-2cf2-466e-b812-50f42bf74a08"/>
    <ds:schemaRef ds:uri="7dcdd59b-807c-4164-b3b4-f60ff4dc61cb"/>
  </ds:schemaRefs>
</ds:datastoreItem>
</file>

<file path=customXml/itemProps3.xml><?xml version="1.0" encoding="utf-8"?>
<ds:datastoreItem xmlns:ds="http://schemas.openxmlformats.org/officeDocument/2006/customXml" ds:itemID="{074A8B25-BDF2-443E-B7D0-D5653981990C}"/>
</file>

<file path=customXml/itemProps4.xml><?xml version="1.0" encoding="utf-8"?>
<ds:datastoreItem xmlns:ds="http://schemas.openxmlformats.org/officeDocument/2006/customXml" ds:itemID="{8C983315-AA52-E44C-943B-A9F716A20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IDI_ Word_Template 2025 updated.dotx</Template>
  <TotalTime>3</TotalTime>
  <Pages>2</Pages>
  <Words>491</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Yamrote Alemu</cp:lastModifiedBy>
  <cp:revision>2</cp:revision>
  <dcterms:created xsi:type="dcterms:W3CDTF">2025-09-12T08:41:00Z</dcterms:created>
  <dcterms:modified xsi:type="dcterms:W3CDTF">2025-09-12T08:41:00Z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Adobe InDesign 20.1 (Macintosh)</vt:lpwstr>
  </property>
  <property fmtid="{D5CDD505-2E9C-101B-9397-08002B2CF9AE}" pid="4" name="LastSaved">
    <vt:filetime>2025-02-17T00:00:00Z</vt:filetime>
  </property>
  <property fmtid="{D5CDD505-2E9C-101B-9397-08002B2CF9AE}" pid="5" name="Producer">
    <vt:lpwstr>Adobe PDF Library 17.0</vt:lpwstr>
  </property>
  <property fmtid="{D5CDD505-2E9C-101B-9397-08002B2CF9AE}" pid="6" name="ContentTypeId">
    <vt:lpwstr>0x010100E1A3C8A3E7D8AF42B5674A3D02F765D3</vt:lpwstr>
  </property>
  <property fmtid="{D5CDD505-2E9C-101B-9397-08002B2CF9AE}" pid="7" name="MediaServiceImageTags">
    <vt:lpwstr/>
  </property>
</Properties>
</file>